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Pr="001E46EE" w:rsidRDefault="001E46EE">
      <w:pPr>
        <w:rPr>
          <w:sz w:val="20"/>
        </w:rPr>
      </w:pPr>
      <w:r w:rsidRPr="001E46EE">
        <w:rPr>
          <w:sz w:val="20"/>
        </w:rPr>
        <w:t>Algebra 1 – WH</w:t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  <w:t>Name</w:t>
      </w:r>
      <w:r w:rsidRPr="001E46EE">
        <w:rPr>
          <w:sz w:val="20"/>
        </w:rPr>
        <w:tab/>
        <w:t>_______________________________</w:t>
      </w:r>
      <w:r w:rsidRPr="001E46EE">
        <w:rPr>
          <w:sz w:val="20"/>
        </w:rPr>
        <w:br/>
        <w:t xml:space="preserve">Warm-up: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date</w:t>
      </w:r>
      <w:r>
        <w:rPr>
          <w:sz w:val="20"/>
        </w:rPr>
        <w:tab/>
        <w:t>__________________</w:t>
      </w:r>
      <w:proofErr w:type="gramStart"/>
      <w:r>
        <w:rPr>
          <w:sz w:val="20"/>
        </w:rPr>
        <w:t>_  Period</w:t>
      </w:r>
      <w:proofErr w:type="gramEnd"/>
      <w:r>
        <w:rPr>
          <w:sz w:val="20"/>
        </w:rPr>
        <w:t xml:space="preserve"> _____</w:t>
      </w:r>
    </w:p>
    <w:p w:rsidR="001E46EE" w:rsidRPr="001E46EE" w:rsidRDefault="001E46EE" w:rsidP="001E46EE">
      <w:pPr>
        <w:pStyle w:val="ListParagraph"/>
        <w:numPr>
          <w:ilvl w:val="0"/>
          <w:numId w:val="1"/>
        </w:numPr>
        <w:rPr>
          <w:sz w:val="20"/>
        </w:rPr>
      </w:pPr>
      <w:r w:rsidRPr="001E46EE">
        <w:rPr>
          <w:sz w:val="20"/>
        </w:rPr>
        <w:t>Can you think of three functions that draw shapes?</w:t>
      </w:r>
    </w:p>
    <w:p w:rsidR="001E46EE" w:rsidRPr="001E46EE" w:rsidRDefault="001E46EE" w:rsidP="001E46EE">
      <w:pPr>
        <w:pStyle w:val="ListParagraph"/>
        <w:numPr>
          <w:ilvl w:val="1"/>
          <w:numId w:val="1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1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1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numPr>
          <w:ilvl w:val="0"/>
          <w:numId w:val="1"/>
        </w:numPr>
        <w:rPr>
          <w:sz w:val="20"/>
        </w:rPr>
      </w:pPr>
      <w:r w:rsidRPr="001E46EE">
        <w:rPr>
          <w:sz w:val="20"/>
        </w:rPr>
        <w:t>See if you can write their contracts without needing to look back at your Contracts page.</w:t>
      </w:r>
    </w:p>
    <w:p w:rsidR="001E46EE" w:rsidRPr="001E46EE" w:rsidRDefault="001E46EE" w:rsidP="001E46EE">
      <w:pPr>
        <w:pStyle w:val="ListParagraph"/>
        <w:numPr>
          <w:ilvl w:val="1"/>
          <w:numId w:val="1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1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1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numPr>
          <w:ilvl w:val="0"/>
          <w:numId w:val="1"/>
        </w:numPr>
        <w:rPr>
          <w:sz w:val="20"/>
        </w:rPr>
      </w:pPr>
      <w:r w:rsidRPr="001E46EE">
        <w:rPr>
          <w:sz w:val="20"/>
        </w:rPr>
        <w:t>What type of data is always surrounded in quotes?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numPr>
          <w:ilvl w:val="0"/>
          <w:numId w:val="1"/>
        </w:numPr>
        <w:rPr>
          <w:sz w:val="20"/>
        </w:rPr>
      </w:pPr>
      <w:r w:rsidRPr="001E46EE">
        <w:rPr>
          <w:sz w:val="20"/>
        </w:rPr>
        <w:t>What are the coordinates for the bottom left-hand corner of the screen?</w:t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Default="001E46EE" w:rsidP="001E46EE">
      <w:pPr>
        <w:pStyle w:val="ListParagraph"/>
        <w:numPr>
          <w:ilvl w:val="0"/>
          <w:numId w:val="1"/>
        </w:numPr>
        <w:rPr>
          <w:sz w:val="20"/>
        </w:rPr>
      </w:pPr>
      <w:r w:rsidRPr="001E46EE">
        <w:rPr>
          <w:sz w:val="20"/>
        </w:rPr>
        <w:t>What about the top-right?</w:t>
      </w:r>
    </w:p>
    <w:p w:rsidR="001E46EE" w:rsidRDefault="001E46EE" w:rsidP="001E46EE">
      <w:pPr>
        <w:pStyle w:val="ListParagraph"/>
        <w:rPr>
          <w:sz w:val="20"/>
        </w:rPr>
      </w:pPr>
    </w:p>
    <w:p w:rsidR="001E46EE" w:rsidRDefault="001E46EE" w:rsidP="001E46EE">
      <w:pPr>
        <w:pStyle w:val="ListParagraph"/>
        <w:rPr>
          <w:sz w:val="20"/>
        </w:rPr>
      </w:pPr>
    </w:p>
    <w:p w:rsidR="001E46EE" w:rsidRDefault="001E46EE" w:rsidP="001E46EE">
      <w:pPr>
        <w:pStyle w:val="ListParagraph"/>
        <w:rPr>
          <w:sz w:val="20"/>
        </w:rPr>
      </w:pPr>
    </w:p>
    <w:p w:rsidR="001E46EE" w:rsidRDefault="001E46EE" w:rsidP="001E46EE">
      <w:pPr>
        <w:pStyle w:val="ListParagraph"/>
        <w:rPr>
          <w:sz w:val="20"/>
        </w:rPr>
      </w:pPr>
    </w:p>
    <w:p w:rsidR="001E46EE" w:rsidRDefault="001E46EE" w:rsidP="001E46EE">
      <w:pPr>
        <w:pStyle w:val="ListParagraph"/>
        <w:rPr>
          <w:sz w:val="20"/>
        </w:rPr>
      </w:pPr>
    </w:p>
    <w:p w:rsidR="001E46EE" w:rsidRDefault="001E46EE" w:rsidP="001E46EE">
      <w:pPr>
        <w:pStyle w:val="ListParagraph"/>
        <w:rPr>
          <w:sz w:val="20"/>
        </w:rPr>
      </w:pPr>
      <w:bookmarkStart w:id="0" w:name="_GoBack"/>
      <w:bookmarkEnd w:id="0"/>
    </w:p>
    <w:p w:rsidR="001E46EE" w:rsidRDefault="001E46EE" w:rsidP="001E46EE">
      <w:pPr>
        <w:pStyle w:val="ListParagraph"/>
        <w:rPr>
          <w:sz w:val="20"/>
        </w:rPr>
      </w:pPr>
    </w:p>
    <w:p w:rsid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rPr>
          <w:sz w:val="20"/>
        </w:rPr>
      </w:pPr>
      <w:r w:rsidRPr="001E46EE">
        <w:rPr>
          <w:sz w:val="20"/>
        </w:rPr>
        <w:t>Algebra 1 – WH</w:t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</w:r>
      <w:r w:rsidRPr="001E46EE">
        <w:rPr>
          <w:sz w:val="20"/>
        </w:rPr>
        <w:tab/>
        <w:t>Name</w:t>
      </w:r>
      <w:r w:rsidRPr="001E46EE">
        <w:rPr>
          <w:sz w:val="20"/>
        </w:rPr>
        <w:tab/>
        <w:t>_______________________________</w:t>
      </w:r>
      <w:r w:rsidRPr="001E46EE">
        <w:rPr>
          <w:sz w:val="20"/>
        </w:rPr>
        <w:br/>
        <w:t xml:space="preserve">Warm-up: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date</w:t>
      </w:r>
      <w:r>
        <w:rPr>
          <w:sz w:val="20"/>
        </w:rPr>
        <w:tab/>
        <w:t>__________________</w:t>
      </w:r>
      <w:proofErr w:type="gramStart"/>
      <w:r>
        <w:rPr>
          <w:sz w:val="20"/>
        </w:rPr>
        <w:t>_  Period</w:t>
      </w:r>
      <w:proofErr w:type="gramEnd"/>
      <w:r>
        <w:rPr>
          <w:sz w:val="20"/>
        </w:rPr>
        <w:t xml:space="preserve"> _____</w:t>
      </w:r>
    </w:p>
    <w:p w:rsidR="001E46EE" w:rsidRPr="001E46EE" w:rsidRDefault="001E46EE" w:rsidP="001E46EE">
      <w:pPr>
        <w:pStyle w:val="ListParagraph"/>
        <w:numPr>
          <w:ilvl w:val="0"/>
          <w:numId w:val="2"/>
        </w:numPr>
        <w:rPr>
          <w:sz w:val="20"/>
        </w:rPr>
      </w:pPr>
      <w:r w:rsidRPr="001E46EE">
        <w:rPr>
          <w:sz w:val="20"/>
        </w:rPr>
        <w:t>Can you think of three functions that draw shapes?</w:t>
      </w:r>
    </w:p>
    <w:p w:rsidR="001E46EE" w:rsidRPr="001E46EE" w:rsidRDefault="001E46EE" w:rsidP="001E46EE">
      <w:pPr>
        <w:pStyle w:val="ListParagraph"/>
        <w:numPr>
          <w:ilvl w:val="1"/>
          <w:numId w:val="2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2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2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numPr>
          <w:ilvl w:val="0"/>
          <w:numId w:val="2"/>
        </w:numPr>
        <w:rPr>
          <w:sz w:val="20"/>
        </w:rPr>
      </w:pPr>
      <w:r w:rsidRPr="001E46EE">
        <w:rPr>
          <w:sz w:val="20"/>
        </w:rPr>
        <w:t>See if you can write their contracts without needing to look back at your Contracts page.</w:t>
      </w:r>
    </w:p>
    <w:p w:rsidR="001E46EE" w:rsidRPr="001E46EE" w:rsidRDefault="001E46EE" w:rsidP="001E46EE">
      <w:pPr>
        <w:pStyle w:val="ListParagraph"/>
        <w:numPr>
          <w:ilvl w:val="1"/>
          <w:numId w:val="2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2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numPr>
          <w:ilvl w:val="1"/>
          <w:numId w:val="2"/>
        </w:numPr>
        <w:spacing w:line="360" w:lineRule="auto"/>
        <w:rPr>
          <w:sz w:val="20"/>
        </w:rPr>
      </w:pPr>
      <w:r w:rsidRPr="001E46EE">
        <w:rPr>
          <w:sz w:val="20"/>
        </w:rPr>
        <w:t xml:space="preserve"> </w:t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numPr>
          <w:ilvl w:val="0"/>
          <w:numId w:val="2"/>
        </w:numPr>
        <w:rPr>
          <w:sz w:val="20"/>
        </w:rPr>
      </w:pPr>
      <w:r w:rsidRPr="001E46EE">
        <w:rPr>
          <w:sz w:val="20"/>
        </w:rPr>
        <w:t>What type of data is always surrounded in quotes?</w:t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numPr>
          <w:ilvl w:val="0"/>
          <w:numId w:val="2"/>
        </w:numPr>
        <w:rPr>
          <w:sz w:val="20"/>
        </w:rPr>
      </w:pPr>
      <w:r w:rsidRPr="001E46EE">
        <w:rPr>
          <w:sz w:val="20"/>
        </w:rPr>
        <w:t>What are the coordinates for the bottom left-hand corner of the screen?</w:t>
      </w:r>
    </w:p>
    <w:p w:rsidR="001E46EE" w:rsidRPr="001E46EE" w:rsidRDefault="001E46EE" w:rsidP="001E46EE">
      <w:pPr>
        <w:pStyle w:val="ListParagraph"/>
        <w:rPr>
          <w:sz w:val="20"/>
        </w:rPr>
      </w:pPr>
    </w:p>
    <w:p w:rsidR="001E46EE" w:rsidRPr="001E46EE" w:rsidRDefault="001E46EE" w:rsidP="001E46EE">
      <w:pPr>
        <w:pStyle w:val="ListParagraph"/>
        <w:numPr>
          <w:ilvl w:val="0"/>
          <w:numId w:val="2"/>
        </w:numPr>
        <w:rPr>
          <w:sz w:val="20"/>
        </w:rPr>
      </w:pPr>
      <w:r w:rsidRPr="001E46EE">
        <w:rPr>
          <w:sz w:val="20"/>
        </w:rPr>
        <w:t>What about the top-right?</w:t>
      </w:r>
    </w:p>
    <w:p w:rsidR="001E46EE" w:rsidRPr="001E46EE" w:rsidRDefault="001E46EE" w:rsidP="001E46EE">
      <w:pPr>
        <w:rPr>
          <w:sz w:val="20"/>
        </w:rPr>
      </w:pPr>
    </w:p>
    <w:sectPr w:rsidR="001E46EE" w:rsidRPr="001E46EE" w:rsidSect="001E46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323FD"/>
    <w:multiLevelType w:val="hybridMultilevel"/>
    <w:tmpl w:val="8792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4607D"/>
    <w:multiLevelType w:val="hybridMultilevel"/>
    <w:tmpl w:val="8792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EE"/>
    <w:rsid w:val="001E46EE"/>
    <w:rsid w:val="003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6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4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6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4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D1FD1288</Template>
  <TotalTime>21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dcterms:created xsi:type="dcterms:W3CDTF">2014-09-22T10:41:00Z</dcterms:created>
  <dcterms:modified xsi:type="dcterms:W3CDTF">2014-09-22T11:02:00Z</dcterms:modified>
</cp:coreProperties>
</file>