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472ECB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  <w:t>___________________________________________</w:t>
      </w:r>
      <w:r>
        <w:br/>
      </w:r>
      <w:proofErr w:type="spellStart"/>
      <w:r>
        <w:t>Warmup</w:t>
      </w:r>
      <w:proofErr w:type="spellEnd"/>
      <w:r>
        <w:t xml:space="preserve"> – Unit 3 day 2</w:t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  <w:t>09/23 or 9/24</w:t>
      </w:r>
      <w:r>
        <w:tab/>
      </w:r>
      <w:r>
        <w:tab/>
        <w:t>period _______</w:t>
      </w:r>
    </w:p>
    <w:p w:rsidR="00472ECB" w:rsidRDefault="00472ECB">
      <w:r>
        <w:t>Answer the following questions:</w:t>
      </w:r>
    </w:p>
    <w:p w:rsidR="00472ECB" w:rsidRDefault="00472ECB" w:rsidP="00472ECB">
      <w:pPr>
        <w:pStyle w:val="ListParagraph"/>
        <w:numPr>
          <w:ilvl w:val="0"/>
          <w:numId w:val="1"/>
        </w:numPr>
      </w:pPr>
      <w:r>
        <w:t xml:space="preserve">Explain what the following code produces: </w:t>
      </w:r>
      <w:r w:rsidRPr="00472ECB">
        <w:rPr>
          <w:b/>
        </w:rPr>
        <w:t>(square 50 “solid” “green”)</w:t>
      </w:r>
    </w:p>
    <w:p w:rsidR="00472ECB" w:rsidRDefault="00472ECB" w:rsidP="00472ECB">
      <w:pPr>
        <w:pStyle w:val="ListParagraph"/>
      </w:pPr>
    </w:p>
    <w:p w:rsidR="00472ECB" w:rsidRDefault="00472ECB" w:rsidP="00472ECB">
      <w:pPr>
        <w:pStyle w:val="ListParagraph"/>
      </w:pPr>
    </w:p>
    <w:p w:rsidR="00472ECB" w:rsidRDefault="00472ECB" w:rsidP="00472ECB">
      <w:pPr>
        <w:pStyle w:val="ListParagraph"/>
        <w:numPr>
          <w:ilvl w:val="0"/>
          <w:numId w:val="1"/>
        </w:numPr>
      </w:pPr>
      <w:r>
        <w:t xml:space="preserve">What data type is the range of the </w:t>
      </w:r>
      <w:r>
        <w:rPr>
          <w:b/>
        </w:rPr>
        <w:t>square</w:t>
      </w:r>
      <w:r>
        <w:t xml:space="preserve"> function? </w:t>
      </w:r>
    </w:p>
    <w:p w:rsidR="00472ECB" w:rsidRDefault="00472ECB" w:rsidP="00472ECB"/>
    <w:p w:rsidR="00472ECB" w:rsidRDefault="00472ECB" w:rsidP="00472ECB">
      <w:pPr>
        <w:pStyle w:val="ListParagraph"/>
        <w:numPr>
          <w:ilvl w:val="0"/>
          <w:numId w:val="1"/>
        </w:numPr>
      </w:pPr>
      <w:r>
        <w:t xml:space="preserve">What does the </w:t>
      </w:r>
      <w:r w:rsidRPr="00472ECB">
        <w:rPr>
          <w:b/>
        </w:rPr>
        <w:t>rotate</w:t>
      </w:r>
      <w:r>
        <w:t xml:space="preserve"> function do? It rotates _________________.</w:t>
      </w:r>
      <w:r>
        <w:br/>
      </w:r>
    </w:p>
    <w:p w:rsidR="00472ECB" w:rsidRDefault="00472ECB" w:rsidP="00472ECB">
      <w:pPr>
        <w:pStyle w:val="ListParagraph"/>
      </w:pPr>
    </w:p>
    <w:p w:rsidR="00472ECB" w:rsidRDefault="00472ECB" w:rsidP="00472ECB">
      <w:pPr>
        <w:pStyle w:val="ListParagraph"/>
      </w:pPr>
    </w:p>
    <w:p w:rsidR="00472ECB" w:rsidRPr="00472ECB" w:rsidRDefault="00472ECB" w:rsidP="00472ECB">
      <w:pPr>
        <w:pStyle w:val="ListParagraph"/>
        <w:numPr>
          <w:ilvl w:val="0"/>
          <w:numId w:val="1"/>
        </w:numPr>
      </w:pPr>
      <w:r>
        <w:t xml:space="preserve">Explain what the following code produces: </w:t>
      </w:r>
      <w:r>
        <w:rPr>
          <w:b/>
        </w:rPr>
        <w:t>(text “Hello” 40 “blue”)</w:t>
      </w:r>
    </w:p>
    <w:p w:rsidR="00472ECB" w:rsidRDefault="00472ECB" w:rsidP="00472ECB"/>
    <w:p w:rsidR="00472ECB" w:rsidRDefault="00472ECB" w:rsidP="00472ECB">
      <w:pPr>
        <w:pStyle w:val="ListParagraph"/>
        <w:numPr>
          <w:ilvl w:val="0"/>
          <w:numId w:val="1"/>
        </w:numPr>
      </w:pPr>
      <w:r>
        <w:t xml:space="preserve">Write the code to </w:t>
      </w:r>
      <w:r w:rsidRPr="00472ECB">
        <w:rPr>
          <w:b/>
        </w:rPr>
        <w:t>rotate</w:t>
      </w:r>
      <w:r>
        <w:rPr>
          <w:b/>
        </w:rPr>
        <w:t xml:space="preserve"> </w:t>
      </w:r>
      <w:r>
        <w:t xml:space="preserve">the result of </w:t>
      </w:r>
      <w:r w:rsidRPr="00472ECB">
        <w:rPr>
          <w:i/>
        </w:rPr>
        <w:t>exercise 4</w:t>
      </w:r>
      <w:r>
        <w:t xml:space="preserve"> 30 degrees.</w:t>
      </w:r>
    </w:p>
    <w:p w:rsidR="00472ECB" w:rsidRDefault="00472ECB" w:rsidP="00472ECB">
      <w:pPr>
        <w:pStyle w:val="ListParagraph"/>
      </w:pPr>
    </w:p>
    <w:p w:rsidR="00472ECB" w:rsidRDefault="00472ECB" w:rsidP="00472ECB"/>
    <w:p w:rsidR="00472ECB" w:rsidRDefault="00472ECB" w:rsidP="00472ECB">
      <w:bookmarkStart w:id="0" w:name="_GoBack"/>
      <w:bookmarkEnd w:id="0"/>
    </w:p>
    <w:p w:rsidR="00472ECB" w:rsidRDefault="00472ECB" w:rsidP="00472ECB"/>
    <w:p w:rsidR="00472ECB" w:rsidRDefault="00472ECB" w:rsidP="00472ECB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  <w:t>___________________________________________</w:t>
      </w:r>
      <w:r>
        <w:br/>
      </w:r>
      <w:proofErr w:type="spellStart"/>
      <w:r>
        <w:t>Warmup</w:t>
      </w:r>
      <w:proofErr w:type="spellEnd"/>
      <w:r>
        <w:t xml:space="preserve"> – Unit 3 day 2</w:t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  <w:t>09/23 or 9/24</w:t>
      </w:r>
      <w:r>
        <w:tab/>
      </w:r>
      <w:r>
        <w:tab/>
        <w:t>period _______</w:t>
      </w:r>
    </w:p>
    <w:p w:rsidR="00472ECB" w:rsidRDefault="00472ECB" w:rsidP="00472ECB">
      <w:r>
        <w:t>Answer the following questions:</w:t>
      </w:r>
    </w:p>
    <w:p w:rsidR="00472ECB" w:rsidRDefault="00472ECB" w:rsidP="00472ECB">
      <w:pPr>
        <w:pStyle w:val="ListParagraph"/>
        <w:numPr>
          <w:ilvl w:val="0"/>
          <w:numId w:val="2"/>
        </w:numPr>
      </w:pPr>
      <w:r>
        <w:t xml:space="preserve">Explain what the following code produces: </w:t>
      </w:r>
      <w:r w:rsidRPr="00472ECB">
        <w:rPr>
          <w:b/>
        </w:rPr>
        <w:t>(square 50 “solid” “green”)</w:t>
      </w:r>
    </w:p>
    <w:p w:rsidR="00472ECB" w:rsidRDefault="00472ECB" w:rsidP="00472ECB">
      <w:pPr>
        <w:pStyle w:val="ListParagraph"/>
      </w:pPr>
    </w:p>
    <w:p w:rsidR="00472ECB" w:rsidRDefault="00472ECB" w:rsidP="00472ECB">
      <w:pPr>
        <w:pStyle w:val="ListParagraph"/>
      </w:pPr>
    </w:p>
    <w:p w:rsidR="00472ECB" w:rsidRDefault="00472ECB" w:rsidP="00472ECB">
      <w:pPr>
        <w:pStyle w:val="ListParagraph"/>
        <w:numPr>
          <w:ilvl w:val="0"/>
          <w:numId w:val="2"/>
        </w:numPr>
      </w:pPr>
      <w:r>
        <w:t xml:space="preserve">What data type is the range of the </w:t>
      </w:r>
      <w:r>
        <w:rPr>
          <w:b/>
        </w:rPr>
        <w:t>square</w:t>
      </w:r>
      <w:r>
        <w:t xml:space="preserve"> function? </w:t>
      </w:r>
    </w:p>
    <w:p w:rsidR="00472ECB" w:rsidRDefault="00472ECB" w:rsidP="00472ECB"/>
    <w:p w:rsidR="00472ECB" w:rsidRDefault="00472ECB" w:rsidP="00472ECB">
      <w:pPr>
        <w:pStyle w:val="ListParagraph"/>
        <w:numPr>
          <w:ilvl w:val="0"/>
          <w:numId w:val="2"/>
        </w:numPr>
      </w:pPr>
      <w:r>
        <w:t xml:space="preserve">What does the </w:t>
      </w:r>
      <w:r w:rsidRPr="00472ECB">
        <w:rPr>
          <w:b/>
        </w:rPr>
        <w:t>rotate</w:t>
      </w:r>
      <w:r>
        <w:t xml:space="preserve"> function do? It rotates _________________.</w:t>
      </w:r>
      <w:r>
        <w:br/>
      </w:r>
    </w:p>
    <w:p w:rsidR="00472ECB" w:rsidRDefault="00472ECB" w:rsidP="00472ECB">
      <w:pPr>
        <w:pStyle w:val="ListParagraph"/>
      </w:pPr>
    </w:p>
    <w:p w:rsidR="00472ECB" w:rsidRDefault="00472ECB" w:rsidP="00472ECB">
      <w:pPr>
        <w:pStyle w:val="ListParagraph"/>
      </w:pPr>
    </w:p>
    <w:p w:rsidR="00472ECB" w:rsidRPr="00472ECB" w:rsidRDefault="00472ECB" w:rsidP="00472ECB">
      <w:pPr>
        <w:pStyle w:val="ListParagraph"/>
        <w:numPr>
          <w:ilvl w:val="0"/>
          <w:numId w:val="2"/>
        </w:numPr>
      </w:pPr>
      <w:r>
        <w:t xml:space="preserve">Explain what the following code produces: </w:t>
      </w:r>
      <w:r>
        <w:rPr>
          <w:b/>
        </w:rPr>
        <w:t>(text “Hello” 40 “blue”)</w:t>
      </w:r>
    </w:p>
    <w:p w:rsidR="00472ECB" w:rsidRDefault="00472ECB" w:rsidP="00472ECB"/>
    <w:p w:rsidR="00472ECB" w:rsidRDefault="00472ECB" w:rsidP="00472ECB">
      <w:pPr>
        <w:pStyle w:val="ListParagraph"/>
        <w:numPr>
          <w:ilvl w:val="0"/>
          <w:numId w:val="2"/>
        </w:numPr>
      </w:pPr>
      <w:r>
        <w:t xml:space="preserve">Write the code to </w:t>
      </w:r>
      <w:r w:rsidRPr="00472ECB">
        <w:rPr>
          <w:b/>
        </w:rPr>
        <w:t>rotate</w:t>
      </w:r>
      <w:r>
        <w:rPr>
          <w:b/>
        </w:rPr>
        <w:t xml:space="preserve"> </w:t>
      </w:r>
      <w:r>
        <w:t xml:space="preserve">the result of </w:t>
      </w:r>
      <w:r w:rsidRPr="00472ECB">
        <w:rPr>
          <w:i/>
        </w:rPr>
        <w:t>exercise 4</w:t>
      </w:r>
      <w:r>
        <w:t xml:space="preserve"> 30 degrees.</w:t>
      </w:r>
    </w:p>
    <w:p w:rsidR="00472ECB" w:rsidRDefault="00472ECB" w:rsidP="00472ECB"/>
    <w:sectPr w:rsidR="00472ECB" w:rsidSect="00472E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D4EAC"/>
    <w:multiLevelType w:val="hybridMultilevel"/>
    <w:tmpl w:val="A45AB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84D3D"/>
    <w:multiLevelType w:val="hybridMultilevel"/>
    <w:tmpl w:val="A45AB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CB"/>
    <w:rsid w:val="003F5325"/>
    <w:rsid w:val="0047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DB856131</Template>
  <TotalTime>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2014-09-23T13:04:00Z</cp:lastPrinted>
  <dcterms:created xsi:type="dcterms:W3CDTF">2014-09-23T12:54:00Z</dcterms:created>
  <dcterms:modified xsi:type="dcterms:W3CDTF">2014-09-23T13:04:00Z</dcterms:modified>
</cp:coreProperties>
</file>