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8C7552">
      <w:bookmarkStart w:id="0" w:name="_GoBack"/>
      <w:bookmarkEnd w:id="0"/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________________________________________</w:t>
      </w:r>
      <w:r>
        <w:br/>
        <w:t>Mixed Review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date  _</w:t>
      </w:r>
      <w:proofErr w:type="gramEnd"/>
      <w:r>
        <w:t>____________________________  Period ____</w:t>
      </w:r>
    </w:p>
    <w:p w:rsidR="008C7552" w:rsidRDefault="008C7552">
      <w:r>
        <w:t>Directions: Solve each problem in the space provided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5"/>
      </w:tblGrid>
      <w:tr w:rsidR="008C7552" w:rsidTr="00CC7DE1">
        <w:trPr>
          <w:trHeight w:val="3066"/>
        </w:trPr>
        <w:tc>
          <w:tcPr>
            <w:tcW w:w="10845" w:type="dxa"/>
          </w:tcPr>
          <w:p w:rsidR="008C7552" w:rsidRDefault="008C7552" w:rsidP="008C7552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91ADD57" wp14:editId="66AA06C1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80645</wp:posOffset>
                  </wp:positionV>
                  <wp:extent cx="2401570" cy="658495"/>
                  <wp:effectExtent l="0" t="0" r="0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570" cy="65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8C7552" w:rsidTr="00CC7DE1">
        <w:trPr>
          <w:trHeight w:val="2804"/>
        </w:trPr>
        <w:tc>
          <w:tcPr>
            <w:tcW w:w="10845" w:type="dxa"/>
          </w:tcPr>
          <w:p w:rsidR="008C7552" w:rsidRDefault="008C7552" w:rsidP="008C7552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93D93D6" wp14:editId="5A5D4B29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22064</wp:posOffset>
                  </wp:positionV>
                  <wp:extent cx="2538484" cy="607325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484" cy="60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C7552" w:rsidTr="00CC7DE1">
        <w:trPr>
          <w:trHeight w:val="3066"/>
        </w:trPr>
        <w:tc>
          <w:tcPr>
            <w:tcW w:w="10845" w:type="dxa"/>
          </w:tcPr>
          <w:p w:rsidR="008C7552" w:rsidRDefault="008C7552" w:rsidP="008C7552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8D03C70" wp14:editId="77AB63CF">
                  <wp:simplePos x="0" y="0"/>
                  <wp:positionH relativeFrom="column">
                    <wp:posOffset>483870</wp:posOffset>
                  </wp:positionH>
                  <wp:positionV relativeFrom="paragraph">
                    <wp:posOffset>33333</wp:posOffset>
                  </wp:positionV>
                  <wp:extent cx="2415540" cy="523875"/>
                  <wp:effectExtent l="0" t="0" r="3810" b="952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4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8C7552" w:rsidTr="00CC7DE1">
        <w:trPr>
          <w:trHeight w:val="3113"/>
        </w:trPr>
        <w:tc>
          <w:tcPr>
            <w:tcW w:w="10845" w:type="dxa"/>
          </w:tcPr>
          <w:p w:rsidR="008C7552" w:rsidRDefault="008C7552" w:rsidP="008C7552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03C8F18" wp14:editId="6E4A6F4C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39683</wp:posOffset>
                  </wp:positionV>
                  <wp:extent cx="2934269" cy="460995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269" cy="46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C7552" w:rsidRDefault="008C7552"/>
    <w:sectPr w:rsidR="008C7552" w:rsidSect="00CC7DE1">
      <w:footerReference w:type="default" r:id="rId12"/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DE1" w:rsidRDefault="00CC7DE1" w:rsidP="00CC7DE1">
      <w:pPr>
        <w:spacing w:after="0" w:line="240" w:lineRule="auto"/>
      </w:pPr>
      <w:r>
        <w:separator/>
      </w:r>
    </w:p>
  </w:endnote>
  <w:endnote w:type="continuationSeparator" w:id="0">
    <w:p w:rsidR="00CC7DE1" w:rsidRDefault="00CC7DE1" w:rsidP="00CC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DE1" w:rsidRDefault="00CC7DE1">
    <w:pPr>
      <w:pStyle w:val="Footer"/>
    </w:pPr>
  </w:p>
  <w:p w:rsidR="00CC7DE1" w:rsidRDefault="00CC7DE1" w:rsidP="00CC7DE1">
    <w:pPr>
      <w:pStyle w:val="Footer"/>
      <w:jc w:val="center"/>
    </w:pPr>
    <w:r>
      <w:t>HW Page 1</w:t>
    </w:r>
    <w:r w:rsidR="009F7CF9">
      <w:t>9</w:t>
    </w:r>
    <w:r>
      <w:t>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DE1" w:rsidRDefault="00CC7DE1" w:rsidP="00CC7DE1">
      <w:pPr>
        <w:spacing w:after="0" w:line="240" w:lineRule="auto"/>
      </w:pPr>
      <w:r>
        <w:separator/>
      </w:r>
    </w:p>
  </w:footnote>
  <w:footnote w:type="continuationSeparator" w:id="0">
    <w:p w:rsidR="00CC7DE1" w:rsidRDefault="00CC7DE1" w:rsidP="00CC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D5AD2"/>
    <w:multiLevelType w:val="hybridMultilevel"/>
    <w:tmpl w:val="581ED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52"/>
    <w:rsid w:val="003F5325"/>
    <w:rsid w:val="008C7552"/>
    <w:rsid w:val="009F7CF9"/>
    <w:rsid w:val="00CC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552"/>
    <w:pPr>
      <w:ind w:left="720"/>
      <w:contextualSpacing/>
    </w:pPr>
  </w:style>
  <w:style w:type="table" w:styleId="TableGrid">
    <w:name w:val="Table Grid"/>
    <w:basedOn w:val="TableNormal"/>
    <w:uiPriority w:val="59"/>
    <w:rsid w:val="008C7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5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7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DE1"/>
  </w:style>
  <w:style w:type="paragraph" w:styleId="Footer">
    <w:name w:val="footer"/>
    <w:basedOn w:val="Normal"/>
    <w:link w:val="FooterChar"/>
    <w:uiPriority w:val="99"/>
    <w:unhideWhenUsed/>
    <w:rsid w:val="00CC7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552"/>
    <w:pPr>
      <w:ind w:left="720"/>
      <w:contextualSpacing/>
    </w:pPr>
  </w:style>
  <w:style w:type="table" w:styleId="TableGrid">
    <w:name w:val="Table Grid"/>
    <w:basedOn w:val="TableNormal"/>
    <w:uiPriority w:val="59"/>
    <w:rsid w:val="008C7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5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7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DE1"/>
  </w:style>
  <w:style w:type="paragraph" w:styleId="Footer">
    <w:name w:val="footer"/>
    <w:basedOn w:val="Normal"/>
    <w:link w:val="FooterChar"/>
    <w:uiPriority w:val="99"/>
    <w:unhideWhenUsed/>
    <w:rsid w:val="00CC7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F713E599</Template>
  <TotalTime>10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3</cp:revision>
  <cp:lastPrinted>2014-11-11T12:45:00Z</cp:lastPrinted>
  <dcterms:created xsi:type="dcterms:W3CDTF">2014-11-11T12:36:00Z</dcterms:created>
  <dcterms:modified xsi:type="dcterms:W3CDTF">2014-11-11T13:05:00Z</dcterms:modified>
</cp:coreProperties>
</file>