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  <w:r>
        <w:rPr>
          <w:rFonts w:ascii="Arial" w:hAnsi="Arial" w:cs="Arial"/>
          <w:b/>
          <w:bCs/>
          <w:color w:val="000000"/>
          <w:sz w:val="32"/>
          <w:szCs w:val="32"/>
        </w:rPr>
        <w:t>AP Calculus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name ___________________</w:t>
      </w:r>
      <w:r>
        <w:rPr>
          <w:rFonts w:ascii="Arial" w:hAnsi="Arial" w:cs="Arial"/>
          <w:b/>
          <w:bCs/>
          <w:color w:val="000000"/>
          <w:sz w:val="32"/>
          <w:szCs w:val="32"/>
        </w:rPr>
        <w:br/>
        <w:t xml:space="preserve">notes: page 75.5 </w:t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</w:r>
      <w:r>
        <w:rPr>
          <w:rFonts w:ascii="Arial" w:hAnsi="Arial" w:cs="Arial"/>
          <w:b/>
          <w:bCs/>
          <w:color w:val="000000"/>
          <w:sz w:val="32"/>
          <w:szCs w:val="32"/>
        </w:rPr>
        <w:tab/>
        <w:t>11/1</w:t>
      </w:r>
      <w:r w:rsidR="00CA510E">
        <w:rPr>
          <w:rFonts w:ascii="Arial" w:hAnsi="Arial" w:cs="Arial"/>
          <w:b/>
          <w:bCs/>
          <w:color w:val="000000"/>
          <w:sz w:val="32"/>
          <w:szCs w:val="32"/>
        </w:rPr>
        <w:t>2</w:t>
      </w:r>
      <w:r>
        <w:rPr>
          <w:rFonts w:ascii="Arial" w:hAnsi="Arial" w:cs="Arial"/>
          <w:b/>
          <w:bCs/>
          <w:color w:val="000000"/>
          <w:sz w:val="32"/>
          <w:szCs w:val="32"/>
        </w:rPr>
        <w:t>/201</w:t>
      </w:r>
      <w:r w:rsidR="00CA510E">
        <w:rPr>
          <w:rFonts w:ascii="Arial" w:hAnsi="Arial" w:cs="Arial"/>
          <w:b/>
          <w:bCs/>
          <w:color w:val="000000"/>
          <w:sz w:val="32"/>
          <w:szCs w:val="32"/>
        </w:rPr>
        <w:t>4</w:t>
      </w:r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proofErr w:type="gramStart"/>
      <w:r>
        <w:rPr>
          <w:rFonts w:ascii="Arial" w:hAnsi="Arial" w:cs="Arial"/>
          <w:color w:val="000000"/>
          <w:sz w:val="32"/>
          <w:szCs w:val="32"/>
          <w:u w:val="single"/>
        </w:rPr>
        <w:t>do</w:t>
      </w:r>
      <w:proofErr w:type="gramEnd"/>
      <w:r>
        <w:rPr>
          <w:rFonts w:ascii="Arial" w:hAnsi="Arial" w:cs="Arial"/>
          <w:color w:val="000000"/>
          <w:sz w:val="32"/>
          <w:szCs w:val="32"/>
          <w:u w:val="single"/>
        </w:rPr>
        <w:t xml:space="preserve"> now</w:t>
      </w:r>
      <w:r>
        <w:rPr>
          <w:rFonts w:ascii="Arial" w:hAnsi="Arial" w:cs="Arial"/>
          <w:color w:val="000000"/>
          <w:sz w:val="32"/>
          <w:szCs w:val="32"/>
        </w:rPr>
        <w:t xml:space="preserve">: </w:t>
      </w:r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r w:rsidRPr="00DB6F55">
        <w:rPr>
          <w:rFonts w:ascii="Arial" w:hAnsi="Arial" w:cs="Arial"/>
          <w:color w:val="000000"/>
          <w:sz w:val="28"/>
          <w:szCs w:val="32"/>
        </w:rPr>
        <w:t>The following graph represents the distance travelled by Mr. Norman vs. time.</w:t>
      </w:r>
      <w:r>
        <w:rPr>
          <w:rFonts w:ascii="Arial" w:hAnsi="Arial" w:cs="Arial"/>
          <w:color w:val="000000"/>
          <w:sz w:val="28"/>
          <w:szCs w:val="32"/>
        </w:rPr>
        <w:br/>
      </w: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r w:rsidRPr="00DB6F55">
        <w:rPr>
          <w:rFonts w:ascii="Arial" w:hAnsi="Arial" w:cs="Arial"/>
          <w:color w:val="000000"/>
          <w:sz w:val="28"/>
          <w:szCs w:val="32"/>
        </w:rPr>
        <w:t>What would be the slope of the tangent line to the graph below at t = 3?</w:t>
      </w:r>
      <w:r>
        <w:rPr>
          <w:rFonts w:ascii="Arial" w:hAnsi="Arial" w:cs="Arial"/>
          <w:color w:val="000000"/>
          <w:sz w:val="28"/>
          <w:szCs w:val="32"/>
        </w:rPr>
        <w:br/>
        <w:t>What does this slope represent?</w:t>
      </w:r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ED2044" w:rsidRDefault="00ED2044"/>
    <w:p w:rsidR="00DB6F55" w:rsidRDefault="00DB6F55">
      <w:r>
        <w:rPr>
          <w:noProof/>
        </w:rPr>
        <w:drawing>
          <wp:anchor distT="0" distB="0" distL="114300" distR="114300" simplePos="0" relativeHeight="251658240" behindDoc="0" locked="0" layoutInCell="1" allowOverlap="1" wp14:anchorId="3B0488E7" wp14:editId="3804D784">
            <wp:simplePos x="0" y="0"/>
            <wp:positionH relativeFrom="column">
              <wp:posOffset>618490</wp:posOffset>
            </wp:positionH>
            <wp:positionV relativeFrom="paragraph">
              <wp:posOffset>-6350</wp:posOffset>
            </wp:positionV>
            <wp:extent cx="3035935" cy="2150745"/>
            <wp:effectExtent l="0" t="0" r="0" b="190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stance-time_graph_example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935" cy="2150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F55" w:rsidRDefault="00DB6F55"/>
    <w:p w:rsidR="00DB6F55" w:rsidRDefault="00DB6F55"/>
    <w:p w:rsidR="00DB6F55" w:rsidRDefault="00DB6F55"/>
    <w:p w:rsidR="00DB6F55" w:rsidRDefault="00DB6F55"/>
    <w:p w:rsidR="00DB6F55" w:rsidRDefault="00DB6F55"/>
    <w:p w:rsidR="00DB6F55" w:rsidRDefault="00DB6F55"/>
    <w:p w:rsidR="00DB6F55" w:rsidRDefault="00DB6F55"/>
    <w:p w:rsidR="00DB6F55" w:rsidRDefault="00DB6F55">
      <w:r>
        <w:t>Things to note:</w:t>
      </w:r>
      <w:r>
        <w:br/>
        <w:t>* this is motion in one direction</w:t>
      </w:r>
      <w:r>
        <w:br/>
        <w:t>* slope of the tangent line on the distance graph represents _____________.</w:t>
      </w:r>
      <w:r>
        <w:br/>
        <w:t xml:space="preserve">* </w:t>
      </w:r>
      <w:proofErr w:type="gramStart"/>
      <w:r>
        <w:t>speed  =</w:t>
      </w:r>
      <w:proofErr w:type="gramEnd"/>
      <w:r>
        <w:t xml:space="preserve"> </w:t>
      </w:r>
      <w:r>
        <w:br/>
        <w:t>* how can you tell where the velocity = 0?</w:t>
      </w:r>
      <w:r>
        <w:br/>
      </w:r>
    </w:p>
    <w:p w:rsidR="00DB6F55" w:rsidRDefault="00DB6F55"/>
    <w:p w:rsidR="00DB6F55" w:rsidRDefault="00DB6F55">
      <w:r>
        <w:t>Indicate what’s happening to Mr. Norman’s motion during each of the indicated time periods.</w:t>
      </w:r>
    </w:p>
    <w:p w:rsidR="00DB6F55" w:rsidRDefault="00DB6F55">
      <w:r>
        <w:rPr>
          <w:noProof/>
        </w:rPr>
        <w:drawing>
          <wp:anchor distT="0" distB="0" distL="114300" distR="114300" simplePos="0" relativeHeight="251659264" behindDoc="0" locked="0" layoutInCell="1" allowOverlap="1" wp14:anchorId="342BC90F" wp14:editId="0ECD01AB">
            <wp:simplePos x="0" y="0"/>
            <wp:positionH relativeFrom="column">
              <wp:posOffset>370840</wp:posOffset>
            </wp:positionH>
            <wp:positionV relativeFrom="paragraph">
              <wp:posOffset>36195</wp:posOffset>
            </wp:positionV>
            <wp:extent cx="4581525" cy="249555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ph_2.gi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2495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F55" w:rsidRDefault="00DB6F55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DB60ADC" wp14:editId="0BCB67ED">
                <wp:simplePos x="0" y="0"/>
                <wp:positionH relativeFrom="column">
                  <wp:posOffset>3739515</wp:posOffset>
                </wp:positionH>
                <wp:positionV relativeFrom="paragraph">
                  <wp:posOffset>292735</wp:posOffset>
                </wp:positionV>
                <wp:extent cx="873760" cy="1175385"/>
                <wp:effectExtent l="0" t="0" r="21590" b="2476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3760" cy="117538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" o:spid="_x0000_s1026" style="position:absolute;margin-left:294.45pt;margin-top:23.05pt;width:68.8pt;height:92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" fillcolor="white [3212]" strokecolor="white [3212]" strokeweight="2pt"/>
            </w:pict>
          </mc:Fallback>
        </mc:AlternateContent>
      </w:r>
    </w:p>
    <w:p w:rsidR="00DB6F55" w:rsidRDefault="00DB6F55"/>
    <w:p w:rsidR="00DB6F55" w:rsidRDefault="00DB6F55"/>
    <w:p w:rsidR="00DB6F55" w:rsidRDefault="00DB6F55">
      <w:r>
        <w:br w:type="page"/>
      </w:r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lastRenderedPageBreak/>
        <w:t>Preparing for your Related Rat</w:t>
      </w:r>
      <w:r w:rsidR="00CA510E">
        <w:rPr>
          <w:rFonts w:ascii="Arial" w:hAnsi="Arial" w:cs="Arial"/>
          <w:color w:val="000000"/>
          <w:sz w:val="32"/>
          <w:szCs w:val="32"/>
        </w:rPr>
        <w:t>es Quiz (it's on Wednesday 11/19</w:t>
      </w:r>
      <w:r>
        <w:rPr>
          <w:rFonts w:ascii="Arial" w:hAnsi="Arial" w:cs="Arial"/>
          <w:color w:val="000000"/>
          <w:sz w:val="32"/>
          <w:szCs w:val="32"/>
        </w:rPr>
        <w:t>/201</w:t>
      </w:r>
      <w:r w:rsidR="00CA510E">
        <w:rPr>
          <w:rFonts w:ascii="Arial" w:hAnsi="Arial" w:cs="Arial"/>
          <w:color w:val="000000"/>
          <w:sz w:val="32"/>
          <w:szCs w:val="32"/>
        </w:rPr>
        <w:t>4</w:t>
      </w:r>
      <w:r>
        <w:rPr>
          <w:rFonts w:ascii="Arial" w:hAnsi="Arial" w:cs="Arial"/>
          <w:color w:val="000000"/>
          <w:sz w:val="32"/>
          <w:szCs w:val="32"/>
        </w:rPr>
        <w:t>)</w:t>
      </w:r>
      <w:bookmarkStart w:id="0" w:name="_GoBack"/>
      <w:bookmarkEnd w:id="0"/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r w:rsidRPr="00DB6F55">
        <w:rPr>
          <w:rFonts w:ascii="Arial" w:hAnsi="Arial" w:cs="Arial"/>
          <w:color w:val="000000"/>
          <w:sz w:val="28"/>
          <w:szCs w:val="32"/>
        </w:rPr>
        <w:t xml:space="preserve">Study suggestions: </w:t>
      </w: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8"/>
          <w:szCs w:val="20"/>
        </w:rPr>
      </w:pPr>
    </w:p>
    <w:p w:rsidR="00DB6F55" w:rsidRPr="00DB6F55" w:rsidRDefault="00DB6F55" w:rsidP="00DB6F5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proofErr w:type="gramStart"/>
      <w:r w:rsidRPr="00DB6F55">
        <w:rPr>
          <w:rFonts w:ascii="Arial" w:hAnsi="Arial" w:cs="Arial"/>
          <w:color w:val="000000"/>
          <w:sz w:val="28"/>
          <w:szCs w:val="32"/>
        </w:rPr>
        <w:t>complete</w:t>
      </w:r>
      <w:proofErr w:type="gramEnd"/>
      <w:r w:rsidRPr="00DB6F55">
        <w:rPr>
          <w:rFonts w:ascii="Arial" w:hAnsi="Arial" w:cs="Arial"/>
          <w:color w:val="000000"/>
          <w:sz w:val="28"/>
          <w:szCs w:val="32"/>
        </w:rPr>
        <w:t xml:space="preserve"> several problems each day. Come ask for help as needed.</w:t>
      </w: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8"/>
          <w:szCs w:val="20"/>
        </w:rPr>
      </w:pPr>
    </w:p>
    <w:p w:rsidR="00DB6F55" w:rsidRPr="00DB6F55" w:rsidRDefault="00DB6F55" w:rsidP="00DB6F55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r w:rsidRPr="00DB6F55">
        <w:rPr>
          <w:rFonts w:ascii="Arial" w:hAnsi="Arial" w:cs="Arial"/>
          <w:color w:val="000000"/>
          <w:sz w:val="28"/>
          <w:szCs w:val="32"/>
        </w:rPr>
        <w:t xml:space="preserve">W, day 1: </w:t>
      </w:r>
    </w:p>
    <w:p w:rsidR="00DB6F55" w:rsidRPr="00DB6F55" w:rsidRDefault="00DB6F55" w:rsidP="00DB6F55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r w:rsidRPr="00DB6F55">
        <w:rPr>
          <w:rFonts w:ascii="Arial" w:hAnsi="Arial" w:cs="Arial"/>
          <w:color w:val="000000"/>
          <w:sz w:val="28"/>
          <w:szCs w:val="32"/>
        </w:rPr>
        <w:t>R, day 2:</w:t>
      </w:r>
    </w:p>
    <w:p w:rsidR="00DB6F55" w:rsidRPr="00DB6F55" w:rsidRDefault="00DB6F55" w:rsidP="00DB6F55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r w:rsidRPr="00DB6F55">
        <w:rPr>
          <w:rFonts w:ascii="Arial" w:hAnsi="Arial" w:cs="Arial"/>
          <w:color w:val="000000"/>
          <w:sz w:val="28"/>
          <w:szCs w:val="32"/>
        </w:rPr>
        <w:t xml:space="preserve">F, day 3: </w:t>
      </w:r>
    </w:p>
    <w:p w:rsidR="00DB6F55" w:rsidRPr="00DB6F55" w:rsidRDefault="00DB6F55" w:rsidP="00DB6F55">
      <w:pPr>
        <w:pStyle w:val="ListParagraph"/>
        <w:numPr>
          <w:ilvl w:val="1"/>
          <w:numId w:val="3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r w:rsidRPr="00DB6F55">
        <w:rPr>
          <w:rFonts w:ascii="Arial" w:hAnsi="Arial" w:cs="Arial"/>
          <w:color w:val="000000"/>
          <w:sz w:val="28"/>
          <w:szCs w:val="32"/>
        </w:rPr>
        <w:t>M, day 4:</w:t>
      </w: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8"/>
          <w:szCs w:val="20"/>
        </w:rPr>
      </w:pPr>
    </w:p>
    <w:p w:rsidR="00DB6F55" w:rsidRPr="00DB6F55" w:rsidRDefault="00DB6F55" w:rsidP="00DB6F5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proofErr w:type="gramStart"/>
      <w:r w:rsidRPr="00DB6F55">
        <w:rPr>
          <w:rFonts w:ascii="Arial" w:hAnsi="Arial" w:cs="Arial"/>
          <w:color w:val="000000"/>
          <w:sz w:val="28"/>
          <w:szCs w:val="32"/>
        </w:rPr>
        <w:t>memorize</w:t>
      </w:r>
      <w:proofErr w:type="gramEnd"/>
      <w:r w:rsidRPr="00DB6F55">
        <w:rPr>
          <w:rFonts w:ascii="Arial" w:hAnsi="Arial" w:cs="Arial"/>
          <w:color w:val="000000"/>
          <w:sz w:val="28"/>
          <w:szCs w:val="32"/>
        </w:rPr>
        <w:t xml:space="preserve"> formulas. Make flashcards!</w:t>
      </w: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8"/>
          <w:szCs w:val="20"/>
        </w:rPr>
      </w:pPr>
    </w:p>
    <w:p w:rsidR="00DB6F55" w:rsidRPr="00DB6F55" w:rsidRDefault="00DB6F55" w:rsidP="00DB6F5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r w:rsidRPr="00DB6F55">
        <w:rPr>
          <w:rFonts w:ascii="Arial" w:hAnsi="Arial" w:cs="Arial"/>
          <w:color w:val="000000"/>
          <w:sz w:val="28"/>
          <w:szCs w:val="32"/>
        </w:rPr>
        <w:t>In days 2-6, rework the exercises again after covering up your previous solutions.</w:t>
      </w: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8"/>
          <w:szCs w:val="20"/>
        </w:rPr>
      </w:pPr>
    </w:p>
    <w:p w:rsidR="00DB6F55" w:rsidRPr="00DB6F55" w:rsidRDefault="00DB6F55" w:rsidP="00DB6F5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proofErr w:type="gramStart"/>
      <w:r w:rsidRPr="00DB6F55">
        <w:rPr>
          <w:rFonts w:ascii="Arial" w:hAnsi="Arial" w:cs="Arial"/>
          <w:color w:val="000000"/>
          <w:sz w:val="28"/>
          <w:szCs w:val="32"/>
        </w:rPr>
        <w:t>watch</w:t>
      </w:r>
      <w:proofErr w:type="gramEnd"/>
      <w:r w:rsidRPr="00DB6F55">
        <w:rPr>
          <w:rFonts w:ascii="Arial" w:hAnsi="Arial" w:cs="Arial"/>
          <w:color w:val="000000"/>
          <w:sz w:val="28"/>
          <w:szCs w:val="32"/>
        </w:rPr>
        <w:t xml:space="preserve"> </w:t>
      </w:r>
      <w:proofErr w:type="spellStart"/>
      <w:r w:rsidRPr="00DB6F55">
        <w:rPr>
          <w:rFonts w:ascii="Arial" w:hAnsi="Arial" w:cs="Arial"/>
          <w:color w:val="000000"/>
          <w:sz w:val="28"/>
          <w:szCs w:val="32"/>
        </w:rPr>
        <w:t>youtube</w:t>
      </w:r>
      <w:proofErr w:type="spellEnd"/>
      <w:r w:rsidRPr="00DB6F55">
        <w:rPr>
          <w:rFonts w:ascii="Arial" w:hAnsi="Arial" w:cs="Arial"/>
          <w:color w:val="000000"/>
          <w:sz w:val="28"/>
          <w:szCs w:val="32"/>
        </w:rPr>
        <w:t xml:space="preserve"> videos!</w:t>
      </w: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8"/>
          <w:szCs w:val="20"/>
        </w:rPr>
      </w:pPr>
    </w:p>
    <w:p w:rsidR="00DB6F55" w:rsidRPr="00DB6F55" w:rsidRDefault="00DB6F55" w:rsidP="00DB6F55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8"/>
          <w:szCs w:val="32"/>
        </w:rPr>
      </w:pPr>
      <w:proofErr w:type="gramStart"/>
      <w:r w:rsidRPr="00DB6F55">
        <w:rPr>
          <w:rFonts w:ascii="Arial" w:hAnsi="Arial" w:cs="Arial"/>
          <w:color w:val="000000"/>
          <w:sz w:val="28"/>
          <w:szCs w:val="32"/>
        </w:rPr>
        <w:t>form</w:t>
      </w:r>
      <w:proofErr w:type="gramEnd"/>
      <w:r w:rsidRPr="00DB6F55">
        <w:rPr>
          <w:rFonts w:ascii="Arial" w:hAnsi="Arial" w:cs="Arial"/>
          <w:color w:val="000000"/>
          <w:sz w:val="28"/>
          <w:szCs w:val="32"/>
        </w:rPr>
        <w:t xml:space="preserve"> study groups. Do a Calculus problem at lunch in the cafeteria. </w:t>
      </w:r>
      <w:r w:rsidRPr="00DB6F55">
        <w:rPr>
          <w:rFonts w:ascii="Arial" w:hAnsi="Arial" w:cs="Arial"/>
          <w:color w:val="000000"/>
          <w:sz w:val="28"/>
          <w:szCs w:val="32"/>
        </w:rPr>
        <w:br/>
        <w:t>Or at Panera.</w:t>
      </w:r>
    </w:p>
    <w:p w:rsidR="00DB6F55" w:rsidRP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18"/>
          <w:szCs w:val="20"/>
        </w:rPr>
      </w:pPr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DB6F55" w:rsidRDefault="00DB6F55" w:rsidP="00DB6F55">
      <w:pPr>
        <w:autoSpaceDE w:val="0"/>
        <w:autoSpaceDN w:val="0"/>
        <w:adjustRightInd w:val="0"/>
        <w:spacing w:after="0" w:line="240" w:lineRule="auto"/>
        <w:rPr>
          <w:rFonts w:ascii="System" w:hAnsi="System" w:cs="System"/>
          <w:b/>
          <w:bCs/>
          <w:sz w:val="20"/>
          <w:szCs w:val="20"/>
        </w:rPr>
      </w:pPr>
    </w:p>
    <w:p w:rsidR="00DB6F55" w:rsidRDefault="00DB6F55"/>
    <w:sectPr w:rsidR="00DB6F55" w:rsidSect="00DB6F55">
      <w:pgSz w:w="12240" w:h="15840"/>
      <w:pgMar w:top="720" w:right="1008" w:bottom="720" w:left="100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83922"/>
    <w:multiLevelType w:val="hybridMultilevel"/>
    <w:tmpl w:val="33D857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120F6"/>
    <w:multiLevelType w:val="hybridMultilevel"/>
    <w:tmpl w:val="72AC92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A93543"/>
    <w:multiLevelType w:val="hybridMultilevel"/>
    <w:tmpl w:val="08E47A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F55"/>
    <w:rsid w:val="000121D6"/>
    <w:rsid w:val="000820C3"/>
    <w:rsid w:val="0008249B"/>
    <w:rsid w:val="00090836"/>
    <w:rsid w:val="000C2A47"/>
    <w:rsid w:val="00124A3C"/>
    <w:rsid w:val="00145419"/>
    <w:rsid w:val="00171309"/>
    <w:rsid w:val="001B2F3C"/>
    <w:rsid w:val="001D70F0"/>
    <w:rsid w:val="001E02B0"/>
    <w:rsid w:val="00230C91"/>
    <w:rsid w:val="002927DD"/>
    <w:rsid w:val="002C1B1F"/>
    <w:rsid w:val="002C3877"/>
    <w:rsid w:val="002F2F74"/>
    <w:rsid w:val="00302AD3"/>
    <w:rsid w:val="0031161E"/>
    <w:rsid w:val="00355941"/>
    <w:rsid w:val="00383700"/>
    <w:rsid w:val="003D4215"/>
    <w:rsid w:val="0043605F"/>
    <w:rsid w:val="00441CED"/>
    <w:rsid w:val="00443F9B"/>
    <w:rsid w:val="004800C5"/>
    <w:rsid w:val="004D3A47"/>
    <w:rsid w:val="004D63FD"/>
    <w:rsid w:val="00517ED9"/>
    <w:rsid w:val="005606C9"/>
    <w:rsid w:val="005C1556"/>
    <w:rsid w:val="005D706A"/>
    <w:rsid w:val="005E4740"/>
    <w:rsid w:val="00600E72"/>
    <w:rsid w:val="00630102"/>
    <w:rsid w:val="00662187"/>
    <w:rsid w:val="00691825"/>
    <w:rsid w:val="006977C3"/>
    <w:rsid w:val="006D0181"/>
    <w:rsid w:val="006D6F39"/>
    <w:rsid w:val="007241E6"/>
    <w:rsid w:val="00793F69"/>
    <w:rsid w:val="007E2FEB"/>
    <w:rsid w:val="007F2199"/>
    <w:rsid w:val="008562DA"/>
    <w:rsid w:val="008725DF"/>
    <w:rsid w:val="008E156C"/>
    <w:rsid w:val="008E6251"/>
    <w:rsid w:val="00902DFD"/>
    <w:rsid w:val="00907670"/>
    <w:rsid w:val="00980E99"/>
    <w:rsid w:val="009C4DA6"/>
    <w:rsid w:val="00A03010"/>
    <w:rsid w:val="00A1573D"/>
    <w:rsid w:val="00A2383A"/>
    <w:rsid w:val="00A53BC7"/>
    <w:rsid w:val="00A56807"/>
    <w:rsid w:val="00A619E0"/>
    <w:rsid w:val="00AB2797"/>
    <w:rsid w:val="00AB54BD"/>
    <w:rsid w:val="00AC2D9E"/>
    <w:rsid w:val="00AC5A77"/>
    <w:rsid w:val="00B04AC8"/>
    <w:rsid w:val="00B56F0B"/>
    <w:rsid w:val="00BA0B1B"/>
    <w:rsid w:val="00BA223D"/>
    <w:rsid w:val="00BA2927"/>
    <w:rsid w:val="00BE5DF1"/>
    <w:rsid w:val="00C210D3"/>
    <w:rsid w:val="00C22EE6"/>
    <w:rsid w:val="00C2716A"/>
    <w:rsid w:val="00C46433"/>
    <w:rsid w:val="00C52AFC"/>
    <w:rsid w:val="00C64B19"/>
    <w:rsid w:val="00C651B8"/>
    <w:rsid w:val="00CA360A"/>
    <w:rsid w:val="00CA510E"/>
    <w:rsid w:val="00CD009E"/>
    <w:rsid w:val="00D86329"/>
    <w:rsid w:val="00DB2C07"/>
    <w:rsid w:val="00DB6F55"/>
    <w:rsid w:val="00DC62C9"/>
    <w:rsid w:val="00DD4927"/>
    <w:rsid w:val="00E00114"/>
    <w:rsid w:val="00E2667B"/>
    <w:rsid w:val="00E338C4"/>
    <w:rsid w:val="00E411FA"/>
    <w:rsid w:val="00E700E4"/>
    <w:rsid w:val="00ED2044"/>
    <w:rsid w:val="00ED7E62"/>
    <w:rsid w:val="00EF6BDD"/>
    <w:rsid w:val="00F038BA"/>
    <w:rsid w:val="00F24D71"/>
    <w:rsid w:val="00F37F40"/>
    <w:rsid w:val="00F5172E"/>
    <w:rsid w:val="00F53013"/>
    <w:rsid w:val="00F803E5"/>
    <w:rsid w:val="00FA2BDD"/>
    <w:rsid w:val="00FD2ED3"/>
    <w:rsid w:val="00FD5D27"/>
    <w:rsid w:val="00FD5E89"/>
    <w:rsid w:val="00FF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F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6F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8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6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F5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6F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1C7877CD</Template>
  <TotalTime>0</TotalTime>
  <Pages>2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2</cp:revision>
  <cp:lastPrinted>2014-11-12T16:34:00Z</cp:lastPrinted>
  <dcterms:created xsi:type="dcterms:W3CDTF">2014-11-12T17:25:00Z</dcterms:created>
  <dcterms:modified xsi:type="dcterms:W3CDTF">2014-11-12T17:25:00Z</dcterms:modified>
</cp:coreProperties>
</file>