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25" w:rsidRDefault="00BD73F2">
      <w:r>
        <w:t>Algebra 1 – WH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names ______________________________________</w:t>
      </w:r>
    </w:p>
    <w:p w:rsidR="00BD73F2" w:rsidRDefault="00BD73F2">
      <w:r>
        <w:rPr>
          <w:rFonts w:ascii="Helvetica" w:hAnsi="Helvetica" w:cs="Helvetica"/>
          <w:color w:val="373737"/>
          <w:sz w:val="23"/>
          <w:szCs w:val="23"/>
          <w:lang w:val="en"/>
        </w:rPr>
        <w:t>The answer shown below is wrong.  Try working your way through the problem. As you find each mistake,</w:t>
      </w:r>
      <w:r>
        <w:rPr>
          <w:rFonts w:ascii="Helvetica" w:hAnsi="Helvetica" w:cs="Helvetica"/>
          <w:color w:val="373737"/>
          <w:sz w:val="23"/>
          <w:szCs w:val="23"/>
          <w:lang w:val="en"/>
        </w:rPr>
        <w:t xml:space="preserve"> identify it by making a note of what error(s) was made, and correct the work on the right-hand side.</w:t>
      </w:r>
    </w:p>
    <w:p w:rsidR="00BD73F2" w:rsidRDefault="00BD73F2"/>
    <w:p w:rsidR="00BD73F2" w:rsidRDefault="00BD73F2" w:rsidP="00BD73F2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noProof/>
          <w:color w:val="373737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4406202</wp:posOffset>
                </wp:positionH>
                <wp:positionV relativeFrom="paragraph">
                  <wp:posOffset>51315</wp:posOffset>
                </wp:positionV>
                <wp:extent cx="0" cy="2934119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411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6.95pt,4.05pt" to="346.95pt,2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" strokecolor="#4579b8 [3044]"/>
            </w:pict>
          </mc:Fallback>
        </mc:AlternateContent>
      </w:r>
      <w:r>
        <w:rPr>
          <w:rFonts w:ascii="Helvetica" w:hAnsi="Helvetica" w:cs="Helvetica"/>
          <w:noProof/>
          <w:color w:val="373737"/>
          <w:sz w:val="23"/>
          <w:szCs w:val="23"/>
        </w:rPr>
        <w:drawing>
          <wp:inline distT="0" distB="0" distL="0" distR="0" wp14:anchorId="715FB10D" wp14:editId="7F182C4A">
            <wp:extent cx="3004185" cy="170815"/>
            <wp:effectExtent l="0" t="0" r="5715" b="635"/>
            <wp:docPr id="5" name="Picture 5" descr="(1-d+e)-(2d-3e+4)-(-4e+3d-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(1-d+e)-(2d-3e+4)-(-4e+3d-2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8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3F2" w:rsidRDefault="00BD73F2" w:rsidP="00BD73F2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</w:p>
    <w:p w:rsidR="00BD73F2" w:rsidRDefault="00BD73F2" w:rsidP="00BD73F2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noProof/>
          <w:color w:val="373737"/>
          <w:sz w:val="23"/>
          <w:szCs w:val="23"/>
        </w:rPr>
        <w:drawing>
          <wp:inline distT="0" distB="0" distL="0" distR="0" wp14:anchorId="48AC2E8C" wp14:editId="10828169">
            <wp:extent cx="3175000" cy="170815"/>
            <wp:effectExtent l="0" t="0" r="6350" b="635"/>
            <wp:docPr id="4" name="Picture 4" descr="=(1-d+e)-(-2d+3e-4)+(4e-3d-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=(1-d+e)-(-2d+3e-4)+(4e-3d-2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3F2" w:rsidRDefault="00BD73F2" w:rsidP="00BD73F2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</w:p>
    <w:p w:rsidR="00BD73F2" w:rsidRDefault="00BD73F2" w:rsidP="00BD73F2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noProof/>
          <w:color w:val="373737"/>
          <w:sz w:val="23"/>
          <w:szCs w:val="23"/>
        </w:rPr>
        <w:drawing>
          <wp:inline distT="0" distB="0" distL="0" distR="0" wp14:anchorId="24C77447" wp14:editId="12C48E87">
            <wp:extent cx="2693035" cy="120650"/>
            <wp:effectExtent l="0" t="0" r="0" b="0"/>
            <wp:docPr id="3" name="Picture 3" descr="=1-d+e+2d-3e+4+4e-3d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=1-d+e+2d-3e+4+4e-3d-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035" cy="12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3F2" w:rsidRDefault="00BD73F2" w:rsidP="00BD73F2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</w:p>
    <w:p w:rsidR="00BD73F2" w:rsidRDefault="00BD73F2" w:rsidP="00BD73F2">
      <w:pPr>
        <w:pStyle w:val="NormalWeb"/>
        <w:shd w:val="clear" w:color="auto" w:fill="FFFFFF"/>
        <w:rPr>
          <w:rFonts w:ascii="Helvetica" w:hAnsi="Helvetica" w:cs="Helvetica"/>
          <w:color w:val="373737"/>
          <w:sz w:val="23"/>
          <w:szCs w:val="23"/>
          <w:lang w:val="en"/>
        </w:rPr>
      </w:pPr>
      <w:r>
        <w:rPr>
          <w:rFonts w:ascii="Helvetica" w:hAnsi="Helvetica" w:cs="Helvetica"/>
          <w:noProof/>
          <w:color w:val="373737"/>
          <w:sz w:val="23"/>
          <w:szCs w:val="23"/>
        </w:rPr>
        <w:drawing>
          <wp:inline distT="0" distB="0" distL="0" distR="0" wp14:anchorId="6F45EA64" wp14:editId="683E00C7">
            <wp:extent cx="2823845" cy="120650"/>
            <wp:effectExtent l="0" t="0" r="0" b="0"/>
            <wp:docPr id="2" name="Picture 2" descr="=-d+2d-3d+e-3e+4e+1+4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=-d+2d-3d+e-3e+4e+1+4-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845" cy="12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3F2" w:rsidRDefault="00BD73F2">
      <w:bookmarkStart w:id="0" w:name="_GoBack"/>
      <w:bookmarkEnd w:id="0"/>
    </w:p>
    <w:p w:rsidR="00BD73F2" w:rsidRDefault="00BD73F2">
      <w:r>
        <w:rPr>
          <w:rFonts w:ascii="Helvetica" w:hAnsi="Helvetica" w:cs="Helvetica"/>
          <w:noProof/>
          <w:color w:val="373737"/>
          <w:sz w:val="23"/>
          <w:szCs w:val="23"/>
        </w:rPr>
        <w:drawing>
          <wp:inline distT="0" distB="0" distL="0" distR="0" wp14:anchorId="5A487FA4" wp14:editId="2A55A2C7">
            <wp:extent cx="1045210" cy="120650"/>
            <wp:effectExtent l="0" t="0" r="2540" b="0"/>
            <wp:docPr id="1" name="Picture 1" descr="=-6d+2e+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=-6d+2e+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12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D73F2" w:rsidSect="00BD73F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3F2"/>
    <w:rsid w:val="003F5325"/>
    <w:rsid w:val="00BD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73F2"/>
    <w:pPr>
      <w:spacing w:before="100" w:beforeAutospacing="1" w:after="3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3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73F2"/>
    <w:pPr>
      <w:spacing w:before="100" w:beforeAutospacing="1" w:after="3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3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3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0662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54897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23304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1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9D3F4BFD</Template>
  <TotalTime>40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Norman, Bill</dc:creator>
  <cp:lastModifiedBy>Norman, Bill</cp:lastModifiedBy>
  <cp:revision>1</cp:revision>
  <cp:lastPrinted>2014-11-13T13:14:00Z</cp:lastPrinted>
  <dcterms:created xsi:type="dcterms:W3CDTF">2014-11-13T13:09:00Z</dcterms:created>
  <dcterms:modified xsi:type="dcterms:W3CDTF">2014-11-13T13:49:00Z</dcterms:modified>
</cp:coreProperties>
</file>