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25" w:rsidRDefault="0047099E">
      <w:proofErr w:type="spellStart"/>
      <w:r>
        <w:t>Calc</w:t>
      </w:r>
      <w:proofErr w:type="spellEnd"/>
      <w:r>
        <w:t xml:space="preserve"> Examples</w:t>
      </w:r>
      <w:r>
        <w:tab/>
      </w:r>
      <w:r>
        <w:tab/>
      </w:r>
    </w:p>
    <w:p w:rsidR="0047099E" w:rsidRDefault="0047099E">
      <w:r>
        <w:t>Check these: Page 91 (b, c, &amp; d)</w:t>
      </w:r>
      <w:r>
        <w:tab/>
      </w:r>
      <w:r>
        <w:tab/>
      </w:r>
      <w:r>
        <w:tab/>
      </w:r>
      <w:r>
        <w:tab/>
        <w:t xml:space="preserve">Learn from these: </w:t>
      </w:r>
      <w:bookmarkStart w:id="0" w:name="_GoBack"/>
      <w:bookmarkEnd w:id="0"/>
      <w:r>
        <w:t>page 92</w:t>
      </w:r>
      <w:r>
        <w:tab/>
      </w:r>
      <w:r>
        <w:tab/>
      </w:r>
      <w:r>
        <w:tab/>
      </w:r>
      <w:r>
        <w:tab/>
      </w:r>
    </w:p>
    <w:p w:rsidR="0047099E" w:rsidRDefault="0047099E">
      <w:r>
        <w:rPr>
          <w:noProof/>
        </w:rPr>
        <w:drawing>
          <wp:anchor distT="0" distB="0" distL="114300" distR="114300" simplePos="0" relativeHeight="251658240" behindDoc="0" locked="0" layoutInCell="1" allowOverlap="1" wp14:anchorId="57570F8A" wp14:editId="41FBF8E0">
            <wp:simplePos x="0" y="0"/>
            <wp:positionH relativeFrom="column">
              <wp:posOffset>3049270</wp:posOffset>
            </wp:positionH>
            <wp:positionV relativeFrom="paragraph">
              <wp:posOffset>383540</wp:posOffset>
            </wp:positionV>
            <wp:extent cx="5943600" cy="4698365"/>
            <wp:effectExtent l="0" t="0" r="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98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73681A8B" wp14:editId="7BCF35FC">
            <wp:extent cx="2032298" cy="5076967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40336" cy="5097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099E" w:rsidRDefault="0047099E"/>
    <w:p w:rsidR="0047099E" w:rsidRDefault="0047099E"/>
    <w:p w:rsidR="0047099E" w:rsidRDefault="0047099E">
      <w:r>
        <w:t xml:space="preserve">HW:  </w:t>
      </w:r>
      <w:proofErr w:type="spellStart"/>
      <w:r>
        <w:t>dopage</w:t>
      </w:r>
      <w:proofErr w:type="spellEnd"/>
      <w:r>
        <w:t xml:space="preserve"> 92 (e &amp; f), do pages 97-100 (don’t do #5 on page 100)</w:t>
      </w:r>
    </w:p>
    <w:sectPr w:rsidR="0047099E" w:rsidSect="0047099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9E"/>
    <w:rsid w:val="003F5325"/>
    <w:rsid w:val="0047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99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0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99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212F8C5A</Template>
  <TotalTime>128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Bill</dc:creator>
  <cp:lastModifiedBy>Norman, Bill</cp:lastModifiedBy>
  <cp:revision>1</cp:revision>
  <cp:lastPrinted>2014-12-02T16:28:00Z</cp:lastPrinted>
  <dcterms:created xsi:type="dcterms:W3CDTF">2014-12-02T16:23:00Z</dcterms:created>
  <dcterms:modified xsi:type="dcterms:W3CDTF">2014-12-02T18:33:00Z</dcterms:modified>
</cp:coreProperties>
</file>