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4927" w:rsidRDefault="00C8415E" w:rsidP="00C8415E">
      <w:pPr>
        <w:pStyle w:val="NoSpacing"/>
      </w:pPr>
      <w:r>
        <w:t>2015 Algebra 1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</w:t>
      </w:r>
    </w:p>
    <w:p w:rsidR="00C8415E" w:rsidRDefault="00C8415E" w:rsidP="00C8415E">
      <w:pPr>
        <w:pStyle w:val="NoSpacing"/>
      </w:pPr>
      <w:r>
        <w:t>Review Final Exam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>__________________  Period: ______</w:t>
      </w:r>
    </w:p>
    <w:p w:rsidR="00C8415E" w:rsidRDefault="00FF633D" w:rsidP="00C8415E">
      <w:pPr>
        <w:pStyle w:val="NoSpacing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CB44D41" wp14:editId="1C0470C3">
            <wp:simplePos x="0" y="0"/>
            <wp:positionH relativeFrom="column">
              <wp:posOffset>4429125</wp:posOffset>
            </wp:positionH>
            <wp:positionV relativeFrom="paragraph">
              <wp:posOffset>68580</wp:posOffset>
            </wp:positionV>
            <wp:extent cx="1085850" cy="674543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6745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540"/>
        <w:gridCol w:w="1296"/>
        <w:gridCol w:w="3672"/>
      </w:tblGrid>
      <w:tr w:rsidR="00FF633D" w:rsidTr="00FF633D">
        <w:tc>
          <w:tcPr>
            <w:tcW w:w="5508" w:type="dxa"/>
            <w:gridSpan w:val="2"/>
          </w:tcPr>
          <w:p w:rsidR="00FF633D" w:rsidRDefault="00FF633D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15B6909" wp14:editId="7AD92F0B">
                  <wp:simplePos x="0" y="0"/>
                  <wp:positionH relativeFrom="column">
                    <wp:posOffset>666750</wp:posOffset>
                  </wp:positionH>
                  <wp:positionV relativeFrom="paragraph">
                    <wp:posOffset>1501140</wp:posOffset>
                  </wp:positionV>
                  <wp:extent cx="1609725" cy="330417"/>
                  <wp:effectExtent l="0" t="0" r="0" b="0"/>
                  <wp:wrapNone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3304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78EEC2B6" wp14:editId="7AB0BAC6">
                  <wp:simplePos x="0" y="0"/>
                  <wp:positionH relativeFrom="column">
                    <wp:posOffset>733426</wp:posOffset>
                  </wp:positionH>
                  <wp:positionV relativeFrom="paragraph">
                    <wp:posOffset>-3810</wp:posOffset>
                  </wp:positionV>
                  <wp:extent cx="1543050" cy="355467"/>
                  <wp:effectExtent l="0" t="0" r="0" b="6985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3554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1)</w:t>
            </w:r>
            <w:r>
              <w:rPr>
                <w:noProof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FF633D" w:rsidRDefault="00FF633D" w:rsidP="00C8415E">
            <w:pPr>
              <w:pStyle w:val="NoSpacing"/>
            </w:pPr>
            <w:r>
              <w:t>2)</w:t>
            </w:r>
            <w:r>
              <w:rPr>
                <w:noProof/>
              </w:rPr>
              <w:t xml:space="preserve"> </w:t>
            </w: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68FA251B" wp14:editId="5F6E5B4B">
                  <wp:simplePos x="0" y="0"/>
                  <wp:positionH relativeFrom="column">
                    <wp:posOffset>769620</wp:posOffset>
                  </wp:positionH>
                  <wp:positionV relativeFrom="paragraph">
                    <wp:posOffset>127635</wp:posOffset>
                  </wp:positionV>
                  <wp:extent cx="1543050" cy="600075"/>
                  <wp:effectExtent l="0" t="0" r="0" b="9525"/>
                  <wp:wrapNone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60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633D" w:rsidTr="00FF633D">
        <w:tc>
          <w:tcPr>
            <w:tcW w:w="5508" w:type="dxa"/>
            <w:gridSpan w:val="2"/>
          </w:tcPr>
          <w:p w:rsidR="00FF633D" w:rsidRDefault="00FF633D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62336" behindDoc="1" locked="0" layoutInCell="1" allowOverlap="1" wp14:anchorId="1A5D9E74" wp14:editId="14949193">
                  <wp:simplePos x="0" y="0"/>
                  <wp:positionH relativeFrom="column">
                    <wp:posOffset>809625</wp:posOffset>
                  </wp:positionH>
                  <wp:positionV relativeFrom="paragraph">
                    <wp:posOffset>1655445</wp:posOffset>
                  </wp:positionV>
                  <wp:extent cx="1485900" cy="36703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85900" cy="367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3)</w:t>
            </w:r>
            <w:r>
              <w:rPr>
                <w:noProof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FF633D" w:rsidRDefault="00FF633D" w:rsidP="00C8415E">
            <w:pPr>
              <w:pStyle w:val="NoSpacing"/>
            </w:pPr>
            <w:r>
              <w:t>4)</w:t>
            </w:r>
            <w:r>
              <w:rPr>
                <w:noProof/>
              </w:rPr>
              <w:t xml:space="preserve"> </w:t>
            </w: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22A1682E" wp14:editId="252673E5">
                  <wp:simplePos x="0" y="0"/>
                  <wp:positionH relativeFrom="column">
                    <wp:posOffset>1122045</wp:posOffset>
                  </wp:positionH>
                  <wp:positionV relativeFrom="paragraph">
                    <wp:posOffset>149225</wp:posOffset>
                  </wp:positionV>
                  <wp:extent cx="990600" cy="271145"/>
                  <wp:effectExtent l="0" t="0" r="0" b="0"/>
                  <wp:wrapNone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271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633D" w:rsidTr="00FF633D">
        <w:tc>
          <w:tcPr>
            <w:tcW w:w="5508" w:type="dxa"/>
            <w:gridSpan w:val="2"/>
          </w:tcPr>
          <w:p w:rsidR="00FF633D" w:rsidRDefault="00F676DA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67456" behindDoc="1" locked="0" layoutInCell="1" allowOverlap="1" wp14:anchorId="4F38E119" wp14:editId="54204BCE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1677670</wp:posOffset>
                  </wp:positionV>
                  <wp:extent cx="1562100" cy="288925"/>
                  <wp:effectExtent l="0" t="0" r="0" b="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288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760901DD" wp14:editId="529967EE">
                  <wp:simplePos x="0" y="0"/>
                  <wp:positionH relativeFrom="column">
                    <wp:posOffset>2114550</wp:posOffset>
                  </wp:positionH>
                  <wp:positionV relativeFrom="paragraph">
                    <wp:posOffset>1287145</wp:posOffset>
                  </wp:positionV>
                  <wp:extent cx="1238250" cy="257175"/>
                  <wp:effectExtent l="0" t="0" r="0" b="9525"/>
                  <wp:wrapNone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633D">
              <w:t>5)</w:t>
            </w:r>
            <w:r w:rsidR="00FF633D">
              <w:rPr>
                <w:noProof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FF633D" w:rsidRDefault="00FF633D" w:rsidP="00C8415E">
            <w:pPr>
              <w:pStyle w:val="NoSpacing"/>
            </w:pPr>
            <w:r>
              <w:t>6)</w:t>
            </w:r>
            <w:r>
              <w:rPr>
                <w:noProof/>
              </w:rPr>
              <w:t xml:space="preserve"> </w:t>
            </w: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676DA" w:rsidRDefault="00F676DA" w:rsidP="00C8415E">
            <w:pPr>
              <w:pStyle w:val="NoSpacing"/>
            </w:pPr>
          </w:p>
          <w:p w:rsidR="00F676DA" w:rsidRDefault="00F676DA" w:rsidP="00C8415E">
            <w:pPr>
              <w:pStyle w:val="NoSpacing"/>
            </w:pPr>
          </w:p>
          <w:p w:rsidR="00F676DA" w:rsidRDefault="00F676DA" w:rsidP="00C8415E">
            <w:pPr>
              <w:pStyle w:val="NoSpacing"/>
            </w:pPr>
          </w:p>
          <w:p w:rsidR="00FF633D" w:rsidRDefault="00F676DA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6234FDD6" wp14:editId="25FAD58F">
                  <wp:simplePos x="0" y="0"/>
                  <wp:positionH relativeFrom="column">
                    <wp:posOffset>2112645</wp:posOffset>
                  </wp:positionH>
                  <wp:positionV relativeFrom="paragraph">
                    <wp:posOffset>123190</wp:posOffset>
                  </wp:positionV>
                  <wp:extent cx="1238250" cy="257175"/>
                  <wp:effectExtent l="0" t="0" r="0" b="9525"/>
                  <wp:wrapNone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633D" w:rsidRDefault="00FF633D" w:rsidP="00C8415E">
            <w:pPr>
              <w:pStyle w:val="NoSpacing"/>
            </w:pPr>
          </w:p>
          <w:p w:rsidR="00FF633D" w:rsidRDefault="00F676DA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68480" behindDoc="1" locked="0" layoutInCell="1" allowOverlap="1" wp14:anchorId="22DF881F" wp14:editId="7475D770">
                  <wp:simplePos x="0" y="0"/>
                  <wp:positionH relativeFrom="column">
                    <wp:posOffset>683895</wp:posOffset>
                  </wp:positionH>
                  <wp:positionV relativeFrom="paragraph">
                    <wp:posOffset>133350</wp:posOffset>
                  </wp:positionV>
                  <wp:extent cx="1476375" cy="258574"/>
                  <wp:effectExtent l="0" t="0" r="0" b="8255"/>
                  <wp:wrapNone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76375" cy="2585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FF633D" w:rsidTr="00FF633D">
        <w:tc>
          <w:tcPr>
            <w:tcW w:w="5508" w:type="dxa"/>
            <w:gridSpan w:val="2"/>
          </w:tcPr>
          <w:p w:rsidR="00FF633D" w:rsidRDefault="00B40DA2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73600" behindDoc="1" locked="0" layoutInCell="1" allowOverlap="1" wp14:anchorId="67D6DD25" wp14:editId="38EEBF37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1851660</wp:posOffset>
                  </wp:positionV>
                  <wp:extent cx="1657350" cy="1788134"/>
                  <wp:effectExtent l="0" t="0" r="0" b="3175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1788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76DA">
              <w:rPr>
                <w:noProof/>
              </w:rPr>
              <w:drawing>
                <wp:anchor distT="0" distB="0" distL="114300" distR="114300" simplePos="0" relativeHeight="251670528" behindDoc="1" locked="0" layoutInCell="1" allowOverlap="1" wp14:anchorId="3A2A749A" wp14:editId="09C806B3">
                  <wp:simplePos x="0" y="0"/>
                  <wp:positionH relativeFrom="column">
                    <wp:posOffset>2114550</wp:posOffset>
                  </wp:positionH>
                  <wp:positionV relativeFrom="paragraph">
                    <wp:posOffset>1431290</wp:posOffset>
                  </wp:positionV>
                  <wp:extent cx="1238250" cy="257175"/>
                  <wp:effectExtent l="0" t="0" r="0" b="9525"/>
                  <wp:wrapNone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F633D">
              <w:t>7)</w:t>
            </w:r>
            <w:r w:rsidR="00F676DA">
              <w:rPr>
                <w:noProof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FF633D" w:rsidRDefault="00FF633D" w:rsidP="00C8415E">
            <w:pPr>
              <w:pStyle w:val="NoSpacing"/>
            </w:pPr>
            <w:r>
              <w:t>8)</w:t>
            </w:r>
            <w:r w:rsidR="00F676DA">
              <w:rPr>
                <w:noProof/>
              </w:rPr>
              <w:t xml:space="preserve"> </w:t>
            </w: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676DA" w:rsidRDefault="00F676DA" w:rsidP="00C8415E">
            <w:pPr>
              <w:pStyle w:val="NoSpacing"/>
            </w:pPr>
          </w:p>
          <w:p w:rsidR="00F676DA" w:rsidRDefault="00F676DA" w:rsidP="00C8415E">
            <w:pPr>
              <w:pStyle w:val="NoSpacing"/>
            </w:pPr>
          </w:p>
          <w:p w:rsidR="00F676DA" w:rsidRDefault="00F676DA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F633D" w:rsidP="00C8415E">
            <w:pPr>
              <w:pStyle w:val="NoSpacing"/>
            </w:pPr>
          </w:p>
          <w:p w:rsidR="00FF633D" w:rsidRDefault="00F676DA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72576" behindDoc="1" locked="0" layoutInCell="1" allowOverlap="1" wp14:anchorId="59B5B0D5" wp14:editId="2A4DB0E0">
                  <wp:simplePos x="0" y="0"/>
                  <wp:positionH relativeFrom="column">
                    <wp:posOffset>2093595</wp:posOffset>
                  </wp:positionH>
                  <wp:positionV relativeFrom="paragraph">
                    <wp:posOffset>95250</wp:posOffset>
                  </wp:positionV>
                  <wp:extent cx="1238250" cy="257175"/>
                  <wp:effectExtent l="0" t="0" r="0" b="9525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0" cy="257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F633D" w:rsidRDefault="00FF633D" w:rsidP="00C8415E">
            <w:pPr>
              <w:pStyle w:val="NoSpacing"/>
            </w:pPr>
          </w:p>
          <w:p w:rsidR="00FF633D" w:rsidRDefault="00B40DA2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01873E85" wp14:editId="3C76302F">
                  <wp:simplePos x="0" y="0"/>
                  <wp:positionH relativeFrom="column">
                    <wp:posOffset>845820</wp:posOffset>
                  </wp:positionH>
                  <wp:positionV relativeFrom="paragraph">
                    <wp:posOffset>163195</wp:posOffset>
                  </wp:positionV>
                  <wp:extent cx="1543050" cy="1739051"/>
                  <wp:effectExtent l="0" t="0" r="0" b="0"/>
                  <wp:wrapNone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3050" cy="1739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0DA2" w:rsidTr="00B40DA2">
        <w:tc>
          <w:tcPr>
            <w:tcW w:w="5508" w:type="dxa"/>
            <w:gridSpan w:val="2"/>
          </w:tcPr>
          <w:p w:rsidR="00B40DA2" w:rsidRDefault="00B40DA2" w:rsidP="00C8415E">
            <w:pPr>
              <w:pStyle w:val="NoSpacing"/>
            </w:pPr>
            <w:r>
              <w:t>9)</w:t>
            </w:r>
            <w:r>
              <w:rPr>
                <w:noProof/>
              </w:rPr>
              <w:t xml:space="preserve"> </w:t>
            </w: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B40DA2" w:rsidRDefault="00B40DA2" w:rsidP="00C8415E">
            <w:pPr>
              <w:pStyle w:val="NoSpacing"/>
            </w:pPr>
            <w:r>
              <w:t>10)</w:t>
            </w:r>
            <w:r>
              <w:rPr>
                <w:noProof/>
              </w:rPr>
              <w:t xml:space="preserve"> </w:t>
            </w:r>
          </w:p>
        </w:tc>
      </w:tr>
      <w:tr w:rsidR="00B40DA2" w:rsidTr="00B40DA2">
        <w:tc>
          <w:tcPr>
            <w:tcW w:w="5508" w:type="dxa"/>
            <w:gridSpan w:val="2"/>
          </w:tcPr>
          <w:p w:rsidR="00B40DA2" w:rsidRDefault="005E3D36" w:rsidP="00C8415E">
            <w:pPr>
              <w:pStyle w:val="NoSpacing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9744" behindDoc="1" locked="0" layoutInCell="1" allowOverlap="1" wp14:anchorId="1D2359F0" wp14:editId="703E097A">
                  <wp:simplePos x="0" y="0"/>
                  <wp:positionH relativeFrom="column">
                    <wp:posOffset>619125</wp:posOffset>
                  </wp:positionH>
                  <wp:positionV relativeFrom="paragraph">
                    <wp:posOffset>1517650</wp:posOffset>
                  </wp:positionV>
                  <wp:extent cx="1927225" cy="2619375"/>
                  <wp:effectExtent l="0" t="0" r="0" b="9525"/>
                  <wp:wrapNone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27225" cy="2619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0DA2"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16FE7D7E" wp14:editId="3C20FB1A">
                  <wp:simplePos x="0" y="0"/>
                  <wp:positionH relativeFrom="column">
                    <wp:posOffset>323850</wp:posOffset>
                  </wp:positionH>
                  <wp:positionV relativeFrom="paragraph">
                    <wp:posOffset>746125</wp:posOffset>
                  </wp:positionV>
                  <wp:extent cx="2371725" cy="669925"/>
                  <wp:effectExtent l="0" t="0" r="9525" b="0"/>
                  <wp:wrapNone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1725" cy="669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0DA2">
              <w:rPr>
                <w:noProof/>
              </w:rPr>
              <w:drawing>
                <wp:anchor distT="0" distB="0" distL="114300" distR="114300" simplePos="0" relativeHeight="251675648" behindDoc="1" locked="0" layoutInCell="1" allowOverlap="1" wp14:anchorId="584DF45A" wp14:editId="41A40DB7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-25400</wp:posOffset>
                  </wp:positionV>
                  <wp:extent cx="2114550" cy="630781"/>
                  <wp:effectExtent l="0" t="0" r="0" b="0"/>
                  <wp:wrapNone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26633" cy="634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40DA2">
              <w:t>11)</w:t>
            </w:r>
            <w:r w:rsidR="00B40DA2">
              <w:rPr>
                <w:noProof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B40DA2" w:rsidRDefault="00B40DA2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78720" behindDoc="1" locked="0" layoutInCell="1" allowOverlap="1" wp14:anchorId="4DAF0A55" wp14:editId="4F2C4B73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-25400</wp:posOffset>
                  </wp:positionV>
                  <wp:extent cx="2009775" cy="613410"/>
                  <wp:effectExtent l="0" t="0" r="9525" b="0"/>
                  <wp:wrapNone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613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12)</w:t>
            </w:r>
            <w:r>
              <w:rPr>
                <w:noProof/>
              </w:rPr>
              <w:t xml:space="preserve"> </w:t>
            </w: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77696" behindDoc="1" locked="0" layoutInCell="1" allowOverlap="1" wp14:anchorId="71575C2E" wp14:editId="3F785602">
                  <wp:simplePos x="0" y="0"/>
                  <wp:positionH relativeFrom="column">
                    <wp:posOffset>398145</wp:posOffset>
                  </wp:positionH>
                  <wp:positionV relativeFrom="paragraph">
                    <wp:posOffset>64135</wp:posOffset>
                  </wp:positionV>
                  <wp:extent cx="2409825" cy="681038"/>
                  <wp:effectExtent l="0" t="0" r="0" b="5080"/>
                  <wp:wrapNone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9825" cy="68103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B40DA2" w:rsidP="00C8415E">
            <w:pPr>
              <w:pStyle w:val="NoSpacing"/>
            </w:pPr>
          </w:p>
          <w:p w:rsidR="00B40DA2" w:rsidRDefault="005E3D36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0768" behindDoc="1" locked="0" layoutInCell="1" allowOverlap="1" wp14:anchorId="068869F7" wp14:editId="3A55D709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163195</wp:posOffset>
                  </wp:positionV>
                  <wp:extent cx="2015490" cy="2600325"/>
                  <wp:effectExtent l="0" t="0" r="3810" b="9525"/>
                  <wp:wrapNone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5490" cy="2600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B40DA2" w:rsidTr="00B40DA2">
        <w:tc>
          <w:tcPr>
            <w:tcW w:w="5508" w:type="dxa"/>
            <w:gridSpan w:val="2"/>
          </w:tcPr>
          <w:p w:rsidR="00B40DA2" w:rsidRDefault="005E3D36" w:rsidP="00C8415E">
            <w:pPr>
              <w:pStyle w:val="NoSpacing"/>
            </w:pPr>
            <w:r>
              <w:t>13)</w:t>
            </w:r>
            <w:r>
              <w:rPr>
                <w:noProof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B40DA2" w:rsidRDefault="005E3D36" w:rsidP="00C8415E">
            <w:pPr>
              <w:pStyle w:val="NoSpacing"/>
            </w:pPr>
            <w:r>
              <w:t>14)</w:t>
            </w:r>
            <w:r>
              <w:rPr>
                <w:noProof/>
              </w:rPr>
              <w:t xml:space="preserve"> </w:t>
            </w: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</w:tc>
      </w:tr>
      <w:tr w:rsidR="00B40DA2" w:rsidTr="00B40DA2">
        <w:tc>
          <w:tcPr>
            <w:tcW w:w="5508" w:type="dxa"/>
            <w:gridSpan w:val="2"/>
          </w:tcPr>
          <w:p w:rsidR="00B40DA2" w:rsidRDefault="005E3D36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1792" behindDoc="1" locked="0" layoutInCell="1" allowOverlap="1" wp14:anchorId="0A2757DA" wp14:editId="22620909">
                  <wp:simplePos x="0" y="0"/>
                  <wp:positionH relativeFrom="column">
                    <wp:posOffset>523875</wp:posOffset>
                  </wp:positionH>
                  <wp:positionV relativeFrom="paragraph">
                    <wp:posOffset>3175</wp:posOffset>
                  </wp:positionV>
                  <wp:extent cx="2162175" cy="432435"/>
                  <wp:effectExtent l="0" t="0" r="9525" b="5715"/>
                  <wp:wrapNone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432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15)</w:t>
            </w:r>
            <w:r>
              <w:rPr>
                <w:noProof/>
              </w:rPr>
              <w:t xml:space="preserve"> </w:t>
            </w:r>
          </w:p>
        </w:tc>
        <w:tc>
          <w:tcPr>
            <w:tcW w:w="5508" w:type="dxa"/>
            <w:gridSpan w:val="3"/>
          </w:tcPr>
          <w:p w:rsidR="00B40DA2" w:rsidRDefault="005E3D36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2816" behindDoc="1" locked="0" layoutInCell="1" allowOverlap="1" wp14:anchorId="260152A5" wp14:editId="1BCC5C82">
                  <wp:simplePos x="0" y="0"/>
                  <wp:positionH relativeFrom="column">
                    <wp:posOffset>645795</wp:posOffset>
                  </wp:positionH>
                  <wp:positionV relativeFrom="paragraph">
                    <wp:posOffset>3175</wp:posOffset>
                  </wp:positionV>
                  <wp:extent cx="2076450" cy="661670"/>
                  <wp:effectExtent l="0" t="0" r="0" b="5080"/>
                  <wp:wrapNone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16)</w:t>
            </w:r>
            <w:r>
              <w:rPr>
                <w:noProof/>
              </w:rPr>
              <w:t xml:space="preserve"> </w:t>
            </w: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</w:tc>
      </w:tr>
      <w:tr w:rsidR="00B40DA2" w:rsidTr="00B40DA2">
        <w:tc>
          <w:tcPr>
            <w:tcW w:w="5508" w:type="dxa"/>
            <w:gridSpan w:val="2"/>
          </w:tcPr>
          <w:p w:rsidR="00B40DA2" w:rsidRDefault="005E3D36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3840" behindDoc="1" locked="0" layoutInCell="1" allowOverlap="1" wp14:anchorId="0A05B588" wp14:editId="1811CEC4">
                  <wp:simplePos x="0" y="0"/>
                  <wp:positionH relativeFrom="column">
                    <wp:posOffset>647700</wp:posOffset>
                  </wp:positionH>
                  <wp:positionV relativeFrom="paragraph">
                    <wp:posOffset>3810</wp:posOffset>
                  </wp:positionV>
                  <wp:extent cx="2024380" cy="590550"/>
                  <wp:effectExtent l="0" t="0" r="0" b="0"/>
                  <wp:wrapNone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38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17)</w:t>
            </w:r>
            <w:r>
              <w:rPr>
                <w:noProof/>
              </w:rPr>
              <w:t xml:space="preserve"> </w:t>
            </w: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B40DA2" w:rsidRDefault="005E3D36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4864" behindDoc="1" locked="0" layoutInCell="1" allowOverlap="1" wp14:anchorId="7E35FD0E" wp14:editId="783A09B4">
                  <wp:simplePos x="0" y="0"/>
                  <wp:positionH relativeFrom="column">
                    <wp:posOffset>655320</wp:posOffset>
                  </wp:positionH>
                  <wp:positionV relativeFrom="paragraph">
                    <wp:posOffset>3810</wp:posOffset>
                  </wp:positionV>
                  <wp:extent cx="2076450" cy="610235"/>
                  <wp:effectExtent l="0" t="0" r="0" b="0"/>
                  <wp:wrapNone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76450" cy="6102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18)</w:t>
            </w:r>
            <w:r>
              <w:rPr>
                <w:noProof/>
              </w:rPr>
              <w:t xml:space="preserve"> </w:t>
            </w:r>
          </w:p>
        </w:tc>
      </w:tr>
      <w:tr w:rsidR="00B40DA2" w:rsidTr="00655EA3">
        <w:tc>
          <w:tcPr>
            <w:tcW w:w="5508" w:type="dxa"/>
            <w:gridSpan w:val="2"/>
            <w:tcBorders>
              <w:bottom w:val="single" w:sz="4" w:space="0" w:color="auto"/>
            </w:tcBorders>
          </w:tcPr>
          <w:p w:rsidR="00B40DA2" w:rsidRDefault="00FB14F5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8960" behindDoc="1" locked="0" layoutInCell="1" allowOverlap="1" wp14:anchorId="659335C0" wp14:editId="5B81EE3A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159385</wp:posOffset>
                  </wp:positionV>
                  <wp:extent cx="1447800" cy="400685"/>
                  <wp:effectExtent l="0" t="0" r="0" b="0"/>
                  <wp:wrapNone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400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6912" behindDoc="1" locked="0" layoutInCell="1" allowOverlap="1" wp14:anchorId="229CFAFE" wp14:editId="7B55A688">
                  <wp:simplePos x="0" y="0"/>
                  <wp:positionH relativeFrom="column">
                    <wp:posOffset>1447165</wp:posOffset>
                  </wp:positionH>
                  <wp:positionV relativeFrom="paragraph">
                    <wp:posOffset>-2540</wp:posOffset>
                  </wp:positionV>
                  <wp:extent cx="1952625" cy="1842135"/>
                  <wp:effectExtent l="0" t="0" r="9525" b="5715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2625" cy="18421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3D36">
              <w:t>19)</w:t>
            </w: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  <w:p w:rsidR="005E3D36" w:rsidRDefault="005E3D36" w:rsidP="00C8415E">
            <w:pPr>
              <w:pStyle w:val="NoSpacing"/>
            </w:pPr>
          </w:p>
        </w:tc>
        <w:tc>
          <w:tcPr>
            <w:tcW w:w="5508" w:type="dxa"/>
            <w:gridSpan w:val="3"/>
            <w:tcBorders>
              <w:bottom w:val="single" w:sz="4" w:space="0" w:color="auto"/>
            </w:tcBorders>
          </w:tcPr>
          <w:p w:rsidR="00B40DA2" w:rsidRDefault="00FB14F5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85888" behindDoc="1" locked="0" layoutInCell="1" allowOverlap="1" wp14:anchorId="1FE29B75" wp14:editId="53728822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159385</wp:posOffset>
                  </wp:positionV>
                  <wp:extent cx="1510282" cy="400050"/>
                  <wp:effectExtent l="0" t="0" r="0" b="0"/>
                  <wp:wrapNone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1808" cy="400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87936" behindDoc="1" locked="0" layoutInCell="1" allowOverlap="1" wp14:anchorId="6BDD55C4" wp14:editId="2530431B">
                  <wp:simplePos x="0" y="0"/>
                  <wp:positionH relativeFrom="column">
                    <wp:posOffset>1426845</wp:posOffset>
                  </wp:positionH>
                  <wp:positionV relativeFrom="paragraph">
                    <wp:posOffset>-2540</wp:posOffset>
                  </wp:positionV>
                  <wp:extent cx="2009775" cy="1896818"/>
                  <wp:effectExtent l="0" t="0" r="0" b="8255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1896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3D36">
              <w:t>20)</w:t>
            </w:r>
            <w:r>
              <w:rPr>
                <w:noProof/>
              </w:rPr>
              <w:t xml:space="preserve"> </w:t>
            </w:r>
          </w:p>
        </w:tc>
      </w:tr>
      <w:tr w:rsidR="00655EA3" w:rsidTr="00655EA3">
        <w:tc>
          <w:tcPr>
            <w:tcW w:w="6048" w:type="dxa"/>
            <w:gridSpan w:val="3"/>
            <w:tcBorders>
              <w:right w:val="nil"/>
            </w:tcBorders>
          </w:tcPr>
          <w:p w:rsidR="00655EA3" w:rsidRDefault="00655EA3" w:rsidP="00C8415E">
            <w:pPr>
              <w:pStyle w:val="NoSpacing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89984" behindDoc="1" locked="0" layoutInCell="1" allowOverlap="1" wp14:anchorId="478B22DF" wp14:editId="3FC5AA77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50800</wp:posOffset>
                  </wp:positionV>
                  <wp:extent cx="3267075" cy="3203372"/>
                  <wp:effectExtent l="0" t="0" r="0" b="0"/>
                  <wp:wrapNone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71736" cy="32079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</w:tc>
        <w:tc>
          <w:tcPr>
            <w:tcW w:w="4968" w:type="dxa"/>
            <w:gridSpan w:val="2"/>
            <w:tcBorders>
              <w:left w:val="nil"/>
            </w:tcBorders>
          </w:tcPr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  <w:r>
              <w:t>21)  Determine whether the following points are a solution to the system of inequalities to the right:</w:t>
            </w:r>
          </w:p>
          <w:p w:rsidR="00655EA3" w:rsidRDefault="00655EA3" w:rsidP="00C8415E">
            <w:pPr>
              <w:pStyle w:val="NoSpacing"/>
            </w:pPr>
          </w:p>
          <w:p w:rsidR="00655EA3" w:rsidRDefault="00655EA3" w:rsidP="00655EA3">
            <w:pPr>
              <w:pStyle w:val="NoSpacing"/>
              <w:numPr>
                <w:ilvl w:val="0"/>
                <w:numId w:val="1"/>
              </w:numPr>
            </w:pPr>
            <w:r>
              <w:t>(-2, -3)</w:t>
            </w:r>
          </w:p>
          <w:p w:rsidR="00655EA3" w:rsidRDefault="00655EA3" w:rsidP="00655EA3">
            <w:pPr>
              <w:pStyle w:val="NoSpacing"/>
            </w:pPr>
          </w:p>
          <w:p w:rsidR="00655EA3" w:rsidRDefault="00655EA3" w:rsidP="00655EA3">
            <w:pPr>
              <w:pStyle w:val="NoSpacing"/>
              <w:numPr>
                <w:ilvl w:val="0"/>
                <w:numId w:val="1"/>
              </w:numPr>
            </w:pPr>
            <w:r>
              <w:t>(-4, 0)</w:t>
            </w:r>
          </w:p>
          <w:p w:rsidR="00655EA3" w:rsidRDefault="00655EA3" w:rsidP="00655EA3">
            <w:pPr>
              <w:pStyle w:val="ListParagraph"/>
            </w:pPr>
          </w:p>
          <w:p w:rsidR="00655EA3" w:rsidRDefault="00655EA3" w:rsidP="00655EA3">
            <w:pPr>
              <w:pStyle w:val="NoSpacing"/>
              <w:numPr>
                <w:ilvl w:val="0"/>
                <w:numId w:val="1"/>
              </w:numPr>
            </w:pPr>
            <w:r>
              <w:t>(-1, 2)</w:t>
            </w:r>
          </w:p>
          <w:p w:rsidR="00655EA3" w:rsidRDefault="00655EA3" w:rsidP="00655EA3">
            <w:pPr>
              <w:pStyle w:val="ListParagraph"/>
            </w:pPr>
          </w:p>
          <w:p w:rsidR="00655EA3" w:rsidRDefault="00655EA3" w:rsidP="00655EA3">
            <w:pPr>
              <w:pStyle w:val="NoSpacing"/>
              <w:numPr>
                <w:ilvl w:val="0"/>
                <w:numId w:val="1"/>
              </w:numPr>
            </w:pPr>
            <w:r>
              <w:t>(0, -3)</w:t>
            </w:r>
          </w:p>
          <w:p w:rsidR="00655EA3" w:rsidRDefault="00655EA3" w:rsidP="00655EA3">
            <w:pPr>
              <w:pStyle w:val="ListParagraph"/>
            </w:pPr>
          </w:p>
          <w:p w:rsidR="00655EA3" w:rsidRDefault="00655EA3" w:rsidP="00655EA3">
            <w:pPr>
              <w:pStyle w:val="NoSpacing"/>
              <w:numPr>
                <w:ilvl w:val="0"/>
                <w:numId w:val="1"/>
              </w:numPr>
            </w:pPr>
            <w:r>
              <w:t>(2, -6)</w:t>
            </w:r>
          </w:p>
          <w:p w:rsidR="00655EA3" w:rsidRDefault="00655EA3" w:rsidP="00655EA3">
            <w:pPr>
              <w:pStyle w:val="ListParagraph"/>
            </w:pPr>
          </w:p>
          <w:p w:rsidR="00655EA3" w:rsidRDefault="00655EA3" w:rsidP="00655EA3">
            <w:pPr>
              <w:pStyle w:val="NoSpacing"/>
              <w:numPr>
                <w:ilvl w:val="0"/>
                <w:numId w:val="1"/>
              </w:numPr>
            </w:pPr>
            <w:r>
              <w:t>(-4, 3)</w:t>
            </w:r>
          </w:p>
          <w:p w:rsidR="00655EA3" w:rsidRDefault="00655EA3" w:rsidP="00655EA3">
            <w:pPr>
              <w:pStyle w:val="ListParagraph"/>
            </w:pPr>
          </w:p>
          <w:p w:rsidR="00655EA3" w:rsidRDefault="00655EA3" w:rsidP="00655EA3">
            <w:pPr>
              <w:pStyle w:val="NoSpacing"/>
              <w:numPr>
                <w:ilvl w:val="0"/>
                <w:numId w:val="1"/>
              </w:numPr>
            </w:pPr>
            <w:r>
              <w:t>(-4, -4)</w:t>
            </w:r>
          </w:p>
          <w:p w:rsidR="00655EA3" w:rsidRDefault="00655EA3" w:rsidP="00C8415E">
            <w:pPr>
              <w:pStyle w:val="NoSpacing"/>
            </w:pPr>
          </w:p>
          <w:p w:rsidR="00655EA3" w:rsidRDefault="00655EA3" w:rsidP="00C8415E">
            <w:pPr>
              <w:pStyle w:val="NoSpacing"/>
            </w:pPr>
          </w:p>
        </w:tc>
      </w:tr>
      <w:tr w:rsidR="00802730" w:rsidTr="00B40DA2">
        <w:tc>
          <w:tcPr>
            <w:tcW w:w="5508" w:type="dxa"/>
            <w:gridSpan w:val="2"/>
          </w:tcPr>
          <w:p w:rsidR="00802730" w:rsidRDefault="00802730" w:rsidP="00C8415E">
            <w:pPr>
              <w:pStyle w:val="NoSpacing"/>
            </w:pPr>
            <w:r>
              <w:t>22)  Solve the following system of equations:</w:t>
            </w:r>
          </w:p>
          <w:p w:rsidR="00802730" w:rsidRDefault="00802730" w:rsidP="00C8415E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D296ED3" wp14:editId="598D5517">
                  <wp:extent cx="1190625" cy="641700"/>
                  <wp:effectExtent l="0" t="0" r="0" b="6350"/>
                  <wp:docPr id="31" name="Picture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64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  <w:p w:rsidR="00802730" w:rsidRDefault="00802730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802730" w:rsidP="00802730">
            <w:pPr>
              <w:pStyle w:val="NoSpacing"/>
            </w:pPr>
            <w:r>
              <w:t>23)  Solve the following system of equations:</w:t>
            </w:r>
          </w:p>
          <w:p w:rsidR="00802730" w:rsidRDefault="00802730" w:rsidP="00802730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1E06354A" wp14:editId="6F371ADE">
                  <wp:extent cx="1009207" cy="638175"/>
                  <wp:effectExtent l="0" t="0" r="635" b="0"/>
                  <wp:docPr id="32" name="Picture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207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</w:tc>
      </w:tr>
      <w:tr w:rsidR="00802730" w:rsidTr="00B40DA2">
        <w:tc>
          <w:tcPr>
            <w:tcW w:w="5508" w:type="dxa"/>
            <w:gridSpan w:val="2"/>
          </w:tcPr>
          <w:p w:rsidR="00802730" w:rsidRDefault="00802730" w:rsidP="00802730">
            <w:pPr>
              <w:pStyle w:val="NoSpacing"/>
            </w:pPr>
            <w:r>
              <w:t>24)  Solve the following system of equations:</w:t>
            </w:r>
          </w:p>
          <w:p w:rsidR="00802730" w:rsidRDefault="00802730" w:rsidP="00802730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00E9F53" wp14:editId="3C03038D">
                  <wp:extent cx="1191220" cy="657225"/>
                  <wp:effectExtent l="0" t="0" r="9525" b="0"/>
                  <wp:docPr id="37" name="Picture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122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802730" w:rsidP="00802730">
            <w:pPr>
              <w:pStyle w:val="NoSpacing"/>
            </w:pPr>
            <w:r>
              <w:t>25)  Solve the following system of equations:</w:t>
            </w:r>
          </w:p>
          <w:p w:rsidR="00802730" w:rsidRDefault="00802730" w:rsidP="00802730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5AAC0E3D" wp14:editId="15AB2815">
                  <wp:extent cx="1190625" cy="657163"/>
                  <wp:effectExtent l="0" t="0" r="0" b="0"/>
                  <wp:docPr id="36" name="Picture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6571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  <w:p w:rsidR="00802730" w:rsidRDefault="00802730" w:rsidP="00802730">
            <w:pPr>
              <w:pStyle w:val="NoSpacing"/>
            </w:pPr>
          </w:p>
        </w:tc>
      </w:tr>
      <w:tr w:rsidR="000C5404" w:rsidTr="000C5404">
        <w:tc>
          <w:tcPr>
            <w:tcW w:w="3672" w:type="dxa"/>
          </w:tcPr>
          <w:p w:rsidR="000C5404" w:rsidRDefault="000C5404" w:rsidP="00C8415E">
            <w:pPr>
              <w:pStyle w:val="NoSpacing"/>
            </w:pPr>
            <w:r>
              <w:lastRenderedPageBreak/>
              <w:t>26)</w:t>
            </w:r>
            <w:r w:rsidR="00B521AD">
              <w:rPr>
                <w:noProof/>
              </w:rPr>
              <w:t xml:space="preserve"> </w:t>
            </w:r>
            <w:r w:rsidR="00B521AD">
              <w:rPr>
                <w:noProof/>
              </w:rPr>
              <w:drawing>
                <wp:anchor distT="0" distB="0" distL="114300" distR="114300" simplePos="0" relativeHeight="251691008" behindDoc="1" locked="0" layoutInCell="1" allowOverlap="1" wp14:anchorId="622D7303" wp14:editId="04A21B93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3175</wp:posOffset>
                  </wp:positionV>
                  <wp:extent cx="471170" cy="209550"/>
                  <wp:effectExtent l="0" t="0" r="5080" b="0"/>
                  <wp:wrapNone/>
                  <wp:docPr id="39" name="Picture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117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521AD" w:rsidRDefault="00B521AD" w:rsidP="00C8415E">
            <w:pPr>
              <w:pStyle w:val="NoSpacing"/>
            </w:pPr>
          </w:p>
          <w:p w:rsidR="00B521AD" w:rsidRDefault="00B521AD" w:rsidP="00C8415E">
            <w:pPr>
              <w:pStyle w:val="NoSpacing"/>
            </w:pPr>
          </w:p>
        </w:tc>
        <w:tc>
          <w:tcPr>
            <w:tcW w:w="3672" w:type="dxa"/>
            <w:gridSpan w:val="3"/>
          </w:tcPr>
          <w:p w:rsidR="000C5404" w:rsidRDefault="000C5404" w:rsidP="00C8415E">
            <w:pPr>
              <w:pStyle w:val="NoSpacing"/>
            </w:pPr>
            <w:r>
              <w:t>27)</w:t>
            </w:r>
            <w:r w:rsidR="00B521AD">
              <w:rPr>
                <w:noProof/>
              </w:rPr>
              <w:t xml:space="preserve"> </w:t>
            </w:r>
            <w:r w:rsidR="00B521AD">
              <w:rPr>
                <w:noProof/>
              </w:rPr>
              <w:drawing>
                <wp:anchor distT="0" distB="0" distL="114300" distR="114300" simplePos="0" relativeHeight="251692032" behindDoc="1" locked="0" layoutInCell="1" allowOverlap="1" wp14:anchorId="5A0895F1" wp14:editId="166D1997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3175</wp:posOffset>
                  </wp:positionV>
                  <wp:extent cx="800100" cy="234315"/>
                  <wp:effectExtent l="0" t="0" r="0" b="0"/>
                  <wp:wrapNone/>
                  <wp:docPr id="40" name="Picture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23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</w:tcPr>
          <w:p w:rsidR="000C5404" w:rsidRDefault="00B521AD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93056" behindDoc="1" locked="0" layoutInCell="1" allowOverlap="1" wp14:anchorId="727B83EE" wp14:editId="078125A5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3175</wp:posOffset>
                  </wp:positionV>
                  <wp:extent cx="866775" cy="241300"/>
                  <wp:effectExtent l="0" t="0" r="9525" b="6350"/>
                  <wp:wrapNone/>
                  <wp:docPr id="41" name="Picture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775" cy="2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5404">
              <w:t>28)</w:t>
            </w:r>
            <w:r>
              <w:rPr>
                <w:noProof/>
              </w:rPr>
              <w:t xml:space="preserve"> </w:t>
            </w:r>
          </w:p>
        </w:tc>
      </w:tr>
      <w:tr w:rsidR="000C5404" w:rsidTr="000C5404">
        <w:tc>
          <w:tcPr>
            <w:tcW w:w="3672" w:type="dxa"/>
          </w:tcPr>
          <w:p w:rsidR="000C5404" w:rsidRDefault="000C5404" w:rsidP="000C5404">
            <w:pPr>
              <w:pStyle w:val="NoSpacing"/>
            </w:pPr>
            <w:r>
              <w:t>29)</w:t>
            </w:r>
            <w:r w:rsidR="00B521AD">
              <w:rPr>
                <w:noProof/>
              </w:rPr>
              <w:t xml:space="preserve"> </w:t>
            </w:r>
            <w:r w:rsidR="00B521AD">
              <w:rPr>
                <w:noProof/>
              </w:rPr>
              <w:drawing>
                <wp:anchor distT="0" distB="0" distL="114300" distR="114300" simplePos="0" relativeHeight="251694080" behindDoc="1" locked="0" layoutInCell="1" allowOverlap="1" wp14:anchorId="008DD8E0" wp14:editId="5CC5CA1D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-635</wp:posOffset>
                  </wp:positionV>
                  <wp:extent cx="704850" cy="226695"/>
                  <wp:effectExtent l="0" t="0" r="0" b="1905"/>
                  <wp:wrapNone/>
                  <wp:docPr id="42" name="Pictur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850" cy="226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521AD" w:rsidRDefault="00B521AD" w:rsidP="000C5404">
            <w:pPr>
              <w:pStyle w:val="NoSpacing"/>
            </w:pPr>
          </w:p>
          <w:p w:rsidR="00CA6158" w:rsidRDefault="00CA6158" w:rsidP="000C5404">
            <w:pPr>
              <w:pStyle w:val="NoSpacing"/>
            </w:pPr>
          </w:p>
          <w:p w:rsidR="00B521AD" w:rsidRDefault="00CA6158" w:rsidP="000C5404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97152" behindDoc="1" locked="0" layoutInCell="1" allowOverlap="1" wp14:anchorId="2AE791FB" wp14:editId="10D80827">
                  <wp:simplePos x="0" y="0"/>
                  <wp:positionH relativeFrom="column">
                    <wp:posOffset>171450</wp:posOffset>
                  </wp:positionH>
                  <wp:positionV relativeFrom="paragraph">
                    <wp:posOffset>144145</wp:posOffset>
                  </wp:positionV>
                  <wp:extent cx="1428750" cy="340360"/>
                  <wp:effectExtent l="0" t="0" r="0" b="2540"/>
                  <wp:wrapNone/>
                  <wp:docPr id="34" name="Picture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340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  <w:gridSpan w:val="3"/>
          </w:tcPr>
          <w:p w:rsidR="000C5404" w:rsidRDefault="00CA6158" w:rsidP="000C5404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98176" behindDoc="1" locked="0" layoutInCell="1" allowOverlap="1" wp14:anchorId="4ABD7BF6" wp14:editId="62496442">
                  <wp:simplePos x="0" y="0"/>
                  <wp:positionH relativeFrom="column">
                    <wp:posOffset>154305</wp:posOffset>
                  </wp:positionH>
                  <wp:positionV relativeFrom="paragraph">
                    <wp:posOffset>675640</wp:posOffset>
                  </wp:positionV>
                  <wp:extent cx="514350" cy="478790"/>
                  <wp:effectExtent l="0" t="0" r="0" b="0"/>
                  <wp:wrapNone/>
                  <wp:docPr id="35" name="Picture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478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95104" behindDoc="1" locked="0" layoutInCell="1" allowOverlap="1" wp14:anchorId="3498144A" wp14:editId="494F2C54">
                  <wp:simplePos x="0" y="0"/>
                  <wp:positionH relativeFrom="column">
                    <wp:posOffset>211455</wp:posOffset>
                  </wp:positionH>
                  <wp:positionV relativeFrom="paragraph">
                    <wp:posOffset>-635</wp:posOffset>
                  </wp:positionV>
                  <wp:extent cx="276225" cy="276225"/>
                  <wp:effectExtent l="0" t="0" r="9525" b="9525"/>
                  <wp:wrapNone/>
                  <wp:docPr id="30" name="Pictur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21AD">
              <w:t>30)</w:t>
            </w:r>
            <w:r>
              <w:rPr>
                <w:noProof/>
              </w:rPr>
              <w:t xml:space="preserve"> </w:t>
            </w:r>
          </w:p>
        </w:tc>
        <w:tc>
          <w:tcPr>
            <w:tcW w:w="3672" w:type="dxa"/>
          </w:tcPr>
          <w:p w:rsidR="000C5404" w:rsidRDefault="00CA6158" w:rsidP="000C5404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96128" behindDoc="1" locked="0" layoutInCell="1" allowOverlap="1" wp14:anchorId="7D647D5C" wp14:editId="132A3360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-635</wp:posOffset>
                  </wp:positionV>
                  <wp:extent cx="1047750" cy="281940"/>
                  <wp:effectExtent l="0" t="0" r="0" b="3810"/>
                  <wp:wrapNone/>
                  <wp:docPr id="3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775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21AD">
              <w:t>31)</w:t>
            </w:r>
            <w:r>
              <w:rPr>
                <w:noProof/>
              </w:rPr>
              <w:t xml:space="preserve"> </w:t>
            </w:r>
          </w:p>
        </w:tc>
      </w:tr>
      <w:tr w:rsidR="000C5404" w:rsidTr="000C5404">
        <w:tc>
          <w:tcPr>
            <w:tcW w:w="3672" w:type="dxa"/>
          </w:tcPr>
          <w:p w:rsidR="000C5404" w:rsidRDefault="00B521AD" w:rsidP="000C5404">
            <w:pPr>
              <w:pStyle w:val="NoSpacing"/>
            </w:pPr>
            <w:r>
              <w:t>32)</w:t>
            </w:r>
            <w:r w:rsidR="00CA6158">
              <w:rPr>
                <w:noProof/>
              </w:rPr>
              <w:t xml:space="preserve"> </w:t>
            </w:r>
          </w:p>
          <w:p w:rsidR="00B521AD" w:rsidRDefault="00B521AD" w:rsidP="000C5404">
            <w:pPr>
              <w:pStyle w:val="NoSpacing"/>
            </w:pPr>
          </w:p>
          <w:p w:rsidR="00CA6158" w:rsidRDefault="00CA6158" w:rsidP="000C5404">
            <w:pPr>
              <w:pStyle w:val="NoSpacing"/>
            </w:pPr>
          </w:p>
          <w:p w:rsidR="00CA6158" w:rsidRDefault="00CA6158" w:rsidP="000C5404">
            <w:pPr>
              <w:pStyle w:val="NoSpacing"/>
            </w:pPr>
          </w:p>
          <w:p w:rsidR="00CA6158" w:rsidRDefault="00CA6158" w:rsidP="000C5404">
            <w:pPr>
              <w:pStyle w:val="NoSpacing"/>
            </w:pPr>
          </w:p>
          <w:p w:rsidR="00B521AD" w:rsidRDefault="0043754E" w:rsidP="000C5404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700224" behindDoc="1" locked="0" layoutInCell="1" allowOverlap="1" wp14:anchorId="5501B494" wp14:editId="3D796F47">
                  <wp:simplePos x="0" y="0"/>
                  <wp:positionH relativeFrom="column">
                    <wp:posOffset>200025</wp:posOffset>
                  </wp:positionH>
                  <wp:positionV relativeFrom="paragraph">
                    <wp:posOffset>134620</wp:posOffset>
                  </wp:positionV>
                  <wp:extent cx="2324100" cy="368935"/>
                  <wp:effectExtent l="0" t="0" r="0" b="0"/>
                  <wp:wrapNone/>
                  <wp:docPr id="43" name="Pictur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368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72" w:type="dxa"/>
            <w:gridSpan w:val="3"/>
          </w:tcPr>
          <w:p w:rsidR="000C5404" w:rsidRDefault="00B521AD" w:rsidP="000C5404">
            <w:pPr>
              <w:pStyle w:val="NoSpacing"/>
            </w:pPr>
            <w:r>
              <w:t>33)</w:t>
            </w:r>
            <w:r w:rsidR="00CA6158">
              <w:rPr>
                <w:noProof/>
              </w:rPr>
              <w:t xml:space="preserve"> </w:t>
            </w:r>
          </w:p>
        </w:tc>
        <w:tc>
          <w:tcPr>
            <w:tcW w:w="3672" w:type="dxa"/>
          </w:tcPr>
          <w:p w:rsidR="000C5404" w:rsidRDefault="00CA6158" w:rsidP="000C5404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699200" behindDoc="1" locked="0" layoutInCell="1" allowOverlap="1" wp14:anchorId="76AEC4A4" wp14:editId="29BABD38">
                  <wp:simplePos x="0" y="0"/>
                  <wp:positionH relativeFrom="column">
                    <wp:posOffset>184785</wp:posOffset>
                  </wp:positionH>
                  <wp:positionV relativeFrom="paragraph">
                    <wp:posOffset>-3810</wp:posOffset>
                  </wp:positionV>
                  <wp:extent cx="676275" cy="501650"/>
                  <wp:effectExtent l="0" t="0" r="9525" b="0"/>
                  <wp:wrapNone/>
                  <wp:docPr id="38" name="Picture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6275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521AD">
              <w:t>34)</w:t>
            </w:r>
            <w:r>
              <w:rPr>
                <w:noProof/>
              </w:rPr>
              <w:t xml:space="preserve"> </w:t>
            </w: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43754E" w:rsidP="00C8415E">
            <w:pPr>
              <w:pStyle w:val="NoSpacing"/>
            </w:pPr>
            <w:r>
              <w:t>35)</w:t>
            </w:r>
            <w:r>
              <w:rPr>
                <w:noProof/>
              </w:rPr>
              <w:t xml:space="preserve"> </w:t>
            </w:r>
          </w:p>
          <w:p w:rsidR="0043754E" w:rsidRDefault="0043754E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43754E" w:rsidP="00C8415E">
            <w:pPr>
              <w:pStyle w:val="NoSpacing"/>
            </w:pPr>
            <w:r>
              <w:t>36)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01248" behindDoc="1" locked="0" layoutInCell="1" allowOverlap="1" wp14:anchorId="7BF9C78F" wp14:editId="3869BE53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-3810</wp:posOffset>
                  </wp:positionV>
                  <wp:extent cx="2028825" cy="286385"/>
                  <wp:effectExtent l="0" t="0" r="9525" b="0"/>
                  <wp:wrapNone/>
                  <wp:docPr id="44" name="Pictur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8825" cy="286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43754E" w:rsidP="00C8415E">
            <w:pPr>
              <w:pStyle w:val="NoSpacing"/>
            </w:pPr>
            <w:r>
              <w:t>37)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02272" behindDoc="1" locked="0" layoutInCell="1" allowOverlap="1" wp14:anchorId="4BB735EA" wp14:editId="4E9C41F3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3810</wp:posOffset>
                  </wp:positionV>
                  <wp:extent cx="1285875" cy="269240"/>
                  <wp:effectExtent l="0" t="0" r="9525" b="0"/>
                  <wp:wrapNone/>
                  <wp:docPr id="45" name="Pictur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269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754E" w:rsidRDefault="0043754E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43754E" w:rsidP="00C8415E">
            <w:pPr>
              <w:pStyle w:val="NoSpacing"/>
            </w:pPr>
            <w:r>
              <w:t>38)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03296" behindDoc="1" locked="0" layoutInCell="1" allowOverlap="1" wp14:anchorId="5B9AEF5A" wp14:editId="61DD34FF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3810</wp:posOffset>
                  </wp:positionV>
                  <wp:extent cx="1581150" cy="302260"/>
                  <wp:effectExtent l="0" t="0" r="0" b="2540"/>
                  <wp:wrapNone/>
                  <wp:docPr id="46" name="Pictur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150" cy="302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43754E" w:rsidP="00C8415E">
            <w:pPr>
              <w:pStyle w:val="NoSpacing"/>
            </w:pPr>
            <w:r>
              <w:t>39)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04320" behindDoc="1" locked="0" layoutInCell="1" allowOverlap="1" wp14:anchorId="7E470AA7" wp14:editId="067097B7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1905</wp:posOffset>
                  </wp:positionV>
                  <wp:extent cx="570230" cy="266700"/>
                  <wp:effectExtent l="0" t="0" r="1270" b="0"/>
                  <wp:wrapNone/>
                  <wp:docPr id="47" name="Pictur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0230" cy="266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3754E" w:rsidRDefault="0043754E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  <w:p w:rsidR="0043754E" w:rsidRDefault="0043754E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5D5AA0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707392" behindDoc="1" locked="0" layoutInCell="1" allowOverlap="1" wp14:anchorId="2879024D" wp14:editId="455A0E00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668655</wp:posOffset>
                  </wp:positionV>
                  <wp:extent cx="686435" cy="276225"/>
                  <wp:effectExtent l="0" t="0" r="0" b="9525"/>
                  <wp:wrapNone/>
                  <wp:docPr id="50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35" cy="276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43754E">
              <w:t>40)</w:t>
            </w:r>
            <w:r w:rsidR="0043754E">
              <w:rPr>
                <w:noProof/>
              </w:rPr>
              <w:t xml:space="preserve"> </w:t>
            </w:r>
            <w:r w:rsidR="0043754E">
              <w:rPr>
                <w:noProof/>
              </w:rPr>
              <w:drawing>
                <wp:anchor distT="0" distB="0" distL="114300" distR="114300" simplePos="0" relativeHeight="251705344" behindDoc="1" locked="0" layoutInCell="1" allowOverlap="1" wp14:anchorId="2AD80186" wp14:editId="3BBF3E42">
                  <wp:simplePos x="0" y="0"/>
                  <wp:positionH relativeFrom="column">
                    <wp:posOffset>217170</wp:posOffset>
                  </wp:positionH>
                  <wp:positionV relativeFrom="paragraph">
                    <wp:posOffset>1905</wp:posOffset>
                  </wp:positionV>
                  <wp:extent cx="1133475" cy="313055"/>
                  <wp:effectExtent l="0" t="0" r="9525" b="0"/>
                  <wp:wrapNone/>
                  <wp:docPr id="48" name="Picture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313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5D5AA0" w:rsidP="00C8415E">
            <w:pPr>
              <w:pStyle w:val="NoSpacing"/>
            </w:pPr>
            <w:r>
              <w:t xml:space="preserve">41)  Factor:  </w:t>
            </w:r>
            <w:r>
              <w:rPr>
                <w:noProof/>
              </w:rPr>
              <w:drawing>
                <wp:anchor distT="0" distB="0" distL="114300" distR="114300" simplePos="0" relativeHeight="251706368" behindDoc="1" locked="0" layoutInCell="1" allowOverlap="1" wp14:anchorId="32C435E1" wp14:editId="2C53D2A7">
                  <wp:simplePos x="0" y="0"/>
                  <wp:positionH relativeFrom="column">
                    <wp:posOffset>704850</wp:posOffset>
                  </wp:positionH>
                  <wp:positionV relativeFrom="paragraph">
                    <wp:posOffset>-635</wp:posOffset>
                  </wp:positionV>
                  <wp:extent cx="525780" cy="190500"/>
                  <wp:effectExtent l="0" t="0" r="7620" b="0"/>
                  <wp:wrapNone/>
                  <wp:docPr id="49" name="Picture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780" cy="190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508" w:type="dxa"/>
            <w:gridSpan w:val="3"/>
          </w:tcPr>
          <w:p w:rsidR="00802730" w:rsidRDefault="005D5AA0" w:rsidP="00C8415E">
            <w:pPr>
              <w:pStyle w:val="NoSpacing"/>
            </w:pPr>
            <w:r>
              <w:t xml:space="preserve">42)  Factor:  </w:t>
            </w:r>
          </w:p>
          <w:p w:rsidR="005D5AA0" w:rsidRDefault="005D5AA0" w:rsidP="00C8415E">
            <w:pPr>
              <w:pStyle w:val="NoSpacing"/>
            </w:pP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A65153" w:rsidP="00C8415E">
            <w:pPr>
              <w:pStyle w:val="NoSpacing"/>
            </w:pPr>
            <w:r>
              <w:t>43)  Factor: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08416" behindDoc="1" locked="0" layoutInCell="1" allowOverlap="1" wp14:anchorId="26C5294F" wp14:editId="74CE90F7">
                  <wp:simplePos x="0" y="0"/>
                  <wp:positionH relativeFrom="column">
                    <wp:posOffset>676275</wp:posOffset>
                  </wp:positionH>
                  <wp:positionV relativeFrom="paragraph">
                    <wp:posOffset>4445</wp:posOffset>
                  </wp:positionV>
                  <wp:extent cx="1028700" cy="279400"/>
                  <wp:effectExtent l="0" t="0" r="0" b="6350"/>
                  <wp:wrapNone/>
                  <wp:docPr id="51" name="Picture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700" cy="279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A65153" w:rsidRDefault="00A65153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A65153" w:rsidP="00C8415E">
            <w:pPr>
              <w:pStyle w:val="NoSpacing"/>
            </w:pPr>
            <w:r>
              <w:t>44)  Factor: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anchor distT="0" distB="0" distL="114300" distR="114300" simplePos="0" relativeHeight="251709440" behindDoc="1" locked="0" layoutInCell="1" allowOverlap="1" wp14:anchorId="339C48B2" wp14:editId="0D9D9CF9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4445</wp:posOffset>
                  </wp:positionV>
                  <wp:extent cx="590550" cy="283210"/>
                  <wp:effectExtent l="0" t="0" r="0" b="2540"/>
                  <wp:wrapNone/>
                  <wp:docPr id="52" name="Picture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283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04754A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711488" behindDoc="1" locked="0" layoutInCell="1" allowOverlap="1" wp14:anchorId="729BBACB" wp14:editId="5B5A02BE">
                  <wp:simplePos x="0" y="0"/>
                  <wp:positionH relativeFrom="column">
                    <wp:posOffset>238125</wp:posOffset>
                  </wp:positionH>
                  <wp:positionV relativeFrom="paragraph">
                    <wp:posOffset>1859280</wp:posOffset>
                  </wp:positionV>
                  <wp:extent cx="1190625" cy="301625"/>
                  <wp:effectExtent l="0" t="0" r="9525" b="3175"/>
                  <wp:wrapNone/>
                  <wp:docPr id="55" name="Picture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625" cy="301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65153">
              <w:t xml:space="preserve">45)  Factor:  </w:t>
            </w:r>
            <w:r w:rsidR="00A65153">
              <w:rPr>
                <w:noProof/>
              </w:rPr>
              <w:drawing>
                <wp:inline distT="0" distB="0" distL="0" distR="0" wp14:anchorId="27281CC0" wp14:editId="48E3B08A">
                  <wp:extent cx="1257300" cy="209550"/>
                  <wp:effectExtent l="0" t="0" r="0" b="0"/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209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8" w:type="dxa"/>
            <w:gridSpan w:val="3"/>
          </w:tcPr>
          <w:p w:rsidR="00A65153" w:rsidRDefault="00A65153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710464" behindDoc="1" locked="0" layoutInCell="1" allowOverlap="1" wp14:anchorId="61F88036" wp14:editId="155B8EE8">
                  <wp:simplePos x="0" y="0"/>
                  <wp:positionH relativeFrom="column">
                    <wp:posOffset>674370</wp:posOffset>
                  </wp:positionH>
                  <wp:positionV relativeFrom="paragraph">
                    <wp:posOffset>4445</wp:posOffset>
                  </wp:positionV>
                  <wp:extent cx="1724025" cy="241300"/>
                  <wp:effectExtent l="0" t="0" r="9525" b="6350"/>
                  <wp:wrapNone/>
                  <wp:docPr id="54" name="Picture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4025" cy="241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46)  Factor:  </w:t>
            </w:r>
          </w:p>
          <w:p w:rsidR="00A65153" w:rsidRDefault="00A65153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  <w:p w:rsidR="00A65153" w:rsidRDefault="00A65153" w:rsidP="00C8415E">
            <w:pPr>
              <w:pStyle w:val="NoSpacing"/>
            </w:pPr>
          </w:p>
          <w:p w:rsidR="00802730" w:rsidRDefault="0004754A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712512" behindDoc="1" locked="0" layoutInCell="1" allowOverlap="1" wp14:anchorId="74861459" wp14:editId="56C791C4">
                  <wp:simplePos x="0" y="0"/>
                  <wp:positionH relativeFrom="column">
                    <wp:posOffset>245745</wp:posOffset>
                  </wp:positionH>
                  <wp:positionV relativeFrom="paragraph">
                    <wp:posOffset>161925</wp:posOffset>
                  </wp:positionV>
                  <wp:extent cx="1143000" cy="310515"/>
                  <wp:effectExtent l="0" t="0" r="0" b="0"/>
                  <wp:wrapNone/>
                  <wp:docPr id="56" name="Picture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31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04754A" w:rsidP="00C8415E">
            <w:pPr>
              <w:pStyle w:val="NoSpacing"/>
            </w:pPr>
            <w:r>
              <w:t xml:space="preserve">47)  </w:t>
            </w:r>
          </w:p>
          <w:p w:rsidR="0004754A" w:rsidRDefault="0004754A" w:rsidP="00C8415E">
            <w:pPr>
              <w:pStyle w:val="NoSpacing"/>
            </w:pPr>
          </w:p>
          <w:p w:rsidR="0004754A" w:rsidRDefault="0004754A" w:rsidP="00C8415E">
            <w:pPr>
              <w:pStyle w:val="NoSpacing"/>
            </w:pPr>
          </w:p>
          <w:p w:rsidR="0004754A" w:rsidRDefault="0004754A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04754A" w:rsidRDefault="0004754A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04754A" w:rsidP="00C8415E">
            <w:pPr>
              <w:pStyle w:val="NoSpacing"/>
            </w:pPr>
            <w:r>
              <w:t xml:space="preserve">48)  </w:t>
            </w:r>
          </w:p>
        </w:tc>
      </w:tr>
      <w:tr w:rsidR="00802730" w:rsidTr="00802730">
        <w:tc>
          <w:tcPr>
            <w:tcW w:w="5508" w:type="dxa"/>
            <w:gridSpan w:val="2"/>
          </w:tcPr>
          <w:p w:rsidR="00802730" w:rsidRDefault="00E9456C" w:rsidP="00C8415E">
            <w:pPr>
              <w:pStyle w:val="NoSpacing"/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713536" behindDoc="1" locked="0" layoutInCell="1" allowOverlap="1" wp14:anchorId="412FFA93" wp14:editId="68ACA23B">
                  <wp:simplePos x="0" y="0"/>
                  <wp:positionH relativeFrom="column">
                    <wp:posOffset>581025</wp:posOffset>
                  </wp:positionH>
                  <wp:positionV relativeFrom="paragraph">
                    <wp:posOffset>-15875</wp:posOffset>
                  </wp:positionV>
                  <wp:extent cx="2382520" cy="2895600"/>
                  <wp:effectExtent l="0" t="0" r="0" b="0"/>
                  <wp:wrapNone/>
                  <wp:docPr id="57" name="Picture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2520" cy="289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>49)</w:t>
            </w:r>
            <w:r>
              <w:rPr>
                <w:noProof/>
              </w:rPr>
              <w:t xml:space="preserve"> </w:t>
            </w: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  <w:p w:rsidR="00E9456C" w:rsidRDefault="00E9456C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802730" w:rsidRDefault="00B90229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715584" behindDoc="1" locked="0" layoutInCell="1" allowOverlap="1" wp14:anchorId="41D8A08D" wp14:editId="2E942960">
                  <wp:simplePos x="0" y="0"/>
                  <wp:positionH relativeFrom="column">
                    <wp:posOffset>893445</wp:posOffset>
                  </wp:positionH>
                  <wp:positionV relativeFrom="paragraph">
                    <wp:posOffset>450850</wp:posOffset>
                  </wp:positionV>
                  <wp:extent cx="1600200" cy="2314575"/>
                  <wp:effectExtent l="0" t="0" r="0" b="9525"/>
                  <wp:wrapNone/>
                  <wp:docPr id="59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200" cy="2314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456C">
              <w:rPr>
                <w:noProof/>
              </w:rPr>
              <w:drawing>
                <wp:anchor distT="0" distB="0" distL="114300" distR="114300" simplePos="0" relativeHeight="251714560" behindDoc="1" locked="0" layoutInCell="1" allowOverlap="1" wp14:anchorId="05040DC9" wp14:editId="07919D8F">
                  <wp:simplePos x="0" y="0"/>
                  <wp:positionH relativeFrom="column">
                    <wp:posOffset>702945</wp:posOffset>
                  </wp:positionH>
                  <wp:positionV relativeFrom="paragraph">
                    <wp:posOffset>22225</wp:posOffset>
                  </wp:positionV>
                  <wp:extent cx="1104900" cy="233045"/>
                  <wp:effectExtent l="0" t="0" r="0" b="0"/>
                  <wp:wrapNone/>
                  <wp:docPr id="58" name="Picture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233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9456C">
              <w:t xml:space="preserve">50)  Graph:  </w:t>
            </w:r>
          </w:p>
        </w:tc>
      </w:tr>
      <w:tr w:rsidR="00614C08" w:rsidTr="00802730">
        <w:tc>
          <w:tcPr>
            <w:tcW w:w="5508" w:type="dxa"/>
            <w:gridSpan w:val="2"/>
          </w:tcPr>
          <w:p w:rsidR="00614C08" w:rsidRDefault="00614C08" w:rsidP="00C8415E">
            <w:pPr>
              <w:pStyle w:val="NoSpacing"/>
            </w:pPr>
            <w:r>
              <w:t>51)  Graph and answer the questions:</w:t>
            </w:r>
          </w:p>
          <w:p w:rsidR="00614C08" w:rsidRDefault="00614C08" w:rsidP="00614C08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785619A3" wp14:editId="1A22863E">
                  <wp:extent cx="1400175" cy="278397"/>
                  <wp:effectExtent l="0" t="0" r="0" b="7620"/>
                  <wp:docPr id="60" name="Picture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175" cy="2783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4C08" w:rsidRDefault="00614C08" w:rsidP="00614C08">
            <w:pPr>
              <w:pStyle w:val="NoSpacing"/>
              <w:jc w:val="center"/>
            </w:pPr>
          </w:p>
          <w:p w:rsidR="00614C08" w:rsidRDefault="00614C08" w:rsidP="00614C08">
            <w:pPr>
              <w:pStyle w:val="NoSpacing"/>
              <w:jc w:val="center"/>
            </w:pPr>
          </w:p>
          <w:p w:rsidR="00614C08" w:rsidRDefault="00614C08" w:rsidP="00614C08">
            <w:pPr>
              <w:pStyle w:val="NoSpacing"/>
              <w:jc w:val="center"/>
            </w:pPr>
          </w:p>
          <w:p w:rsidR="007034E1" w:rsidRDefault="007034E1" w:rsidP="00614C08">
            <w:pPr>
              <w:pStyle w:val="NoSpacing"/>
              <w:jc w:val="center"/>
            </w:pPr>
          </w:p>
          <w:p w:rsidR="007034E1" w:rsidRDefault="007034E1" w:rsidP="00614C08">
            <w:pPr>
              <w:pStyle w:val="NoSpacing"/>
              <w:jc w:val="center"/>
            </w:pPr>
          </w:p>
          <w:p w:rsidR="007034E1" w:rsidRDefault="007034E1" w:rsidP="00614C08">
            <w:pPr>
              <w:pStyle w:val="NoSpacing"/>
              <w:jc w:val="center"/>
            </w:pPr>
          </w:p>
          <w:p w:rsidR="00614C08" w:rsidRDefault="00614C08" w:rsidP="00614C08">
            <w:pPr>
              <w:pStyle w:val="NoSpacing"/>
              <w:jc w:val="center"/>
            </w:pPr>
          </w:p>
          <w:p w:rsidR="00614C08" w:rsidRDefault="00614C08" w:rsidP="00614C08">
            <w:pPr>
              <w:pStyle w:val="NoSpacing"/>
              <w:jc w:val="center"/>
            </w:pPr>
          </w:p>
          <w:p w:rsidR="00614C08" w:rsidRDefault="00614C08" w:rsidP="00614C08">
            <w:pPr>
              <w:pStyle w:val="NoSpacing"/>
              <w:jc w:val="center"/>
            </w:pPr>
          </w:p>
          <w:p w:rsidR="00614C08" w:rsidRDefault="00614C08" w:rsidP="00C8415E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3984ADF3" wp14:editId="32120A4F">
                  <wp:extent cx="3009900" cy="3867150"/>
                  <wp:effectExtent l="0" t="0" r="0" b="0"/>
                  <wp:docPr id="61" name="Picture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386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4C08" w:rsidRDefault="00614C08" w:rsidP="00C8415E">
            <w:pPr>
              <w:pStyle w:val="NoSpacing"/>
            </w:pPr>
          </w:p>
          <w:p w:rsidR="00614C08" w:rsidRDefault="00614C08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614C08" w:rsidRDefault="00614C08" w:rsidP="00D31A9F">
            <w:pPr>
              <w:pStyle w:val="NoSpacing"/>
            </w:pPr>
            <w:r>
              <w:t>52)  Graph and answer the questions:</w:t>
            </w:r>
          </w:p>
          <w:p w:rsidR="00614C08" w:rsidRDefault="00614C08" w:rsidP="00D31A9F">
            <w:pPr>
              <w:pStyle w:val="NoSpacing"/>
              <w:jc w:val="center"/>
            </w:pPr>
            <w:r>
              <w:rPr>
                <w:noProof/>
              </w:rPr>
              <w:drawing>
                <wp:inline distT="0" distB="0" distL="0" distR="0" wp14:anchorId="79225A07" wp14:editId="35E4BCDF">
                  <wp:extent cx="1390650" cy="281543"/>
                  <wp:effectExtent l="0" t="0" r="0" b="4445"/>
                  <wp:docPr id="64" name="Picture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650" cy="2815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4C08" w:rsidRDefault="00614C08" w:rsidP="00D31A9F">
            <w:pPr>
              <w:pStyle w:val="NoSpacing"/>
              <w:jc w:val="center"/>
            </w:pPr>
          </w:p>
          <w:p w:rsidR="00614C08" w:rsidRDefault="00614C08" w:rsidP="00D31A9F">
            <w:pPr>
              <w:pStyle w:val="NoSpacing"/>
              <w:jc w:val="center"/>
            </w:pPr>
          </w:p>
          <w:p w:rsidR="00614C08" w:rsidRDefault="00614C08" w:rsidP="00D31A9F">
            <w:pPr>
              <w:pStyle w:val="NoSpacing"/>
              <w:jc w:val="center"/>
            </w:pPr>
          </w:p>
          <w:p w:rsidR="00614C08" w:rsidRDefault="00614C08" w:rsidP="00D31A9F">
            <w:pPr>
              <w:pStyle w:val="NoSpacing"/>
              <w:jc w:val="center"/>
            </w:pPr>
          </w:p>
          <w:p w:rsidR="007034E1" w:rsidRDefault="007034E1" w:rsidP="00D31A9F">
            <w:pPr>
              <w:pStyle w:val="NoSpacing"/>
              <w:jc w:val="center"/>
            </w:pPr>
          </w:p>
          <w:p w:rsidR="007034E1" w:rsidRDefault="007034E1" w:rsidP="00D31A9F">
            <w:pPr>
              <w:pStyle w:val="NoSpacing"/>
              <w:jc w:val="center"/>
            </w:pPr>
          </w:p>
          <w:p w:rsidR="007034E1" w:rsidRDefault="007034E1" w:rsidP="00D31A9F">
            <w:pPr>
              <w:pStyle w:val="NoSpacing"/>
              <w:jc w:val="center"/>
            </w:pPr>
          </w:p>
          <w:p w:rsidR="007034E1" w:rsidRDefault="007034E1" w:rsidP="00D31A9F">
            <w:pPr>
              <w:pStyle w:val="NoSpacing"/>
              <w:jc w:val="center"/>
            </w:pPr>
          </w:p>
          <w:p w:rsidR="00614C08" w:rsidRDefault="00614C08" w:rsidP="00D31A9F">
            <w:pPr>
              <w:pStyle w:val="NoSpacing"/>
              <w:jc w:val="center"/>
            </w:pPr>
          </w:p>
          <w:p w:rsidR="00614C08" w:rsidRDefault="00614C08" w:rsidP="00D31A9F">
            <w:pPr>
              <w:pStyle w:val="NoSpacing"/>
              <w:jc w:val="center"/>
            </w:pPr>
          </w:p>
          <w:p w:rsidR="00614C08" w:rsidRDefault="00614C08" w:rsidP="00D31A9F">
            <w:pPr>
              <w:pStyle w:val="NoSpacing"/>
            </w:pPr>
            <w:r>
              <w:rPr>
                <w:noProof/>
              </w:rPr>
              <w:drawing>
                <wp:inline distT="0" distB="0" distL="0" distR="0" wp14:anchorId="232E9A4B" wp14:editId="4DE1FC92">
                  <wp:extent cx="3009900" cy="3867150"/>
                  <wp:effectExtent l="0" t="0" r="0" b="0"/>
                  <wp:docPr id="63" name="Picture 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9900" cy="3867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14C08" w:rsidRDefault="00614C08" w:rsidP="00D31A9F">
            <w:pPr>
              <w:pStyle w:val="NoSpacing"/>
            </w:pPr>
          </w:p>
        </w:tc>
      </w:tr>
      <w:tr w:rsidR="00614C08" w:rsidTr="00802730">
        <w:tc>
          <w:tcPr>
            <w:tcW w:w="5508" w:type="dxa"/>
            <w:gridSpan w:val="2"/>
          </w:tcPr>
          <w:p w:rsidR="00614C08" w:rsidRDefault="00D31A9F" w:rsidP="00C8415E">
            <w:pPr>
              <w:pStyle w:val="NoSpacing"/>
              <w:rPr>
                <w:noProof/>
              </w:rPr>
            </w:pPr>
            <w:r>
              <w:lastRenderedPageBreak/>
              <w:t>53)</w:t>
            </w:r>
            <w:r>
              <w:rPr>
                <w:noProof/>
              </w:rPr>
              <w:t xml:space="preserve"> How many roots are there for the quadratic:</w:t>
            </w:r>
          </w:p>
          <w:p w:rsidR="00D31A9F" w:rsidRDefault="00D31A9F" w:rsidP="00C8415E">
            <w:pPr>
              <w:pStyle w:val="NoSpacing"/>
            </w:pPr>
            <w:r>
              <w:rPr>
                <w:noProof/>
              </w:rPr>
              <w:drawing>
                <wp:anchor distT="0" distB="0" distL="114300" distR="114300" simplePos="0" relativeHeight="251718656" behindDoc="1" locked="0" layoutInCell="1" allowOverlap="1" wp14:anchorId="71A35842" wp14:editId="227DD969">
                  <wp:simplePos x="0" y="0"/>
                  <wp:positionH relativeFrom="column">
                    <wp:posOffset>790575</wp:posOffset>
                  </wp:positionH>
                  <wp:positionV relativeFrom="paragraph">
                    <wp:posOffset>3810</wp:posOffset>
                  </wp:positionV>
                  <wp:extent cx="981075" cy="231140"/>
                  <wp:effectExtent l="0" t="0" r="9525" b="0"/>
                  <wp:wrapNone/>
                  <wp:docPr id="68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23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31A9F" w:rsidRDefault="00D31A9F" w:rsidP="00C8415E">
            <w:pPr>
              <w:pStyle w:val="NoSpacing"/>
            </w:pPr>
          </w:p>
          <w:p w:rsidR="00D31A9F" w:rsidRDefault="00D31A9F" w:rsidP="00C8415E">
            <w:pPr>
              <w:pStyle w:val="NoSpacing"/>
            </w:pPr>
          </w:p>
          <w:p w:rsidR="00D31A9F" w:rsidRDefault="00D31A9F" w:rsidP="00C8415E">
            <w:pPr>
              <w:pStyle w:val="NoSpacing"/>
            </w:pPr>
          </w:p>
          <w:p w:rsidR="00D31A9F" w:rsidRDefault="00D31A9F" w:rsidP="00C8415E">
            <w:pPr>
              <w:pStyle w:val="NoSpacing"/>
            </w:pPr>
          </w:p>
          <w:p w:rsidR="00D31A9F" w:rsidRDefault="00D31A9F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614C08" w:rsidRDefault="00D31A9F" w:rsidP="00C8415E">
            <w:pPr>
              <w:pStyle w:val="NoSpacing"/>
            </w:pPr>
            <w:r>
              <w:t xml:space="preserve">54) How many times does the graph of this quadratic cross the x-axis? </w:t>
            </w:r>
            <w:r>
              <w:rPr>
                <w:noProof/>
              </w:rPr>
              <w:t xml:space="preserve">   </w:t>
            </w:r>
            <w:r>
              <w:rPr>
                <w:noProof/>
              </w:rPr>
              <w:drawing>
                <wp:anchor distT="0" distB="0" distL="114300" distR="114300" simplePos="0" relativeHeight="251717632" behindDoc="1" locked="0" layoutInCell="1" allowOverlap="1" wp14:anchorId="510A472B" wp14:editId="1259150A">
                  <wp:simplePos x="0" y="0"/>
                  <wp:positionH relativeFrom="column">
                    <wp:posOffset>731520</wp:posOffset>
                  </wp:positionH>
                  <wp:positionV relativeFrom="paragraph">
                    <wp:posOffset>174625</wp:posOffset>
                  </wp:positionV>
                  <wp:extent cx="1133475" cy="238125"/>
                  <wp:effectExtent l="0" t="0" r="9525" b="9525"/>
                  <wp:wrapNone/>
                  <wp:docPr id="67" name="Picture 6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D33C4" w:rsidTr="004D33C4">
        <w:tc>
          <w:tcPr>
            <w:tcW w:w="5508" w:type="dxa"/>
            <w:gridSpan w:val="2"/>
          </w:tcPr>
          <w:p w:rsidR="004D33C4" w:rsidRDefault="004D33C4" w:rsidP="00C8415E">
            <w:pPr>
              <w:pStyle w:val="NoSpacing"/>
            </w:pPr>
            <w:r>
              <w:t>55)  Simplify:</w:t>
            </w:r>
          </w:p>
          <w:p w:rsidR="004D33C4" w:rsidRDefault="004D33C4" w:rsidP="00C8415E">
            <w:pPr>
              <w:pStyle w:val="NoSpacing"/>
            </w:pPr>
            <w:r>
              <w:t xml:space="preserve">               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E88E0FE" wp14:editId="642C7199">
                  <wp:extent cx="578644" cy="428625"/>
                  <wp:effectExtent l="0" t="0" r="0" b="0"/>
                  <wp:docPr id="69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8644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D33C4" w:rsidRDefault="004D33C4" w:rsidP="00C8415E">
            <w:pPr>
              <w:pStyle w:val="NoSpacing"/>
            </w:pPr>
          </w:p>
          <w:p w:rsidR="004D33C4" w:rsidRDefault="004D33C4" w:rsidP="00C8415E">
            <w:pPr>
              <w:pStyle w:val="NoSpacing"/>
            </w:pPr>
          </w:p>
          <w:p w:rsidR="004D33C4" w:rsidRDefault="004D33C4" w:rsidP="00C8415E">
            <w:pPr>
              <w:pStyle w:val="NoSpacing"/>
            </w:pPr>
          </w:p>
          <w:p w:rsidR="004D33C4" w:rsidRDefault="004D33C4" w:rsidP="00C8415E">
            <w:pPr>
              <w:pStyle w:val="NoSpacing"/>
            </w:pPr>
          </w:p>
          <w:p w:rsidR="004D33C4" w:rsidRDefault="004D33C4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4D33C4" w:rsidRDefault="004D33C4" w:rsidP="00C8415E">
            <w:pPr>
              <w:pStyle w:val="NoSpacing"/>
            </w:pPr>
            <w:r>
              <w:t>56)  Simplify:</w:t>
            </w:r>
          </w:p>
          <w:p w:rsidR="004D33C4" w:rsidRDefault="004D33C4" w:rsidP="00C8415E">
            <w:pPr>
              <w:pStyle w:val="NoSpacing"/>
            </w:pPr>
            <w:r>
              <w:t xml:space="preserve">              </w:t>
            </w:r>
            <w:r>
              <w:rPr>
                <w:noProof/>
              </w:rPr>
              <w:drawing>
                <wp:inline distT="0" distB="0" distL="0" distR="0" wp14:anchorId="180EE80E" wp14:editId="0EE92307">
                  <wp:extent cx="981075" cy="545042"/>
                  <wp:effectExtent l="0" t="0" r="0" b="7620"/>
                  <wp:docPr id="70" name="Picture 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1075" cy="5450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D33C4" w:rsidTr="004D33C4">
        <w:tc>
          <w:tcPr>
            <w:tcW w:w="5508" w:type="dxa"/>
            <w:gridSpan w:val="2"/>
          </w:tcPr>
          <w:p w:rsidR="004D33C4" w:rsidRDefault="00183C14" w:rsidP="00C8415E">
            <w:pPr>
              <w:pStyle w:val="NoSpacing"/>
            </w:pPr>
            <w:bookmarkStart w:id="0" w:name="_GoBack"/>
            <w:bookmarkEnd w:id="0"/>
            <w:r>
              <w:t>57)  Write the equation and solve:</w:t>
            </w:r>
          </w:p>
          <w:p w:rsidR="00183C14" w:rsidRDefault="00183C14" w:rsidP="00C8415E">
            <w:pPr>
              <w:pStyle w:val="NoSpacing"/>
            </w:pPr>
            <w:r>
              <w:t>Seven more than three times a number is 19.  Find the number.</w:t>
            </w: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342BD1" w:rsidRDefault="00342BD1" w:rsidP="00C8415E">
            <w:pPr>
              <w:pStyle w:val="NoSpacing"/>
              <w:rPr>
                <w:noProof/>
              </w:rPr>
            </w:pPr>
          </w:p>
          <w:p w:rsidR="00342BD1" w:rsidRDefault="00342BD1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4D33C4" w:rsidRDefault="00183C14" w:rsidP="00C8415E">
            <w:pPr>
              <w:pStyle w:val="NoSpacing"/>
            </w:pPr>
            <w:r>
              <w:t>58)  Write the equation and solve:</w:t>
            </w:r>
          </w:p>
          <w:p w:rsidR="00183C14" w:rsidRDefault="00183C14" w:rsidP="00C8415E">
            <w:pPr>
              <w:pStyle w:val="NoSpacing"/>
            </w:pPr>
            <w:r>
              <w:t>Twice the sum of a number and six is 18.  Find the number.</w:t>
            </w:r>
          </w:p>
        </w:tc>
      </w:tr>
      <w:tr w:rsidR="004D33C4" w:rsidTr="004D33C4">
        <w:tc>
          <w:tcPr>
            <w:tcW w:w="5508" w:type="dxa"/>
            <w:gridSpan w:val="2"/>
          </w:tcPr>
          <w:p w:rsidR="004D33C4" w:rsidRDefault="00183C14" w:rsidP="00C8415E">
            <w:pPr>
              <w:pStyle w:val="NoSpacing"/>
            </w:pPr>
            <w:r>
              <w:t>59)  Three consecutive even numbers have a sum of -60.  What are the numbers?</w:t>
            </w:r>
          </w:p>
          <w:p w:rsidR="00183C14" w:rsidRDefault="00183C14" w:rsidP="00C8415E">
            <w:pPr>
              <w:pStyle w:val="NoSpacing"/>
            </w:pP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342BD1" w:rsidRDefault="00342BD1" w:rsidP="00C8415E">
            <w:pPr>
              <w:pStyle w:val="NoSpacing"/>
              <w:rPr>
                <w:noProof/>
              </w:rPr>
            </w:pPr>
          </w:p>
          <w:p w:rsidR="00342BD1" w:rsidRDefault="00342BD1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  <w:rPr>
                <w:noProof/>
              </w:rPr>
            </w:pPr>
          </w:p>
          <w:p w:rsidR="00342BD1" w:rsidRDefault="00342BD1" w:rsidP="00C8415E">
            <w:pPr>
              <w:pStyle w:val="NoSpacing"/>
              <w:rPr>
                <w:noProof/>
              </w:rPr>
            </w:pPr>
          </w:p>
          <w:p w:rsidR="00183C14" w:rsidRDefault="00183C14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4D33C4" w:rsidRDefault="00183C14" w:rsidP="00C8415E">
            <w:pPr>
              <w:pStyle w:val="NoSpacing"/>
            </w:pPr>
            <w:r>
              <w:t>60)  The length of a rectangle is two centimeters more than three times the width.  If the perimeter is 36cm, find the width and length.</w:t>
            </w:r>
          </w:p>
        </w:tc>
      </w:tr>
      <w:tr w:rsidR="004D33C4" w:rsidTr="004D33C4">
        <w:tc>
          <w:tcPr>
            <w:tcW w:w="5508" w:type="dxa"/>
            <w:gridSpan w:val="2"/>
          </w:tcPr>
          <w:p w:rsidR="004D33C4" w:rsidRDefault="00183C14" w:rsidP="00C8415E">
            <w:pPr>
              <w:pStyle w:val="NoSpacing"/>
            </w:pPr>
            <w:r>
              <w:t>61)</w:t>
            </w:r>
            <w:r w:rsidR="009E79F3">
              <w:t xml:space="preserve">  Adult tickets to a play are $12, student tickets are only $8.  If a theater sells 90 tickets to a play for a total of $980, how many of each kind of ticket did the theater sell?</w:t>
            </w:r>
          </w:p>
          <w:p w:rsidR="009E79F3" w:rsidRDefault="009E79F3" w:rsidP="00C8415E">
            <w:pPr>
              <w:pStyle w:val="NoSpacing"/>
            </w:pPr>
          </w:p>
          <w:p w:rsidR="009E79F3" w:rsidRDefault="009E79F3" w:rsidP="00C8415E">
            <w:pPr>
              <w:pStyle w:val="NoSpacing"/>
            </w:pPr>
          </w:p>
          <w:p w:rsidR="009E79F3" w:rsidRDefault="009E79F3" w:rsidP="00C8415E">
            <w:pPr>
              <w:pStyle w:val="NoSpacing"/>
            </w:pPr>
          </w:p>
          <w:p w:rsidR="00342BD1" w:rsidRDefault="00342BD1" w:rsidP="00C8415E">
            <w:pPr>
              <w:pStyle w:val="NoSpacing"/>
            </w:pPr>
          </w:p>
          <w:p w:rsidR="00342BD1" w:rsidRDefault="00342BD1" w:rsidP="00C8415E">
            <w:pPr>
              <w:pStyle w:val="NoSpacing"/>
            </w:pPr>
          </w:p>
        </w:tc>
        <w:tc>
          <w:tcPr>
            <w:tcW w:w="5508" w:type="dxa"/>
            <w:gridSpan w:val="3"/>
          </w:tcPr>
          <w:p w:rsidR="004D33C4" w:rsidRDefault="009E79F3" w:rsidP="00C8415E">
            <w:pPr>
              <w:pStyle w:val="NoSpacing"/>
            </w:pPr>
            <w:r>
              <w:t>62)  Markus looked in the couch for loose change.  He found 22 nickels and quarters totaling $4.30.  How many were nickels and how many were quarters?</w:t>
            </w:r>
          </w:p>
          <w:p w:rsidR="009E79F3" w:rsidRDefault="009E79F3" w:rsidP="00C8415E">
            <w:pPr>
              <w:pStyle w:val="NoSpacing"/>
            </w:pPr>
          </w:p>
          <w:p w:rsidR="009E79F3" w:rsidRDefault="009E79F3" w:rsidP="00C8415E">
            <w:pPr>
              <w:pStyle w:val="NoSpacing"/>
            </w:pPr>
          </w:p>
          <w:p w:rsidR="009E79F3" w:rsidRDefault="009E79F3" w:rsidP="00C8415E">
            <w:pPr>
              <w:pStyle w:val="NoSpacing"/>
            </w:pPr>
          </w:p>
          <w:p w:rsidR="009E79F3" w:rsidRDefault="009E79F3" w:rsidP="00C8415E">
            <w:pPr>
              <w:pStyle w:val="NoSpacing"/>
              <w:rPr>
                <w:noProof/>
              </w:rPr>
            </w:pPr>
          </w:p>
          <w:p w:rsidR="009E79F3" w:rsidRDefault="009E79F3" w:rsidP="00C8415E">
            <w:pPr>
              <w:pStyle w:val="NoSpacing"/>
              <w:rPr>
                <w:noProof/>
              </w:rPr>
            </w:pPr>
          </w:p>
          <w:p w:rsidR="009E79F3" w:rsidRDefault="009E79F3" w:rsidP="00C8415E">
            <w:pPr>
              <w:pStyle w:val="NoSpacing"/>
              <w:rPr>
                <w:noProof/>
              </w:rPr>
            </w:pPr>
          </w:p>
          <w:p w:rsidR="00342BD1" w:rsidRDefault="00342BD1" w:rsidP="00C8415E">
            <w:pPr>
              <w:pStyle w:val="NoSpacing"/>
              <w:rPr>
                <w:noProof/>
              </w:rPr>
            </w:pPr>
          </w:p>
          <w:p w:rsidR="009E79F3" w:rsidRDefault="009E79F3" w:rsidP="00C8415E">
            <w:pPr>
              <w:pStyle w:val="NoSpacing"/>
              <w:rPr>
                <w:noProof/>
              </w:rPr>
            </w:pPr>
          </w:p>
          <w:p w:rsidR="009E79F3" w:rsidRDefault="009E79F3" w:rsidP="00C8415E">
            <w:pPr>
              <w:pStyle w:val="NoSpacing"/>
              <w:rPr>
                <w:noProof/>
              </w:rPr>
            </w:pPr>
          </w:p>
          <w:p w:rsidR="009E79F3" w:rsidRDefault="009E79F3" w:rsidP="00C8415E">
            <w:pPr>
              <w:pStyle w:val="NoSpacing"/>
              <w:rPr>
                <w:noProof/>
              </w:rPr>
            </w:pPr>
          </w:p>
          <w:p w:rsidR="00342BD1" w:rsidRDefault="00342BD1" w:rsidP="00C8415E">
            <w:pPr>
              <w:pStyle w:val="NoSpacing"/>
              <w:rPr>
                <w:noProof/>
              </w:rPr>
            </w:pPr>
          </w:p>
          <w:p w:rsidR="009E79F3" w:rsidRDefault="009E79F3" w:rsidP="00C8415E">
            <w:pPr>
              <w:pStyle w:val="NoSpacing"/>
            </w:pPr>
          </w:p>
        </w:tc>
      </w:tr>
    </w:tbl>
    <w:p w:rsidR="00C8415E" w:rsidRDefault="00C8415E" w:rsidP="00C8415E">
      <w:pPr>
        <w:pStyle w:val="NoSpacing"/>
      </w:pPr>
    </w:p>
    <w:p w:rsidR="00BC305A" w:rsidRDefault="00BC305A" w:rsidP="00C8415E">
      <w:pPr>
        <w:pStyle w:val="NoSpacing"/>
      </w:pPr>
      <w:r>
        <w:lastRenderedPageBreak/>
        <w:t>Open-ended exercises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8"/>
        <w:gridCol w:w="10548"/>
      </w:tblGrid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t>63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</w:pPr>
            <w:r>
              <w:rPr>
                <w:noProof/>
              </w:rPr>
              <w:drawing>
                <wp:inline distT="0" distB="0" distL="0" distR="0">
                  <wp:extent cx="5943600" cy="259715"/>
                  <wp:effectExtent l="0" t="0" r="0" b="6985"/>
                  <wp:docPr id="62" name="Picture 6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2597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</w:pPr>
          </w:p>
          <w:p w:rsidR="00BC305A" w:rsidRDefault="00BC305A" w:rsidP="00C8415E">
            <w:pPr>
              <w:pStyle w:val="NoSpacing"/>
            </w:pPr>
          </w:p>
          <w:p w:rsidR="00BC305A" w:rsidRDefault="00BC305A" w:rsidP="00C8415E">
            <w:pPr>
              <w:pStyle w:val="NoSpacing"/>
            </w:pPr>
          </w:p>
          <w:p w:rsidR="00BC305A" w:rsidRDefault="00BC305A" w:rsidP="00C8415E">
            <w:pPr>
              <w:pStyle w:val="NoSpacing"/>
            </w:pPr>
          </w:p>
          <w:p w:rsidR="00BC305A" w:rsidRDefault="00BC305A" w:rsidP="00C8415E">
            <w:pPr>
              <w:pStyle w:val="NoSpacing"/>
            </w:pPr>
          </w:p>
          <w:p w:rsidR="00BC305A" w:rsidRDefault="00BC305A" w:rsidP="00C8415E">
            <w:pPr>
              <w:pStyle w:val="NoSpacing"/>
            </w:pPr>
          </w:p>
        </w:tc>
      </w:tr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t>64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405765"/>
                  <wp:effectExtent l="0" t="0" r="0" b="0"/>
                  <wp:docPr id="65" name="Picture 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05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5775960"/>
                  <wp:effectExtent l="0" t="0" r="0" b="0"/>
                  <wp:docPr id="66" name="Picture 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577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</w:tc>
      </w:tr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lastRenderedPageBreak/>
              <w:t>65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4381500" cy="955878"/>
                  <wp:effectExtent l="0" t="0" r="0" b="0"/>
                  <wp:docPr id="71" name="Picture 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5796" cy="95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</w:tc>
      </w:tr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t>66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3580765"/>
                  <wp:effectExtent l="0" t="0" r="0" b="635"/>
                  <wp:docPr id="72" name="Picture 7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580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</w:tc>
      </w:tr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lastRenderedPageBreak/>
              <w:t>67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4727575"/>
                  <wp:effectExtent l="0" t="0" r="0" b="0"/>
                  <wp:docPr id="73" name="Picture 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727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038725" cy="329455"/>
                  <wp:effectExtent l="0" t="0" r="0" b="0"/>
                  <wp:docPr id="74" name="Picture 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38725" cy="329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</w:tc>
      </w:tr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lastRenderedPageBreak/>
              <w:t>68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3549015"/>
                  <wp:effectExtent l="0" t="0" r="0" b="0"/>
                  <wp:docPr id="75" name="Picture 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549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</w:tc>
      </w:tr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t>69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3364230"/>
                  <wp:effectExtent l="0" t="0" r="0" b="7620"/>
                  <wp:docPr id="76" name="Pictur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33642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459105"/>
                  <wp:effectExtent l="0" t="0" r="0" b="0"/>
                  <wp:docPr id="77" name="Pictur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591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</w:tc>
      </w:tr>
      <w:tr w:rsidR="00BC305A" w:rsidTr="00BC305A">
        <w:tc>
          <w:tcPr>
            <w:tcW w:w="468" w:type="dxa"/>
          </w:tcPr>
          <w:p w:rsidR="00BC305A" w:rsidRDefault="007A7169" w:rsidP="00C8415E">
            <w:pPr>
              <w:pStyle w:val="NoSpacing"/>
            </w:pPr>
            <w:r>
              <w:lastRenderedPageBreak/>
              <w:t>70</w:t>
            </w:r>
          </w:p>
        </w:tc>
        <w:tc>
          <w:tcPr>
            <w:tcW w:w="10548" w:type="dxa"/>
          </w:tcPr>
          <w:p w:rsidR="00BC305A" w:rsidRDefault="00BC305A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221705" cy="5126866"/>
                  <wp:effectExtent l="0" t="0" r="0" b="0"/>
                  <wp:docPr id="78" name="Picture 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21705" cy="51268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169" w:rsidRDefault="007A7169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510540"/>
                  <wp:effectExtent l="0" t="0" r="0" b="3810"/>
                  <wp:docPr id="81" name="Picture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510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5943600" cy="461010"/>
                  <wp:effectExtent l="0" t="0" r="0" b="0"/>
                  <wp:docPr id="82" name="Picture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3600" cy="461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7A7169" w:rsidRDefault="007A7169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  <w:p w:rsidR="00BC305A" w:rsidRDefault="00BC305A" w:rsidP="00C8415E">
            <w:pPr>
              <w:pStyle w:val="NoSpacing"/>
              <w:rPr>
                <w:noProof/>
              </w:rPr>
            </w:pPr>
          </w:p>
        </w:tc>
      </w:tr>
    </w:tbl>
    <w:p w:rsidR="00BC305A" w:rsidRPr="00C8415E" w:rsidRDefault="00BC305A" w:rsidP="00C8415E">
      <w:pPr>
        <w:pStyle w:val="NoSpacing"/>
      </w:pPr>
    </w:p>
    <w:sectPr w:rsidR="00BC305A" w:rsidRPr="00C8415E" w:rsidSect="00C8415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B3BEF"/>
    <w:multiLevelType w:val="hybridMultilevel"/>
    <w:tmpl w:val="16EA4FB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15E"/>
    <w:rsid w:val="00027F18"/>
    <w:rsid w:val="0004754A"/>
    <w:rsid w:val="000C5404"/>
    <w:rsid w:val="001170A2"/>
    <w:rsid w:val="00183C14"/>
    <w:rsid w:val="00342BD1"/>
    <w:rsid w:val="0043754E"/>
    <w:rsid w:val="004D33C4"/>
    <w:rsid w:val="005D5AA0"/>
    <w:rsid w:val="005E3D36"/>
    <w:rsid w:val="00614C08"/>
    <w:rsid w:val="00655EA3"/>
    <w:rsid w:val="007034E1"/>
    <w:rsid w:val="007A7169"/>
    <w:rsid w:val="00802730"/>
    <w:rsid w:val="009E79F3"/>
    <w:rsid w:val="00A34ED1"/>
    <w:rsid w:val="00A65153"/>
    <w:rsid w:val="00B40DA2"/>
    <w:rsid w:val="00B521AD"/>
    <w:rsid w:val="00B90229"/>
    <w:rsid w:val="00BC305A"/>
    <w:rsid w:val="00C8415E"/>
    <w:rsid w:val="00CA6158"/>
    <w:rsid w:val="00D31A9F"/>
    <w:rsid w:val="00E9456C"/>
    <w:rsid w:val="00F34927"/>
    <w:rsid w:val="00F676DA"/>
    <w:rsid w:val="00FB14F5"/>
    <w:rsid w:val="00FF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415E"/>
    <w:pPr>
      <w:spacing w:after="0" w:line="240" w:lineRule="auto"/>
    </w:pPr>
  </w:style>
  <w:style w:type="table" w:styleId="TableGrid">
    <w:name w:val="Table Grid"/>
    <w:basedOn w:val="TableNormal"/>
    <w:uiPriority w:val="39"/>
    <w:rsid w:val="00FF6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5E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415E"/>
    <w:pPr>
      <w:spacing w:after="0" w:line="240" w:lineRule="auto"/>
    </w:pPr>
  </w:style>
  <w:style w:type="table" w:styleId="TableGrid">
    <w:name w:val="Table Grid"/>
    <w:basedOn w:val="TableNormal"/>
    <w:uiPriority w:val="39"/>
    <w:rsid w:val="00FF633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F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33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55E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9" Type="http://schemas.openxmlformats.org/officeDocument/2006/relationships/image" Target="media/image33.png"/><Relationship Id="rId21" Type="http://schemas.openxmlformats.org/officeDocument/2006/relationships/image" Target="media/image15.png"/><Relationship Id="rId34" Type="http://schemas.openxmlformats.org/officeDocument/2006/relationships/image" Target="media/image28.png"/><Relationship Id="rId42" Type="http://schemas.openxmlformats.org/officeDocument/2006/relationships/image" Target="media/image36.png"/><Relationship Id="rId47" Type="http://schemas.openxmlformats.org/officeDocument/2006/relationships/image" Target="media/image41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63" Type="http://schemas.openxmlformats.org/officeDocument/2006/relationships/image" Target="media/image57.png"/><Relationship Id="rId68" Type="http://schemas.openxmlformats.org/officeDocument/2006/relationships/image" Target="media/image62.png"/><Relationship Id="rId76" Type="http://schemas.openxmlformats.org/officeDocument/2006/relationships/image" Target="media/image70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9" Type="http://schemas.openxmlformats.org/officeDocument/2006/relationships/image" Target="media/image23.png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32" Type="http://schemas.openxmlformats.org/officeDocument/2006/relationships/image" Target="media/image26.png"/><Relationship Id="rId37" Type="http://schemas.openxmlformats.org/officeDocument/2006/relationships/image" Target="media/image31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53" Type="http://schemas.openxmlformats.org/officeDocument/2006/relationships/image" Target="media/image47.png"/><Relationship Id="rId58" Type="http://schemas.openxmlformats.org/officeDocument/2006/relationships/image" Target="media/image52.png"/><Relationship Id="rId66" Type="http://schemas.openxmlformats.org/officeDocument/2006/relationships/image" Target="media/image60.png"/><Relationship Id="rId74" Type="http://schemas.openxmlformats.org/officeDocument/2006/relationships/image" Target="media/image68.png"/><Relationship Id="rId79" Type="http://schemas.openxmlformats.org/officeDocument/2006/relationships/image" Target="media/image73.png"/><Relationship Id="rId5" Type="http://schemas.openxmlformats.org/officeDocument/2006/relationships/settings" Target="settings.xml"/><Relationship Id="rId61" Type="http://schemas.openxmlformats.org/officeDocument/2006/relationships/image" Target="media/image55.png"/><Relationship Id="rId82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image" Target="media/image25.png"/><Relationship Id="rId44" Type="http://schemas.openxmlformats.org/officeDocument/2006/relationships/image" Target="media/image38.png"/><Relationship Id="rId52" Type="http://schemas.openxmlformats.org/officeDocument/2006/relationships/image" Target="media/image46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8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56" Type="http://schemas.openxmlformats.org/officeDocument/2006/relationships/image" Target="media/image50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77" Type="http://schemas.openxmlformats.org/officeDocument/2006/relationships/image" Target="media/image71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80" Type="http://schemas.openxmlformats.org/officeDocument/2006/relationships/image" Target="media/image74.png"/><Relationship Id="rId3" Type="http://schemas.openxmlformats.org/officeDocument/2006/relationships/styles" Target="styl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46" Type="http://schemas.openxmlformats.org/officeDocument/2006/relationships/image" Target="media/image40.png"/><Relationship Id="rId59" Type="http://schemas.openxmlformats.org/officeDocument/2006/relationships/image" Target="media/image53.png"/><Relationship Id="rId67" Type="http://schemas.openxmlformats.org/officeDocument/2006/relationships/image" Target="media/image61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54" Type="http://schemas.openxmlformats.org/officeDocument/2006/relationships/image" Target="media/image48.png"/><Relationship Id="rId62" Type="http://schemas.openxmlformats.org/officeDocument/2006/relationships/image" Target="media/image56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36" Type="http://schemas.openxmlformats.org/officeDocument/2006/relationships/image" Target="media/image30.png"/><Relationship Id="rId49" Type="http://schemas.openxmlformats.org/officeDocument/2006/relationships/image" Target="media/image43.png"/><Relationship Id="rId57" Type="http://schemas.openxmlformats.org/officeDocument/2006/relationships/image" Target="media/image5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8D071-2D01-435B-BE30-2B3715B3D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FD7B47B7</Template>
  <TotalTime>0</TotalTime>
  <Pages>12</Pages>
  <Words>343</Words>
  <Characters>1958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Glaeser, Bonnie</dc:creator>
  <cp:lastModifiedBy>Norman, Bill</cp:lastModifiedBy>
  <cp:revision>2</cp:revision>
  <dcterms:created xsi:type="dcterms:W3CDTF">2015-05-21T12:54:00Z</dcterms:created>
  <dcterms:modified xsi:type="dcterms:W3CDTF">2015-05-21T12:54:00Z</dcterms:modified>
</cp:coreProperties>
</file>