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BE" w:rsidRDefault="00FC7DBE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names: </w:t>
      </w:r>
      <w:sdt>
        <w:sdtPr>
          <w:id w:val="-237477198"/>
          <w:placeholder>
            <w:docPart w:val="DefaultPlaceholder_1082065158"/>
          </w:placeholder>
          <w:showingPlcHdr/>
          <w:text/>
        </w:sdtPr>
        <w:sdtContent>
          <w:r w:rsidRPr="004F6153">
            <w:rPr>
              <w:rStyle w:val="PlaceholderText"/>
            </w:rPr>
            <w:t>Click here to enter text.</w:t>
          </w:r>
        </w:sdtContent>
      </w:sdt>
      <w:r>
        <w:br/>
        <w:t>Equation Review</w:t>
      </w:r>
    </w:p>
    <w:p w:rsidR="00FC7DBE" w:rsidRDefault="00FC7DBE">
      <w:r>
        <w:rPr>
          <w:noProof/>
        </w:rPr>
        <w:drawing>
          <wp:anchor distT="0" distB="0" distL="114300" distR="114300" simplePos="0" relativeHeight="251659264" behindDoc="0" locked="0" layoutInCell="1" allowOverlap="1" wp14:anchorId="40AEB392" wp14:editId="092BB0DF">
            <wp:simplePos x="0" y="0"/>
            <wp:positionH relativeFrom="column">
              <wp:posOffset>3096895</wp:posOffset>
            </wp:positionH>
            <wp:positionV relativeFrom="paragraph">
              <wp:posOffset>217805</wp:posOffset>
            </wp:positionV>
            <wp:extent cx="1858010" cy="1043305"/>
            <wp:effectExtent l="0" t="0" r="889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Complete the following modules. Snip a screenshot showing your achievement for each.</w:t>
      </w:r>
    </w:p>
    <w:p w:rsidR="00FC7DBE" w:rsidRDefault="00FC7DBE"/>
    <w:p w:rsidR="00FC7DBE" w:rsidRDefault="00FC7DBE"/>
    <w:p w:rsidR="00FC7DBE" w:rsidRDefault="00FC7DBE"/>
    <w:p w:rsidR="00FC7DBE" w:rsidRDefault="00FC7DBE"/>
    <w:p w:rsidR="00FC7DBE" w:rsidRDefault="00FC7DBE" w:rsidP="00FC7DBE">
      <w:pPr>
        <w:rPr>
          <w:sz w:val="20"/>
        </w:rPr>
      </w:pPr>
    </w:p>
    <w:p w:rsidR="00FC7DBE" w:rsidRPr="00FC7DBE" w:rsidRDefault="00FC7DBE" w:rsidP="00FC7DBE">
      <w:pPr>
        <w:rPr>
          <w:sz w:val="20"/>
        </w:rPr>
        <w:sectPr w:rsidR="00FC7DBE" w:rsidRPr="00FC7DBE" w:rsidSect="00FC7DB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C7DBE" w:rsidRPr="00FC7DBE" w:rsidRDefault="00FC7DBE" w:rsidP="00FC7DBE">
      <w:pPr>
        <w:pStyle w:val="ListParagraph"/>
        <w:numPr>
          <w:ilvl w:val="0"/>
          <w:numId w:val="1"/>
        </w:numPr>
        <w:ind w:left="360"/>
        <w:jc w:val="both"/>
        <w:rPr>
          <w:sz w:val="20"/>
        </w:rPr>
      </w:pPr>
      <w:r w:rsidRPr="00FC7DBE">
        <w:rPr>
          <w:sz w:val="20"/>
        </w:rPr>
        <w:lastRenderedPageBreak/>
        <w:t xml:space="preserve">Solving two-step equations: </w:t>
      </w:r>
      <w:hyperlink r:id="rId7" w:history="1">
        <w:r w:rsidRPr="00FC7DBE">
          <w:rPr>
            <w:rStyle w:val="Hyperlink"/>
            <w:sz w:val="18"/>
          </w:rPr>
          <w:t>http://tinyurl.com/osflg97</w:t>
        </w:r>
      </w:hyperlink>
      <w:r>
        <w:rPr>
          <w:sz w:val="18"/>
        </w:rPr>
        <w:br/>
      </w:r>
      <w:r w:rsidRPr="00FC7DBE">
        <w:rPr>
          <w:sz w:val="18"/>
        </w:rPr>
        <w:br/>
      </w:r>
      <w:sdt>
        <w:sdtPr>
          <w:id w:val="-833606016"/>
          <w:showingPlcHdr/>
          <w:picture/>
        </w:sdtPr>
        <w:sdtContent>
          <w:r w:rsidRPr="00FC7DBE">
            <w:rPr>
              <w:noProof/>
            </w:rPr>
            <w:drawing>
              <wp:inline distT="0" distB="0" distL="0" distR="0" wp14:anchorId="13E64E46" wp14:editId="055591B3">
                <wp:extent cx="3038168" cy="1866303"/>
                <wp:effectExtent l="0" t="0" r="0" b="635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38037" cy="1866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FC7DBE" w:rsidRPr="00FC7DBE" w:rsidRDefault="00FC7DBE" w:rsidP="00FC7DBE">
      <w:pPr>
        <w:pStyle w:val="ListParagraph"/>
        <w:ind w:left="360"/>
        <w:rPr>
          <w:sz w:val="20"/>
        </w:rPr>
      </w:pPr>
      <w:r>
        <w:rPr>
          <w:sz w:val="20"/>
        </w:rPr>
        <w:br/>
      </w:r>
      <w:r>
        <w:rPr>
          <w:sz w:val="20"/>
        </w:rPr>
        <w:br/>
      </w:r>
    </w:p>
    <w:p w:rsidR="00FC7DBE" w:rsidRPr="00FC7DBE" w:rsidRDefault="00FC7DBE" w:rsidP="00FC7DBE">
      <w:pPr>
        <w:pStyle w:val="ListParagraph"/>
        <w:numPr>
          <w:ilvl w:val="0"/>
          <w:numId w:val="1"/>
        </w:numPr>
        <w:ind w:left="360"/>
        <w:rPr>
          <w:sz w:val="20"/>
        </w:rPr>
      </w:pPr>
      <w:r w:rsidRPr="00FC7DBE">
        <w:rPr>
          <w:sz w:val="20"/>
        </w:rPr>
        <w:t xml:space="preserve">Simple word problems: </w:t>
      </w:r>
      <w:hyperlink r:id="rId9" w:history="1">
        <w:r w:rsidRPr="00FC7DBE">
          <w:rPr>
            <w:rStyle w:val="Hyperlink"/>
            <w:sz w:val="18"/>
          </w:rPr>
          <w:t>http://tinyurl.com/pjuw446</w:t>
        </w:r>
      </w:hyperlink>
    </w:p>
    <w:sdt>
      <w:sdtPr>
        <w:rPr>
          <w:sz w:val="20"/>
        </w:rPr>
        <w:id w:val="1237823178"/>
        <w:showingPlcHdr/>
        <w:picture/>
      </w:sdtPr>
      <w:sdtContent>
        <w:p w:rsidR="00FC7DBE" w:rsidRPr="00FC7DBE" w:rsidRDefault="00FC7DBE" w:rsidP="00FC7DBE">
          <w:pPr>
            <w:ind w:left="360"/>
            <w:rPr>
              <w:sz w:val="20"/>
            </w:rPr>
          </w:pPr>
          <w:r w:rsidRPr="00FC7DBE">
            <w:rPr>
              <w:noProof/>
              <w:sz w:val="20"/>
            </w:rPr>
            <w:drawing>
              <wp:inline distT="0" distB="0" distL="0" distR="0" wp14:anchorId="45B30BF5" wp14:editId="00DE9970">
                <wp:extent cx="3082413" cy="1893482"/>
                <wp:effectExtent l="0" t="0" r="381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4097" cy="19006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FC7DBE" w:rsidRPr="00FC7DBE" w:rsidRDefault="00FC7DBE" w:rsidP="00FC7DBE">
      <w:pPr>
        <w:ind w:left="360"/>
        <w:rPr>
          <w:sz w:val="20"/>
        </w:rPr>
      </w:pPr>
    </w:p>
    <w:p w:rsidR="00FC7DBE" w:rsidRPr="00FC7DBE" w:rsidRDefault="00FC7DBE" w:rsidP="00FC7DBE">
      <w:pPr>
        <w:pStyle w:val="ListParagraph"/>
        <w:numPr>
          <w:ilvl w:val="0"/>
          <w:numId w:val="1"/>
        </w:numPr>
        <w:ind w:left="360"/>
        <w:rPr>
          <w:sz w:val="20"/>
        </w:rPr>
      </w:pPr>
      <w:r>
        <w:rPr>
          <w:sz w:val="20"/>
        </w:rPr>
        <w:br w:type="column"/>
      </w:r>
      <w:r>
        <w:rPr>
          <w:sz w:val="20"/>
        </w:rPr>
        <w:lastRenderedPageBreak/>
        <w:t>Understanding process</w:t>
      </w:r>
      <w:r w:rsidRPr="00FC7DBE">
        <w:rPr>
          <w:sz w:val="20"/>
        </w:rPr>
        <w:t xml:space="preserve">: </w:t>
      </w:r>
      <w:hyperlink r:id="rId10" w:history="1">
        <w:r w:rsidRPr="00FC7DBE">
          <w:rPr>
            <w:rStyle w:val="Hyperlink"/>
            <w:sz w:val="18"/>
          </w:rPr>
          <w:t>http://tinyurl.com/q87yebv</w:t>
        </w:r>
      </w:hyperlink>
    </w:p>
    <w:p w:rsidR="00FC7DBE" w:rsidRPr="00FC7DBE" w:rsidRDefault="00FC7DBE" w:rsidP="00FC7DBE">
      <w:pPr>
        <w:rPr>
          <w:sz w:val="20"/>
        </w:rPr>
      </w:pPr>
      <w:r>
        <w:rPr>
          <w:sz w:val="20"/>
        </w:rPr>
        <w:t xml:space="preserve">    </w:t>
      </w:r>
      <w:sdt>
        <w:sdtPr>
          <w:rPr>
            <w:sz w:val="20"/>
          </w:rPr>
          <w:id w:val="2007708497"/>
          <w:showingPlcHdr/>
          <w:picture/>
        </w:sdtPr>
        <w:sdtContent>
          <w:r w:rsidRPr="00FC7DBE">
            <w:rPr>
              <w:noProof/>
              <w:sz w:val="20"/>
            </w:rPr>
            <w:drawing>
              <wp:inline distT="0" distB="0" distL="0" distR="0" wp14:anchorId="4C37810D" wp14:editId="085EAA64">
                <wp:extent cx="2964426" cy="1902542"/>
                <wp:effectExtent l="0" t="0" r="7620" b="254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4298" cy="190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FC7DBE" w:rsidRPr="00FC7DBE" w:rsidRDefault="00FC7DBE" w:rsidP="00FC7DBE">
      <w:pPr>
        <w:ind w:left="360"/>
        <w:rPr>
          <w:sz w:val="32"/>
        </w:rPr>
      </w:pPr>
    </w:p>
    <w:p w:rsidR="00FC7DBE" w:rsidRPr="00FC7DBE" w:rsidRDefault="00FC7DBE" w:rsidP="00FC7DBE">
      <w:pPr>
        <w:pStyle w:val="ListParagraph"/>
        <w:numPr>
          <w:ilvl w:val="0"/>
          <w:numId w:val="1"/>
        </w:numPr>
        <w:ind w:left="360"/>
        <w:rPr>
          <w:sz w:val="20"/>
        </w:rPr>
      </w:pPr>
      <w:r w:rsidRPr="00FC7DBE">
        <w:rPr>
          <w:sz w:val="20"/>
        </w:rPr>
        <w:t xml:space="preserve">More word problems: </w:t>
      </w:r>
      <w:hyperlink r:id="rId11" w:history="1">
        <w:r w:rsidRPr="00FC7DBE">
          <w:rPr>
            <w:rStyle w:val="Hyperlink"/>
            <w:sz w:val="20"/>
          </w:rPr>
          <w:t>http://tinyurl.com/n5cbaha</w:t>
        </w:r>
      </w:hyperlink>
    </w:p>
    <w:p w:rsidR="00FC7DBE" w:rsidRPr="00FC7DBE" w:rsidRDefault="00FC7DBE" w:rsidP="00FC7DBE">
      <w:pPr>
        <w:rPr>
          <w:sz w:val="20"/>
        </w:rPr>
      </w:pPr>
      <w:r>
        <w:t xml:space="preserve">     </w:t>
      </w:r>
      <w:sdt>
        <w:sdtPr>
          <w:id w:val="392231186"/>
          <w:showingPlcHdr/>
          <w:picture/>
        </w:sdtPr>
        <w:sdtContent>
          <w:r w:rsidRPr="00FC7DBE">
            <w:rPr>
              <w:noProof/>
            </w:rPr>
            <w:drawing>
              <wp:inline distT="0" distB="0" distL="0" distR="0" wp14:anchorId="0AA5AB2A" wp14:editId="10A417AB">
                <wp:extent cx="2802194" cy="1892581"/>
                <wp:effectExtent l="0" t="0" r="0" b="0"/>
                <wp:docPr id="6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2194" cy="18925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FC7DBE" w:rsidRDefault="00FC7DBE">
      <w:pPr>
        <w:sectPr w:rsidR="00FC7DBE" w:rsidSect="00FC7DB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C7DBE" w:rsidRDefault="00FC7DBE"/>
    <w:p w:rsidR="008A51B3" w:rsidRDefault="008A51B3"/>
    <w:p w:rsidR="00FC7DBE" w:rsidRDefault="008A51B3">
      <w:r w:rsidRPr="008A51B3">
        <w:rPr>
          <w:sz w:val="36"/>
        </w:rPr>
        <w:t xml:space="preserve">Send your work to Mr. Norman by email: </w:t>
      </w:r>
      <w:hyperlink r:id="rId12" w:history="1">
        <w:r w:rsidRPr="004F6153">
          <w:rPr>
            <w:rStyle w:val="Hyperlink"/>
            <w:sz w:val="36"/>
          </w:rPr>
          <w:t>bnorman@nasd.k12.pa.us</w:t>
        </w:r>
      </w:hyperlink>
      <w:bookmarkStart w:id="0" w:name="_GoBack"/>
      <w:bookmarkEnd w:id="0"/>
    </w:p>
    <w:sectPr w:rsidR="00FC7DBE" w:rsidSect="00FC7DB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9FE"/>
    <w:multiLevelType w:val="hybridMultilevel"/>
    <w:tmpl w:val="228A9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BE"/>
    <w:rsid w:val="003F5325"/>
    <w:rsid w:val="008A51B3"/>
    <w:rsid w:val="00F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7DB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C7D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7DB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C7D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inyurl.com/osflg97" TargetMode="External"/><Relationship Id="rId12" Type="http://schemas.openxmlformats.org/officeDocument/2006/relationships/hyperlink" Target="mailto:bnorman@nasd.k12.pa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tinyurl.com/n5cbah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inyurl.com/q87yeb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inyurl.com/pjuw446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1ED3-7046-4D15-A6F2-DBE4ABF80C72}"/>
      </w:docPartPr>
      <w:docPartBody>
        <w:p w:rsidR="00000000" w:rsidRDefault="00C96BB0">
          <w:r w:rsidRPr="004F615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B0"/>
    <w:rsid w:val="00C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6BB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6B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7C0BDC68</Template>
  <TotalTime>14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dcterms:created xsi:type="dcterms:W3CDTF">2015-05-08T11:48:00Z</dcterms:created>
  <dcterms:modified xsi:type="dcterms:W3CDTF">2015-05-08T12:04:00Z</dcterms:modified>
</cp:coreProperties>
</file>