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3E3422">
      <w:r>
        <w:t>Algebra 1 – WH</w:t>
      </w:r>
      <w:r>
        <w:br/>
        <w:t>Section 6-2: Solving Systems by Substitution</w:t>
      </w:r>
    </w:p>
    <w:p w:rsidR="003E3422" w:rsidRDefault="003E3422">
      <w:r>
        <w:rPr>
          <w:noProof/>
        </w:rPr>
        <w:drawing>
          <wp:anchor distT="0" distB="0" distL="114300" distR="114300" simplePos="0" relativeHeight="251658240" behindDoc="0" locked="0" layoutInCell="1" allowOverlap="1" wp14:anchorId="06EF73D0" wp14:editId="2B3A9F39">
            <wp:simplePos x="0" y="0"/>
            <wp:positionH relativeFrom="column">
              <wp:posOffset>74295</wp:posOffset>
            </wp:positionH>
            <wp:positionV relativeFrom="paragraph">
              <wp:posOffset>1071245</wp:posOffset>
            </wp:positionV>
            <wp:extent cx="3971290" cy="51257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512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Homework for 2/6:</w:t>
      </w:r>
      <w:r>
        <w:br/>
      </w:r>
      <w:r>
        <w:tab/>
        <w:t>1.  Copy the example below into your notebook on page 102.</w:t>
      </w:r>
      <w:r>
        <w:br/>
      </w:r>
      <w:r>
        <w:tab/>
        <w:t xml:space="preserve">2.  Try the Understanding Check problems yourself, </w:t>
      </w:r>
      <w:r>
        <w:br/>
        <w:t xml:space="preserve">                      then check and correct your work.</w:t>
      </w:r>
      <w:r>
        <w:br/>
      </w:r>
      <w:r>
        <w:tab/>
        <w:t>3.  Do HW Page 59.</w:t>
      </w:r>
    </w:p>
    <w:p w:rsidR="003E3422" w:rsidRDefault="003E3422"/>
    <w:p w:rsidR="003E3422" w:rsidRDefault="003E3422"/>
    <w:p w:rsidR="003E3422" w:rsidRDefault="003E3422"/>
    <w:p w:rsidR="003E3422" w:rsidRDefault="003E3422"/>
    <w:p w:rsidR="003E3422" w:rsidRDefault="003E3422" w:rsidP="003E3422">
      <w:r>
        <w:br w:type="column"/>
      </w:r>
      <w:r>
        <w:lastRenderedPageBreak/>
        <w:t>Algebra 1 – WH</w:t>
      </w:r>
      <w:r>
        <w:br/>
        <w:t>Section 6-2: Solving Systems by Substitution</w:t>
      </w:r>
    </w:p>
    <w:p w:rsidR="003E3422" w:rsidRDefault="003E3422" w:rsidP="003E3422">
      <w:r>
        <w:rPr>
          <w:noProof/>
        </w:rPr>
        <w:drawing>
          <wp:anchor distT="0" distB="0" distL="114300" distR="114300" simplePos="0" relativeHeight="251662336" behindDoc="0" locked="0" layoutInCell="1" allowOverlap="1" wp14:anchorId="535C3764" wp14:editId="13C5E494">
            <wp:simplePos x="0" y="0"/>
            <wp:positionH relativeFrom="column">
              <wp:posOffset>74295</wp:posOffset>
            </wp:positionH>
            <wp:positionV relativeFrom="paragraph">
              <wp:posOffset>1076815</wp:posOffset>
            </wp:positionV>
            <wp:extent cx="3971290" cy="51257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5125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Homework for 2/6:</w:t>
      </w:r>
      <w:r>
        <w:br/>
      </w:r>
      <w:r>
        <w:tab/>
        <w:t>1.  Copy the example below into your notebook on page 102.</w:t>
      </w:r>
      <w:r>
        <w:br/>
      </w:r>
      <w:r>
        <w:tab/>
        <w:t xml:space="preserve">2.  Try the Understanding Check problems yourself, </w:t>
      </w:r>
      <w:r>
        <w:br/>
        <w:t xml:space="preserve">                      then check and correct your work.</w:t>
      </w:r>
      <w:r>
        <w:br/>
      </w:r>
      <w:r>
        <w:tab/>
        <w:t>3.  Do HW Page 59.</w:t>
      </w:r>
    </w:p>
    <w:p w:rsidR="003E3422" w:rsidRDefault="003E3422"/>
    <w:p w:rsidR="003E3422" w:rsidRDefault="003E3422">
      <w:bookmarkStart w:id="0" w:name="_GoBack"/>
      <w:bookmarkEnd w:id="0"/>
    </w:p>
    <w:p w:rsidR="003E3422" w:rsidRDefault="003E3422"/>
    <w:p w:rsidR="003E3422" w:rsidRDefault="003E3422"/>
    <w:p w:rsidR="003E3422" w:rsidRDefault="003E3422"/>
    <w:p w:rsidR="003E3422" w:rsidRDefault="003E3422">
      <w:pPr>
        <w:sectPr w:rsidR="003E3422" w:rsidSect="003E3422"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3E3422" w:rsidRDefault="003E3422"/>
    <w:sectPr w:rsidR="003E3422" w:rsidSect="003E3422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22"/>
    <w:rsid w:val="003E3422"/>
    <w:rsid w:val="003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45C7E111</Template>
  <TotalTime>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dcterms:created xsi:type="dcterms:W3CDTF">2015-02-06T12:51:00Z</dcterms:created>
  <dcterms:modified xsi:type="dcterms:W3CDTF">2015-02-06T12:58:00Z</dcterms:modified>
</cp:coreProperties>
</file>