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EC5" w:rsidRDefault="00C74EC5">
      <w:r>
        <w:t>Algebra 1 – WH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 xml:space="preserve">name  </w:t>
      </w:r>
      <w:proofErr w:type="gramEnd"/>
      <w:sdt>
        <w:sdtPr>
          <w:rPr>
            <w:u w:val="single"/>
          </w:rPr>
          <w:id w:val="-1242255409"/>
          <w:placeholder>
            <w:docPart w:val="DefaultPlaceholder_1082065158"/>
          </w:placeholder>
          <w:showingPlcHdr/>
          <w:text/>
        </w:sdtPr>
        <w:sdtContent>
          <w:r w:rsidRPr="00C74EC5">
            <w:rPr>
              <w:rStyle w:val="PlaceholderText"/>
              <w:u w:val="single"/>
            </w:rPr>
            <w:t>Click here to enter text.</w:t>
          </w:r>
        </w:sdtContent>
      </w:sdt>
      <w:r>
        <w:rPr>
          <w:u w:val="single"/>
        </w:rPr>
        <w:br/>
      </w:r>
      <w:r w:rsidRPr="00C74EC5">
        <w:t>Unit 2 – Assignment A</w:t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 xml:space="preserve">date  </w:t>
      </w:r>
      <w:proofErr w:type="gramEnd"/>
      <w:sdt>
        <w:sdtPr>
          <w:id w:val="57985096"/>
          <w:placeholder>
            <w:docPart w:val="DefaultPlaceholder_1082065160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Content>
          <w:r w:rsidRPr="00C74EC5">
            <w:rPr>
              <w:rStyle w:val="PlaceholderText"/>
              <w:u w:val="single"/>
            </w:rPr>
            <w:t>Click here to enter a date.</w:t>
          </w:r>
        </w:sdtContent>
      </w:sdt>
    </w:p>
    <w:p w:rsidR="00C74EC5" w:rsidRDefault="00C74EC5">
      <w:r>
        <w:t xml:space="preserve">Directions: For each CIRCLE OF EVALUATION given, write down the CODE </w:t>
      </w:r>
      <w:r w:rsidRPr="00C74EC5">
        <w:rPr>
          <w:u w:val="single"/>
        </w:rPr>
        <w:t>and</w:t>
      </w:r>
      <w:r>
        <w:t xml:space="preserve"> paste in a screenshot of your code output.</w:t>
      </w:r>
    </w:p>
    <w:tbl>
      <w:tblPr>
        <w:tblStyle w:val="TableGrid"/>
        <w:tblW w:w="0" w:type="auto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8"/>
        <w:gridCol w:w="5557"/>
        <w:gridCol w:w="5065"/>
      </w:tblGrid>
      <w:tr w:rsidR="00C74EC5" w:rsidTr="003B24C3">
        <w:trPr>
          <w:trHeight w:val="298"/>
          <w:tblHeader/>
        </w:trPr>
        <w:tc>
          <w:tcPr>
            <w:tcW w:w="408" w:type="dxa"/>
            <w:vAlign w:val="center"/>
          </w:tcPr>
          <w:p w:rsidR="00C74EC5" w:rsidRDefault="00C74EC5" w:rsidP="000C7C4E">
            <w:pPr>
              <w:jc w:val="center"/>
            </w:pPr>
          </w:p>
        </w:tc>
        <w:tc>
          <w:tcPr>
            <w:tcW w:w="5557" w:type="dxa"/>
            <w:vAlign w:val="center"/>
          </w:tcPr>
          <w:p w:rsidR="00C74EC5" w:rsidRDefault="00C74EC5" w:rsidP="000C7C4E">
            <w:pPr>
              <w:jc w:val="center"/>
            </w:pPr>
            <w:r>
              <w:t>Circle of evaluation</w:t>
            </w:r>
          </w:p>
        </w:tc>
        <w:tc>
          <w:tcPr>
            <w:tcW w:w="5065" w:type="dxa"/>
            <w:vAlign w:val="center"/>
          </w:tcPr>
          <w:p w:rsidR="00C74EC5" w:rsidRDefault="000C7C4E" w:rsidP="003B24C3">
            <w:pPr>
              <w:jc w:val="center"/>
            </w:pPr>
            <w:r>
              <w:t>Screenshot</w:t>
            </w:r>
          </w:p>
        </w:tc>
      </w:tr>
      <w:tr w:rsidR="00C74EC5" w:rsidTr="003B24C3">
        <w:trPr>
          <w:trHeight w:hRule="exact" w:val="3600"/>
          <w:tblHeader/>
        </w:trPr>
        <w:tc>
          <w:tcPr>
            <w:tcW w:w="408" w:type="dxa"/>
          </w:tcPr>
          <w:p w:rsidR="00C74EC5" w:rsidRDefault="00C74EC5" w:rsidP="006F13FC">
            <w:r>
              <w:t>1.</w:t>
            </w:r>
          </w:p>
        </w:tc>
        <w:tc>
          <w:tcPr>
            <w:tcW w:w="5557" w:type="dxa"/>
          </w:tcPr>
          <w:p w:rsidR="00C74EC5" w:rsidRDefault="00C74EC5" w:rsidP="006F13FC">
            <w:r>
              <w:rPr>
                <w:noProof/>
              </w:rPr>
              <w:drawing>
                <wp:inline distT="0" distB="0" distL="0" distR="0" wp14:anchorId="1ADA9322" wp14:editId="4E4B35F9">
                  <wp:extent cx="2855259" cy="1438102"/>
                  <wp:effectExtent l="0" t="0" r="254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3377" cy="14421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C7C4E" w:rsidRDefault="000C7C4E" w:rsidP="006F13FC"/>
          <w:p w:rsidR="000C7C4E" w:rsidRDefault="000C7C4E" w:rsidP="006F13FC">
            <w:r>
              <w:t xml:space="preserve">Code: </w:t>
            </w:r>
            <w:bookmarkStart w:id="0" w:name="_GoBack"/>
            <w:sdt>
              <w:sdtPr>
                <w:id w:val="-1200631926"/>
                <w:placeholder>
                  <w:docPart w:val="DefaultPlaceholder_1082065158"/>
                </w:placeholder>
                <w:showingPlcHdr/>
                <w:text/>
              </w:sdtPr>
              <w:sdtContent>
                <w:r w:rsidRPr="00F622BA">
                  <w:rPr>
                    <w:rStyle w:val="PlaceholderText"/>
                  </w:rPr>
                  <w:t>Click here to enter text.</w:t>
                </w:r>
              </w:sdtContent>
            </w:sdt>
            <w:bookmarkEnd w:id="0"/>
          </w:p>
        </w:tc>
        <w:sdt>
          <w:sdtPr>
            <w:rPr>
              <w:noProof/>
            </w:rPr>
            <w:id w:val="-1616133383"/>
            <w:showingPlcHdr/>
            <w:picture/>
          </w:sdtPr>
          <w:sdtContent>
            <w:tc>
              <w:tcPr>
                <w:tcW w:w="5065" w:type="dxa"/>
                <w:vAlign w:val="center"/>
              </w:tcPr>
              <w:p w:rsidR="00C74EC5" w:rsidRDefault="003B24C3" w:rsidP="003B24C3">
                <w:pPr>
                  <w:jc w:val="center"/>
                </w:pPr>
                <w:r>
                  <w:rPr>
                    <w:noProof/>
                  </w:rPr>
                  <w:drawing>
                    <wp:inline distT="0" distB="0" distL="0" distR="0" wp14:anchorId="36627B42" wp14:editId="7B1F58BB">
                      <wp:extent cx="1907540" cy="1907540"/>
                      <wp:effectExtent l="0" t="0" r="0" b="0"/>
                      <wp:docPr id="30" name="Picture 1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7540" cy="1907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C74EC5" w:rsidTr="003B24C3">
        <w:trPr>
          <w:trHeight w:hRule="exact" w:val="3600"/>
          <w:tblHeader/>
        </w:trPr>
        <w:tc>
          <w:tcPr>
            <w:tcW w:w="408" w:type="dxa"/>
          </w:tcPr>
          <w:p w:rsidR="00C74EC5" w:rsidRDefault="00C74EC5">
            <w:r>
              <w:t>2.</w:t>
            </w:r>
          </w:p>
        </w:tc>
        <w:tc>
          <w:tcPr>
            <w:tcW w:w="5557" w:type="dxa"/>
          </w:tcPr>
          <w:p w:rsidR="00C74EC5" w:rsidRDefault="00C74EC5">
            <w:r>
              <w:rPr>
                <w:noProof/>
              </w:rPr>
              <w:drawing>
                <wp:inline distT="0" distB="0" distL="0" distR="0" wp14:anchorId="7C9C0241" wp14:editId="080F6F47">
                  <wp:extent cx="3113533" cy="1064029"/>
                  <wp:effectExtent l="0" t="0" r="0" b="317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25820" cy="10682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C7C4E" w:rsidRDefault="000C7C4E"/>
          <w:p w:rsidR="000C7C4E" w:rsidRDefault="000C7C4E">
            <w:r>
              <w:t xml:space="preserve">Code: </w:t>
            </w:r>
            <w:sdt>
              <w:sdtPr>
                <w:id w:val="1441104258"/>
                <w:placeholder>
                  <w:docPart w:val="31D6D997CB0D4F51BD451E5E73AAF31B"/>
                </w:placeholder>
                <w:showingPlcHdr/>
                <w:text/>
              </w:sdtPr>
              <w:sdtContent>
                <w:r w:rsidRPr="00F622BA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sdt>
          <w:sdtPr>
            <w:rPr>
              <w:noProof/>
            </w:rPr>
            <w:id w:val="234599577"/>
            <w:showingPlcHdr/>
            <w:picture/>
          </w:sdtPr>
          <w:sdtContent>
            <w:tc>
              <w:tcPr>
                <w:tcW w:w="5065" w:type="dxa"/>
                <w:vAlign w:val="center"/>
              </w:tcPr>
              <w:p w:rsidR="00C74EC5" w:rsidRDefault="003B24C3" w:rsidP="003B24C3">
                <w:pPr>
                  <w:jc w:val="center"/>
                </w:pPr>
                <w:r>
                  <w:rPr>
                    <w:noProof/>
                  </w:rPr>
                  <w:drawing>
                    <wp:inline distT="0" distB="0" distL="0" distR="0" wp14:anchorId="532CAD6A" wp14:editId="7405A54E">
                      <wp:extent cx="1907540" cy="1907540"/>
                      <wp:effectExtent l="0" t="0" r="0" b="0"/>
                      <wp:docPr id="31" name="Picture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7540" cy="19075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C74EC5" w:rsidTr="003B24C3">
        <w:trPr>
          <w:trHeight w:hRule="exact" w:val="3600"/>
          <w:tblHeader/>
        </w:trPr>
        <w:tc>
          <w:tcPr>
            <w:tcW w:w="408" w:type="dxa"/>
          </w:tcPr>
          <w:p w:rsidR="00C74EC5" w:rsidRDefault="00C74EC5">
            <w:r>
              <w:t>3.</w:t>
            </w:r>
          </w:p>
        </w:tc>
        <w:tc>
          <w:tcPr>
            <w:tcW w:w="5557" w:type="dxa"/>
          </w:tcPr>
          <w:p w:rsidR="00C74EC5" w:rsidRDefault="00C74EC5">
            <w:r>
              <w:rPr>
                <w:noProof/>
              </w:rPr>
              <w:drawing>
                <wp:inline distT="0" distB="0" distL="0" distR="0" wp14:anchorId="17A38D76" wp14:editId="78769F89">
                  <wp:extent cx="3266901" cy="1255222"/>
                  <wp:effectExtent l="0" t="0" r="0" b="254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9170" cy="12560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C7C4E" w:rsidRDefault="000C7C4E"/>
          <w:p w:rsidR="000C7C4E" w:rsidRDefault="000C7C4E">
            <w:r>
              <w:t xml:space="preserve">Code: </w:t>
            </w:r>
            <w:sdt>
              <w:sdtPr>
                <w:id w:val="1272978568"/>
                <w:placeholder>
                  <w:docPart w:val="E576A27C39D94B15A2A311E5F81FF233"/>
                </w:placeholder>
                <w:showingPlcHdr/>
                <w:text/>
              </w:sdtPr>
              <w:sdtContent>
                <w:r w:rsidRPr="00F622BA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sdt>
          <w:sdtPr>
            <w:id w:val="474501848"/>
            <w:showingPlcHdr/>
            <w:picture/>
          </w:sdtPr>
          <w:sdtContent>
            <w:tc>
              <w:tcPr>
                <w:tcW w:w="5065" w:type="dxa"/>
                <w:vAlign w:val="center"/>
              </w:tcPr>
              <w:p w:rsidR="00C74EC5" w:rsidRDefault="006E30CA" w:rsidP="003B24C3">
                <w:pPr>
                  <w:jc w:val="center"/>
                </w:pPr>
                <w:r>
                  <w:rPr>
                    <w:noProof/>
                  </w:rPr>
                  <w:drawing>
                    <wp:inline distT="0" distB="0" distL="0" distR="0" wp14:anchorId="79D34965" wp14:editId="39B3A6D8">
                      <wp:extent cx="1898015" cy="1898015"/>
                      <wp:effectExtent l="0" t="0" r="6985" b="6985"/>
                      <wp:docPr id="22" name="Picture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98015" cy="18980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C74EC5" w:rsidTr="003B24C3">
        <w:trPr>
          <w:trHeight w:hRule="exact" w:val="3600"/>
          <w:tblHeader/>
        </w:trPr>
        <w:tc>
          <w:tcPr>
            <w:tcW w:w="408" w:type="dxa"/>
          </w:tcPr>
          <w:p w:rsidR="00C74EC5" w:rsidRDefault="00C74EC5">
            <w:r>
              <w:lastRenderedPageBreak/>
              <w:t>4.</w:t>
            </w:r>
          </w:p>
        </w:tc>
        <w:tc>
          <w:tcPr>
            <w:tcW w:w="5557" w:type="dxa"/>
          </w:tcPr>
          <w:p w:rsidR="00C74EC5" w:rsidRDefault="00C74EC5">
            <w:r>
              <w:rPr>
                <w:noProof/>
              </w:rPr>
              <w:drawing>
                <wp:inline distT="0" distB="0" distL="0" distR="0" wp14:anchorId="3C148FC0" wp14:editId="7BDB8613">
                  <wp:extent cx="3266901" cy="1458310"/>
                  <wp:effectExtent l="0" t="0" r="0" b="889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64693" cy="14573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C7C4E" w:rsidRDefault="000C7C4E"/>
          <w:p w:rsidR="000C7C4E" w:rsidRDefault="000C7C4E">
            <w:r>
              <w:t xml:space="preserve">Code: </w:t>
            </w:r>
            <w:sdt>
              <w:sdtPr>
                <w:id w:val="193822115"/>
                <w:placeholder>
                  <w:docPart w:val="160A53BEBC6F48FBA1F85DE03C851556"/>
                </w:placeholder>
                <w:showingPlcHdr/>
                <w:text/>
              </w:sdtPr>
              <w:sdtContent>
                <w:r w:rsidRPr="00F622BA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sdt>
          <w:sdtPr>
            <w:id w:val="-405079528"/>
            <w:showingPlcHdr/>
            <w:picture/>
          </w:sdtPr>
          <w:sdtContent>
            <w:tc>
              <w:tcPr>
                <w:tcW w:w="5065" w:type="dxa"/>
                <w:vAlign w:val="center"/>
              </w:tcPr>
              <w:p w:rsidR="00C74EC5" w:rsidRDefault="006E30CA" w:rsidP="003B24C3">
                <w:pPr>
                  <w:jc w:val="center"/>
                </w:pPr>
                <w:r>
                  <w:rPr>
                    <w:noProof/>
                  </w:rPr>
                  <w:drawing>
                    <wp:inline distT="0" distB="0" distL="0" distR="0" wp14:anchorId="2FB37220" wp14:editId="122E0CC5">
                      <wp:extent cx="1898015" cy="1898015"/>
                      <wp:effectExtent l="0" t="0" r="6985" b="6985"/>
                      <wp:docPr id="23" name="Picture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6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98015" cy="18980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C74EC5" w:rsidTr="003B24C3">
        <w:trPr>
          <w:trHeight w:hRule="exact" w:val="3600"/>
          <w:tblHeader/>
        </w:trPr>
        <w:tc>
          <w:tcPr>
            <w:tcW w:w="408" w:type="dxa"/>
          </w:tcPr>
          <w:p w:rsidR="00C74EC5" w:rsidRDefault="00C74EC5">
            <w:r>
              <w:t>5.</w:t>
            </w:r>
          </w:p>
        </w:tc>
        <w:tc>
          <w:tcPr>
            <w:tcW w:w="5557" w:type="dxa"/>
          </w:tcPr>
          <w:p w:rsidR="00C74EC5" w:rsidRDefault="00C74EC5">
            <w:r>
              <w:rPr>
                <w:noProof/>
              </w:rPr>
              <w:drawing>
                <wp:inline distT="0" distB="0" distL="0" distR="0" wp14:anchorId="0BAC9E90" wp14:editId="784BA83E">
                  <wp:extent cx="3321254" cy="1762298"/>
                  <wp:effectExtent l="0" t="0" r="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25906" cy="1764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C7C4E" w:rsidRDefault="000C7C4E"/>
          <w:p w:rsidR="000C7C4E" w:rsidRDefault="000C7C4E">
            <w:r>
              <w:t xml:space="preserve">Code: </w:t>
            </w:r>
            <w:sdt>
              <w:sdtPr>
                <w:id w:val="308518687"/>
                <w:placeholder>
                  <w:docPart w:val="DDADB266EC9543428ECAAE037A0FC805"/>
                </w:placeholder>
                <w:showingPlcHdr/>
                <w:text/>
              </w:sdtPr>
              <w:sdtContent>
                <w:r w:rsidRPr="00F622BA">
                  <w:rPr>
                    <w:rStyle w:val="PlaceholderText"/>
                  </w:rPr>
                  <w:t>Click here to enter text.</w:t>
                </w:r>
              </w:sdtContent>
            </w:sdt>
          </w:p>
          <w:p w:rsidR="000C7C4E" w:rsidRDefault="000C7C4E"/>
        </w:tc>
        <w:sdt>
          <w:sdtPr>
            <w:id w:val="-1601638616"/>
            <w:showingPlcHdr/>
            <w:picture/>
          </w:sdtPr>
          <w:sdtContent>
            <w:tc>
              <w:tcPr>
                <w:tcW w:w="5065" w:type="dxa"/>
                <w:vAlign w:val="center"/>
              </w:tcPr>
              <w:p w:rsidR="00C74EC5" w:rsidRDefault="006E30CA" w:rsidP="003B24C3">
                <w:pPr>
                  <w:jc w:val="center"/>
                </w:pPr>
                <w:r>
                  <w:rPr>
                    <w:noProof/>
                  </w:rPr>
                  <w:drawing>
                    <wp:inline distT="0" distB="0" distL="0" distR="0" wp14:anchorId="098239A1" wp14:editId="63E98690">
                      <wp:extent cx="1898015" cy="1898015"/>
                      <wp:effectExtent l="0" t="0" r="6985" b="6985"/>
                      <wp:docPr id="24" name="Picture 7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7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98015" cy="18980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C74EC5" w:rsidTr="003B24C3">
        <w:trPr>
          <w:trHeight w:hRule="exact" w:val="3600"/>
          <w:tblHeader/>
        </w:trPr>
        <w:tc>
          <w:tcPr>
            <w:tcW w:w="408" w:type="dxa"/>
          </w:tcPr>
          <w:p w:rsidR="00C74EC5" w:rsidRDefault="00C74EC5">
            <w:r>
              <w:t>6.</w:t>
            </w:r>
          </w:p>
        </w:tc>
        <w:tc>
          <w:tcPr>
            <w:tcW w:w="5557" w:type="dxa"/>
          </w:tcPr>
          <w:p w:rsidR="00C74EC5" w:rsidRDefault="00C74EC5">
            <w:r>
              <w:rPr>
                <w:noProof/>
              </w:rPr>
              <w:drawing>
                <wp:inline distT="0" distB="0" distL="0" distR="0" wp14:anchorId="10DC418B" wp14:editId="6CCB354E">
                  <wp:extent cx="3308465" cy="1230488"/>
                  <wp:effectExtent l="0" t="0" r="6350" b="8255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9947" cy="12310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C7C4E" w:rsidRDefault="000C7C4E"/>
          <w:p w:rsidR="000C7C4E" w:rsidRDefault="000C7C4E">
            <w:r>
              <w:t xml:space="preserve">Code: </w:t>
            </w:r>
            <w:sdt>
              <w:sdtPr>
                <w:id w:val="1605307012"/>
                <w:placeholder>
                  <w:docPart w:val="3261A4AC95734671BECE7C94811CED66"/>
                </w:placeholder>
                <w:showingPlcHdr/>
                <w:text/>
              </w:sdtPr>
              <w:sdtContent>
                <w:r w:rsidRPr="00F622BA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sdt>
          <w:sdtPr>
            <w:id w:val="-1558780237"/>
            <w:showingPlcHdr/>
            <w:picture/>
          </w:sdtPr>
          <w:sdtContent>
            <w:tc>
              <w:tcPr>
                <w:tcW w:w="5065" w:type="dxa"/>
                <w:vAlign w:val="center"/>
              </w:tcPr>
              <w:p w:rsidR="00C74EC5" w:rsidRDefault="006E30CA" w:rsidP="003B24C3">
                <w:pPr>
                  <w:jc w:val="center"/>
                </w:pPr>
                <w:r>
                  <w:rPr>
                    <w:noProof/>
                  </w:rPr>
                  <w:drawing>
                    <wp:inline distT="0" distB="0" distL="0" distR="0" wp14:anchorId="4AC8D9EF" wp14:editId="165D958C">
                      <wp:extent cx="1898015" cy="1898015"/>
                      <wp:effectExtent l="0" t="0" r="6985" b="6985"/>
                      <wp:docPr id="25" name="Picture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8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98015" cy="18980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C74EC5" w:rsidTr="003B24C3">
        <w:trPr>
          <w:trHeight w:hRule="exact" w:val="3600"/>
          <w:tblHeader/>
        </w:trPr>
        <w:tc>
          <w:tcPr>
            <w:tcW w:w="408" w:type="dxa"/>
          </w:tcPr>
          <w:p w:rsidR="00C74EC5" w:rsidRDefault="00C74EC5">
            <w:r>
              <w:lastRenderedPageBreak/>
              <w:t>7.</w:t>
            </w:r>
          </w:p>
        </w:tc>
        <w:tc>
          <w:tcPr>
            <w:tcW w:w="5557" w:type="dxa"/>
          </w:tcPr>
          <w:p w:rsidR="00C74EC5" w:rsidRDefault="00C74EC5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F3EC8AB" wp14:editId="46A5136D">
                  <wp:extent cx="3308465" cy="1352234"/>
                  <wp:effectExtent l="0" t="0" r="6350" b="63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06061" cy="1351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C7C4E" w:rsidRDefault="000C7C4E">
            <w:pPr>
              <w:rPr>
                <w:noProof/>
              </w:rPr>
            </w:pPr>
          </w:p>
          <w:p w:rsidR="000C7C4E" w:rsidRDefault="000C7C4E">
            <w:pPr>
              <w:rPr>
                <w:noProof/>
              </w:rPr>
            </w:pPr>
            <w:r>
              <w:t xml:space="preserve">Code: </w:t>
            </w:r>
            <w:sdt>
              <w:sdtPr>
                <w:id w:val="876749548"/>
                <w:placeholder>
                  <w:docPart w:val="C240163525C3484F9AEBAD787F7A82DB"/>
                </w:placeholder>
                <w:showingPlcHdr/>
                <w:text/>
              </w:sdtPr>
              <w:sdtContent>
                <w:r w:rsidRPr="00F622BA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  <w:sdt>
          <w:sdtPr>
            <w:id w:val="-1041200758"/>
            <w:showingPlcHdr/>
            <w:picture/>
          </w:sdtPr>
          <w:sdtContent>
            <w:tc>
              <w:tcPr>
                <w:tcW w:w="5065" w:type="dxa"/>
                <w:vAlign w:val="center"/>
              </w:tcPr>
              <w:p w:rsidR="00C74EC5" w:rsidRDefault="006E30CA" w:rsidP="003B24C3">
                <w:pPr>
                  <w:jc w:val="center"/>
                </w:pPr>
                <w:r>
                  <w:rPr>
                    <w:noProof/>
                  </w:rPr>
                  <w:drawing>
                    <wp:inline distT="0" distB="0" distL="0" distR="0" wp14:anchorId="45E70521" wp14:editId="4ABC963C">
                      <wp:extent cx="1898015" cy="1898015"/>
                      <wp:effectExtent l="0" t="0" r="6985" b="6985"/>
                      <wp:docPr id="26" name="Picture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9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6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98015" cy="18980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</w:tbl>
    <w:p w:rsidR="00C74EC5" w:rsidRPr="00C74EC5" w:rsidRDefault="00C74EC5"/>
    <w:sectPr w:rsidR="00C74EC5" w:rsidRPr="00C74EC5" w:rsidSect="00C74EC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ocumentProtection w:edit="forms" w:enforcement="1" w:cryptProviderType="rsaFull" w:cryptAlgorithmClass="hash" w:cryptAlgorithmType="typeAny" w:cryptAlgorithmSid="4" w:cryptSpinCount="100000" w:hash="/eiudymkyhvZT7dTI0jVEuKzHjE=" w:salt="ikz8Mtr7zVBRHidJbm2U1g==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EC5"/>
    <w:rsid w:val="00041C44"/>
    <w:rsid w:val="000C7C4E"/>
    <w:rsid w:val="003B24C3"/>
    <w:rsid w:val="003F5325"/>
    <w:rsid w:val="006E30CA"/>
    <w:rsid w:val="006F13FC"/>
    <w:rsid w:val="00B833B4"/>
    <w:rsid w:val="00C74EC5"/>
    <w:rsid w:val="00DB0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4EC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4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EC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74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4EC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4E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EC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74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70B795-4D50-4D73-A778-1F8F752BFBE4}"/>
      </w:docPartPr>
      <w:docPartBody>
        <w:p w:rsidR="004F19C1" w:rsidRDefault="004F19C1">
          <w:r w:rsidRPr="00F622BA">
            <w:rPr>
              <w:rStyle w:val="PlaceholderText"/>
            </w:rPr>
            <w:t>Click here to enter text.</w:t>
          </w:r>
        </w:p>
      </w:docPartBody>
    </w:docPart>
    <w:docPart>
      <w:docPartPr>
        <w:name w:val="DefaultPlaceholder_1082065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602D78-31BE-4F24-B41D-43977ACE4DA9}"/>
      </w:docPartPr>
      <w:docPartBody>
        <w:p w:rsidR="004F19C1" w:rsidRDefault="004F19C1">
          <w:r w:rsidRPr="00F622BA">
            <w:rPr>
              <w:rStyle w:val="PlaceholderText"/>
            </w:rPr>
            <w:t>Click here to enter a date.</w:t>
          </w:r>
        </w:p>
      </w:docPartBody>
    </w:docPart>
    <w:docPart>
      <w:docPartPr>
        <w:name w:val="31D6D997CB0D4F51BD451E5E73AAF3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626B8C-8DC2-4D66-BF46-0CB2A7058F51}"/>
      </w:docPartPr>
      <w:docPartBody>
        <w:p w:rsidR="004F19C1" w:rsidRDefault="004F19C1" w:rsidP="004F19C1">
          <w:pPr>
            <w:pStyle w:val="31D6D997CB0D4F51BD451E5E73AAF31B"/>
          </w:pPr>
          <w:r w:rsidRPr="00F622BA">
            <w:rPr>
              <w:rStyle w:val="PlaceholderText"/>
            </w:rPr>
            <w:t>Click here to enter text.</w:t>
          </w:r>
        </w:p>
      </w:docPartBody>
    </w:docPart>
    <w:docPart>
      <w:docPartPr>
        <w:name w:val="E576A27C39D94B15A2A311E5F81FF2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8DF396-D805-4FEC-9DC0-F0445C1CA61C}"/>
      </w:docPartPr>
      <w:docPartBody>
        <w:p w:rsidR="004F19C1" w:rsidRDefault="004F19C1" w:rsidP="004F19C1">
          <w:pPr>
            <w:pStyle w:val="E576A27C39D94B15A2A311E5F81FF233"/>
          </w:pPr>
          <w:r w:rsidRPr="00F622BA">
            <w:rPr>
              <w:rStyle w:val="PlaceholderText"/>
            </w:rPr>
            <w:t>Click here to enter text.</w:t>
          </w:r>
        </w:p>
      </w:docPartBody>
    </w:docPart>
    <w:docPart>
      <w:docPartPr>
        <w:name w:val="160A53BEBC6F48FBA1F85DE03C8515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96D41A-A21F-436D-BFFC-2FC184A8EA5B}"/>
      </w:docPartPr>
      <w:docPartBody>
        <w:p w:rsidR="004F19C1" w:rsidRDefault="004F19C1" w:rsidP="004F19C1">
          <w:pPr>
            <w:pStyle w:val="160A53BEBC6F48FBA1F85DE03C851556"/>
          </w:pPr>
          <w:r w:rsidRPr="00F622BA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9C1"/>
    <w:rsid w:val="004F1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F19C1"/>
    <w:rPr>
      <w:color w:val="808080"/>
    </w:rPr>
  </w:style>
  <w:style w:type="paragraph" w:customStyle="1" w:styleId="31D6D997CB0D4F51BD451E5E73AAF31B">
    <w:name w:val="31D6D997CB0D4F51BD451E5E73AAF31B"/>
    <w:rsid w:val="004F19C1"/>
  </w:style>
  <w:style w:type="paragraph" w:customStyle="1" w:styleId="E576A27C39D94B15A2A311E5F81FF233">
    <w:name w:val="E576A27C39D94B15A2A311E5F81FF233"/>
    <w:rsid w:val="004F19C1"/>
  </w:style>
  <w:style w:type="paragraph" w:customStyle="1" w:styleId="160A53BEBC6F48FBA1F85DE03C851556">
    <w:name w:val="160A53BEBC6F48FBA1F85DE03C851556"/>
    <w:rsid w:val="004F19C1"/>
  </w:style>
  <w:style w:type="paragraph" w:customStyle="1" w:styleId="DDADB266EC9543428ECAAE037A0FC805">
    <w:name w:val="DDADB266EC9543428ECAAE037A0FC805"/>
    <w:rsid w:val="004F19C1"/>
  </w:style>
  <w:style w:type="paragraph" w:customStyle="1" w:styleId="3261A4AC95734671BECE7C94811CED66">
    <w:name w:val="3261A4AC95734671BECE7C94811CED66"/>
    <w:rsid w:val="004F19C1"/>
  </w:style>
  <w:style w:type="paragraph" w:customStyle="1" w:styleId="C240163525C3484F9AEBAD787F7A82DB">
    <w:name w:val="C240163525C3484F9AEBAD787F7A82DB"/>
    <w:rsid w:val="004F19C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F19C1"/>
    <w:rPr>
      <w:color w:val="808080"/>
    </w:rPr>
  </w:style>
  <w:style w:type="paragraph" w:customStyle="1" w:styleId="31D6D997CB0D4F51BD451E5E73AAF31B">
    <w:name w:val="31D6D997CB0D4F51BD451E5E73AAF31B"/>
    <w:rsid w:val="004F19C1"/>
  </w:style>
  <w:style w:type="paragraph" w:customStyle="1" w:styleId="E576A27C39D94B15A2A311E5F81FF233">
    <w:name w:val="E576A27C39D94B15A2A311E5F81FF233"/>
    <w:rsid w:val="004F19C1"/>
  </w:style>
  <w:style w:type="paragraph" w:customStyle="1" w:styleId="160A53BEBC6F48FBA1F85DE03C851556">
    <w:name w:val="160A53BEBC6F48FBA1F85DE03C851556"/>
    <w:rsid w:val="004F19C1"/>
  </w:style>
  <w:style w:type="paragraph" w:customStyle="1" w:styleId="DDADB266EC9543428ECAAE037A0FC805">
    <w:name w:val="DDADB266EC9543428ECAAE037A0FC805"/>
    <w:rsid w:val="004F19C1"/>
  </w:style>
  <w:style w:type="paragraph" w:customStyle="1" w:styleId="3261A4AC95734671BECE7C94811CED66">
    <w:name w:val="3261A4AC95734671BECE7C94811CED66"/>
    <w:rsid w:val="004F19C1"/>
  </w:style>
  <w:style w:type="paragraph" w:customStyle="1" w:styleId="C240163525C3484F9AEBAD787F7A82DB">
    <w:name w:val="C240163525C3484F9AEBAD787F7A82DB"/>
    <w:rsid w:val="004F19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B4AF2176</Template>
  <TotalTime>110</TotalTime>
  <Pages>3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Norristown Area School District</Company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Norman, Bill</dc:creator>
  <cp:lastModifiedBy>Norman, Bill</cp:lastModifiedBy>
  <cp:revision>5</cp:revision>
  <dcterms:created xsi:type="dcterms:W3CDTF">2014-09-16T19:59:00Z</dcterms:created>
  <dcterms:modified xsi:type="dcterms:W3CDTF">2014-09-16T21:52:00Z</dcterms:modified>
</cp:coreProperties>
</file>