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522" w:rsidRPr="00137522" w:rsidRDefault="00137522" w:rsidP="00137522">
      <w:r>
        <w:rPr>
          <w:noProof/>
        </w:rPr>
        <w:drawing>
          <wp:anchor distT="0" distB="0" distL="114300" distR="114300" simplePos="0" relativeHeight="251660288" behindDoc="0" locked="0" layoutInCell="1" allowOverlap="1" wp14:anchorId="5F6C1CFE" wp14:editId="51A122D9">
            <wp:simplePos x="0" y="0"/>
            <wp:positionH relativeFrom="column">
              <wp:posOffset>1414692</wp:posOffset>
            </wp:positionH>
            <wp:positionV relativeFrom="paragraph">
              <wp:posOffset>158159</wp:posOffset>
            </wp:positionV>
            <wp:extent cx="5623560" cy="3862070"/>
            <wp:effectExtent l="0" t="0" r="0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7522" w:rsidRPr="00137522" w:rsidRDefault="00137522"/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1AD16D" wp14:editId="3CE12115">
                <wp:simplePos x="0" y="0"/>
                <wp:positionH relativeFrom="column">
                  <wp:posOffset>-894080</wp:posOffset>
                </wp:positionH>
                <wp:positionV relativeFrom="paragraph">
                  <wp:posOffset>201295</wp:posOffset>
                </wp:positionV>
                <wp:extent cx="2958465" cy="1389380"/>
                <wp:effectExtent l="3493" t="0" r="16827" b="16828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958465" cy="138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522" w:rsidRPr="00137522" w:rsidRDefault="00137522" w:rsidP="00137522">
                            <w:p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HW due Monday</w:t>
                            </w:r>
                            <w:r>
                              <w:rPr>
                                <w:b/>
                              </w:rPr>
                              <w:t>, 3/16/2015</w:t>
                            </w:r>
                            <w:r w:rsidRPr="00137522">
                              <w:rPr>
                                <w:b/>
                              </w:rPr>
                              <w:t>:</w:t>
                            </w:r>
                          </w:p>
                          <w:p w:rsidR="00137522" w:rsidRPr="00137522" w:rsidRDefault="00137522" w:rsidP="001375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Do HW Page 75</w:t>
                            </w:r>
                          </w:p>
                          <w:p w:rsidR="00137522" w:rsidRPr="00137522" w:rsidRDefault="00137522" w:rsidP="001375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Copy notes on page 135 (see below)</w:t>
                            </w:r>
                          </w:p>
                          <w:p w:rsidR="00137522" w:rsidRPr="00137522" w:rsidRDefault="00137522" w:rsidP="001375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Do HW Page 76</w:t>
                            </w:r>
                          </w:p>
                          <w:p w:rsidR="00137522" w:rsidRDefault="001375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0.4pt;margin-top:15.85pt;width:232.95pt;height:109.4pt;rotation:-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">
                <v:textbox>
                  <w:txbxContent>
                    <w:p w:rsidR="00137522" w:rsidRPr="00137522" w:rsidRDefault="00137522" w:rsidP="00137522">
                      <w:p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HW due Monday</w:t>
                      </w:r>
                      <w:r>
                        <w:rPr>
                          <w:b/>
                        </w:rPr>
                        <w:t>, 3/16/2015</w:t>
                      </w:r>
                      <w:r w:rsidRPr="00137522">
                        <w:rPr>
                          <w:b/>
                        </w:rPr>
                        <w:t>:</w:t>
                      </w:r>
                    </w:p>
                    <w:p w:rsidR="00137522" w:rsidRPr="00137522" w:rsidRDefault="00137522" w:rsidP="001375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Do HW Page 75</w:t>
                      </w:r>
                    </w:p>
                    <w:p w:rsidR="00137522" w:rsidRPr="00137522" w:rsidRDefault="00137522" w:rsidP="001375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Copy notes on page 135 (see below)</w:t>
                      </w:r>
                    </w:p>
                    <w:p w:rsidR="00137522" w:rsidRPr="00137522" w:rsidRDefault="00137522" w:rsidP="001375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Do HW Page 76</w:t>
                      </w:r>
                    </w:p>
                    <w:p w:rsidR="00137522" w:rsidRDefault="00137522"/>
                  </w:txbxContent>
                </v:textbox>
              </v:shape>
            </w:pict>
          </mc:Fallback>
        </mc:AlternateContent>
      </w: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</w:p>
    <w:p w:rsidR="00137522" w:rsidRDefault="00137522" w:rsidP="00137522">
      <w:pPr>
        <w:jc w:val="center"/>
      </w:pPr>
      <w:bookmarkStart w:id="0" w:name="_GoBack"/>
      <w:bookmarkEnd w:id="0"/>
    </w:p>
    <w:p w:rsidR="00137522" w:rsidRPr="00137522" w:rsidRDefault="00137522" w:rsidP="00137522">
      <w:r>
        <w:rPr>
          <w:noProof/>
        </w:rPr>
        <w:drawing>
          <wp:anchor distT="0" distB="0" distL="114300" distR="114300" simplePos="0" relativeHeight="251663360" behindDoc="0" locked="0" layoutInCell="1" allowOverlap="1" wp14:anchorId="7911E15B" wp14:editId="3DFF53E6">
            <wp:simplePos x="0" y="0"/>
            <wp:positionH relativeFrom="column">
              <wp:posOffset>1493520</wp:posOffset>
            </wp:positionH>
            <wp:positionV relativeFrom="paragraph">
              <wp:posOffset>347705</wp:posOffset>
            </wp:positionV>
            <wp:extent cx="5623560" cy="3862070"/>
            <wp:effectExtent l="0" t="0" r="0" b="508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23560" cy="386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7522" w:rsidRPr="00137522" w:rsidRDefault="00137522" w:rsidP="00137522"/>
    <w:p w:rsidR="00137522" w:rsidRDefault="00137522" w:rsidP="00137522">
      <w:pPr>
        <w:jc w:val="center"/>
      </w:pPr>
    </w:p>
    <w:p w:rsidR="00137522" w:rsidRDefault="00137522" w:rsidP="00137522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D98307" wp14:editId="7984ACBC">
                <wp:simplePos x="0" y="0"/>
                <wp:positionH relativeFrom="column">
                  <wp:posOffset>-817540</wp:posOffset>
                </wp:positionH>
                <wp:positionV relativeFrom="paragraph">
                  <wp:posOffset>684542</wp:posOffset>
                </wp:positionV>
                <wp:extent cx="2794782" cy="1389380"/>
                <wp:effectExtent l="0" t="2222" r="22542" b="22543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2794782" cy="1389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7522" w:rsidRPr="00137522" w:rsidRDefault="00137522" w:rsidP="00137522">
                            <w:p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HW due Monday</w:t>
                            </w:r>
                            <w:r>
                              <w:rPr>
                                <w:b/>
                              </w:rPr>
                              <w:t>, 3/16/2015</w:t>
                            </w:r>
                            <w:r w:rsidRPr="00137522">
                              <w:rPr>
                                <w:b/>
                              </w:rPr>
                              <w:t>:</w:t>
                            </w:r>
                          </w:p>
                          <w:p w:rsidR="00137522" w:rsidRPr="00137522" w:rsidRDefault="00137522" w:rsidP="001375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Do HW Page 75</w:t>
                            </w:r>
                          </w:p>
                          <w:p w:rsidR="00137522" w:rsidRPr="00137522" w:rsidRDefault="00137522" w:rsidP="001375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Copy notes on page 135 (see below)</w:t>
                            </w:r>
                          </w:p>
                          <w:p w:rsidR="00137522" w:rsidRPr="00137522" w:rsidRDefault="00137522" w:rsidP="00137522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b/>
                              </w:rPr>
                            </w:pPr>
                            <w:r w:rsidRPr="00137522">
                              <w:rPr>
                                <w:b/>
                              </w:rPr>
                              <w:t>Do HW Page 76</w:t>
                            </w:r>
                          </w:p>
                          <w:p w:rsidR="00137522" w:rsidRDefault="00137522" w:rsidP="0013752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64.35pt;margin-top:53.9pt;width:220.05pt;height:109.4pt;rotation:-9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">
                <v:textbox>
                  <w:txbxContent>
                    <w:p w:rsidR="00137522" w:rsidRPr="00137522" w:rsidRDefault="00137522" w:rsidP="00137522">
                      <w:p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HW due Monday</w:t>
                      </w:r>
                      <w:r>
                        <w:rPr>
                          <w:b/>
                        </w:rPr>
                        <w:t>, 3/16/2015</w:t>
                      </w:r>
                      <w:r w:rsidRPr="00137522">
                        <w:rPr>
                          <w:b/>
                        </w:rPr>
                        <w:t>:</w:t>
                      </w:r>
                    </w:p>
                    <w:p w:rsidR="00137522" w:rsidRPr="00137522" w:rsidRDefault="00137522" w:rsidP="001375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Do HW Page 75</w:t>
                      </w:r>
                    </w:p>
                    <w:p w:rsidR="00137522" w:rsidRPr="00137522" w:rsidRDefault="00137522" w:rsidP="001375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Copy notes on page 135 (see below)</w:t>
                      </w:r>
                    </w:p>
                    <w:p w:rsidR="00137522" w:rsidRPr="00137522" w:rsidRDefault="00137522" w:rsidP="00137522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b/>
                        </w:rPr>
                      </w:pPr>
                      <w:r w:rsidRPr="00137522">
                        <w:rPr>
                          <w:b/>
                        </w:rPr>
                        <w:t>Do HW Page 76</w:t>
                      </w:r>
                    </w:p>
                    <w:p w:rsidR="00137522" w:rsidRDefault="00137522" w:rsidP="00137522"/>
                  </w:txbxContent>
                </v:textbox>
              </v:shape>
            </w:pict>
          </mc:Fallback>
        </mc:AlternateContent>
      </w:r>
    </w:p>
    <w:sectPr w:rsidR="00137522" w:rsidSect="001375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85B6B"/>
    <w:multiLevelType w:val="hybridMultilevel"/>
    <w:tmpl w:val="490261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522"/>
    <w:rsid w:val="00137522"/>
    <w:rsid w:val="003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5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5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7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752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D76D5817</Template>
  <TotalTime>10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cp:lastPrinted>2015-03-12T13:16:00Z</cp:lastPrinted>
  <dcterms:created xsi:type="dcterms:W3CDTF">2015-03-12T13:08:00Z</dcterms:created>
  <dcterms:modified xsi:type="dcterms:W3CDTF">2015-03-12T13:18:00Z</dcterms:modified>
</cp:coreProperties>
</file>