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FBC" w:rsidRPr="00DE3FBC" w:rsidRDefault="00F50074">
      <w:pPr>
        <w:rPr>
          <w:rFonts w:asciiTheme="majorHAnsi" w:hAnsiTheme="majorHAnsi"/>
          <w:b/>
          <w:sz w:val="8"/>
        </w:rPr>
      </w:pPr>
      <w:r w:rsidRPr="00DE3FBC">
        <w:rPr>
          <w:rFonts w:asciiTheme="majorHAnsi" w:hAnsiTheme="majorHAnsi"/>
          <w:sz w:val="20"/>
        </w:rPr>
        <w:t>Algebra 1 – WH</w:t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  <w:t xml:space="preserve">Name </w:t>
      </w:r>
      <w:sdt>
        <w:sdtPr>
          <w:rPr>
            <w:rFonts w:asciiTheme="majorHAnsi" w:hAnsiTheme="majorHAnsi"/>
            <w:sz w:val="20"/>
          </w:rPr>
          <w:id w:val="1914046730"/>
          <w:placeholder>
            <w:docPart w:val="D3606DF6548A46BFBFBFF75D945FABD0"/>
          </w:placeholder>
          <w:showingPlcHdr/>
          <w:text/>
        </w:sdtPr>
        <w:sdtEndPr/>
        <w:sdtContent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Click here to enter text.</w:t>
          </w:r>
        </w:sdtContent>
      </w:sdt>
      <w:r w:rsidRPr="00DE3FBC">
        <w:rPr>
          <w:rFonts w:asciiTheme="majorHAnsi" w:hAnsiTheme="majorHAnsi"/>
          <w:sz w:val="20"/>
        </w:rPr>
        <w:br/>
        <w:t>Classwork Exercise</w:t>
      </w:r>
      <w:r w:rsidR="00DE3FBC" w:rsidRPr="00DE3FBC">
        <w:rPr>
          <w:rFonts w:asciiTheme="majorHAnsi" w:hAnsiTheme="majorHAnsi"/>
          <w:sz w:val="20"/>
        </w:rPr>
        <w:t xml:space="preserve"> – Assignment B</w:t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  <w:t xml:space="preserve">date   </w:t>
      </w:r>
      <w:sdt>
        <w:sdtPr>
          <w:rPr>
            <w:rFonts w:asciiTheme="majorHAnsi" w:hAnsiTheme="majorHAnsi"/>
            <w:sz w:val="20"/>
          </w:rPr>
          <w:id w:val="-1389181600"/>
          <w:placeholder>
            <w:docPart w:val="C64D6AC3699748F2892041FAFEB66818"/>
          </w:placeholder>
          <w:showingPlcHdr/>
          <w:date w:fullDate="2014-09-19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DE3FBC" w:rsidRPr="00DE3FBC">
            <w:rPr>
              <w:rStyle w:val="PlaceholderText"/>
              <w:rFonts w:asciiTheme="majorHAnsi" w:hAnsiTheme="majorHAnsi"/>
              <w:sz w:val="20"/>
              <w:u w:val="single"/>
            </w:rPr>
            <w:t>Choose date</w:t>
          </w:r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.</w:t>
          </w:r>
        </w:sdtContent>
      </w:sdt>
      <w:r w:rsidRPr="00DE3FBC">
        <w:rPr>
          <w:rFonts w:asciiTheme="majorHAnsi" w:hAnsiTheme="majorHAnsi"/>
          <w:sz w:val="20"/>
        </w:rPr>
        <w:tab/>
      </w:r>
      <w:proofErr w:type="spellStart"/>
      <w:r w:rsidRPr="00DE3FBC">
        <w:rPr>
          <w:rFonts w:asciiTheme="majorHAnsi" w:hAnsiTheme="majorHAnsi"/>
          <w:sz w:val="20"/>
        </w:rPr>
        <w:t>Pd</w:t>
      </w:r>
      <w:proofErr w:type="spellEnd"/>
      <w:r w:rsidRPr="00DE3FBC">
        <w:rPr>
          <w:rFonts w:asciiTheme="majorHAnsi" w:hAnsiTheme="majorHAnsi"/>
          <w:sz w:val="20"/>
        </w:rPr>
        <w:t xml:space="preserve"> </w:t>
      </w:r>
      <w:sdt>
        <w:sdtPr>
          <w:rPr>
            <w:rFonts w:asciiTheme="majorHAnsi" w:hAnsiTheme="majorHAnsi"/>
            <w:sz w:val="20"/>
          </w:rPr>
          <w:id w:val="1574394213"/>
          <w:placeholder>
            <w:docPart w:val="DE17794615684380BA5B05C3B14B7685"/>
          </w:placeholder>
          <w:showingPlcHdr/>
          <w:dropDownList>
            <w:listItem w:value="Choose an item."/>
            <w:listItem w:displayText="2" w:value="2"/>
            <w:listItem w:displayText="3" w:value="3"/>
            <w:listItem w:displayText="5" w:value="5"/>
            <w:listItem w:displayText="8" w:value="8"/>
          </w:dropDownList>
        </w:sdtPr>
        <w:sdtEndPr/>
        <w:sdtContent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Choose period</w:t>
          </w:r>
        </w:sdtContent>
      </w:sdt>
      <w:r w:rsidR="00DE3FBC">
        <w:rPr>
          <w:rFonts w:asciiTheme="majorHAnsi" w:hAnsiTheme="majorHAnsi"/>
          <w:sz w:val="32"/>
        </w:rPr>
        <w:br/>
      </w:r>
    </w:p>
    <w:p w:rsidR="00DE3FBC" w:rsidRDefault="00DE3FBC">
      <w:pPr>
        <w:rPr>
          <w:rFonts w:asciiTheme="majorHAnsi" w:hAnsiTheme="majorHAnsi"/>
          <w:sz w:val="32"/>
        </w:rPr>
      </w:pPr>
      <w:r w:rsidRPr="00DE3FBC">
        <w:rPr>
          <w:rFonts w:asciiTheme="majorHAnsi" w:hAnsiTheme="majorHAnsi"/>
          <w:b/>
          <w:sz w:val="32"/>
        </w:rPr>
        <w:t>Directions</w:t>
      </w:r>
      <w:r>
        <w:rPr>
          <w:rFonts w:asciiTheme="majorHAnsi" w:hAnsiTheme="majorHAnsi"/>
          <w:sz w:val="32"/>
        </w:rPr>
        <w:t xml:space="preserve">: </w:t>
      </w:r>
      <w:r w:rsidR="00F50074" w:rsidRPr="00DE3FBC">
        <w:rPr>
          <w:rFonts w:asciiTheme="majorHAnsi" w:hAnsiTheme="majorHAnsi"/>
          <w:sz w:val="32"/>
        </w:rPr>
        <w:t>Answer each of the following questions in the space provided.</w:t>
      </w:r>
    </w:p>
    <w:p w:rsidR="00DE3FBC" w:rsidRPr="00DE3FBC" w:rsidRDefault="00DE3FBC">
      <w:pPr>
        <w:rPr>
          <w:rFonts w:asciiTheme="majorHAnsi" w:hAnsiTheme="majorHAnsi"/>
          <w:sz w:val="4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E41E39" wp14:editId="78682035">
                <wp:simplePos x="0" y="0"/>
                <wp:positionH relativeFrom="column">
                  <wp:posOffset>223520</wp:posOffset>
                </wp:positionH>
                <wp:positionV relativeFrom="paragraph">
                  <wp:posOffset>47625</wp:posOffset>
                </wp:positionV>
                <wp:extent cx="5735320" cy="0"/>
                <wp:effectExtent l="0" t="0" r="177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3.75pt" to="469.2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" strokecolor="#4579b8 [3044]"/>
            </w:pict>
          </mc:Fallback>
        </mc:AlternateContent>
      </w:r>
    </w:p>
    <w:p w:rsidR="00F50074" w:rsidRPr="00DE3FBC" w:rsidRDefault="00A35ECD" w:rsidP="00F5007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4DA8979A" wp14:editId="57CCBCA5">
                <wp:simplePos x="0" y="0"/>
                <wp:positionH relativeFrom="column">
                  <wp:posOffset>4364051</wp:posOffset>
                </wp:positionH>
                <wp:positionV relativeFrom="paragraph">
                  <wp:posOffset>254650</wp:posOffset>
                </wp:positionV>
                <wp:extent cx="360" cy="360"/>
                <wp:effectExtent l="0" t="0" r="0" b="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342.7pt;margin-top:19.1pt;width:1.95pt;height:1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">
                <v:imagedata r:id="rId7" o:title="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646DEDA4" wp14:editId="68429567">
                <wp:simplePos x="0" y="0"/>
                <wp:positionH relativeFrom="column">
                  <wp:posOffset>6060011</wp:posOffset>
                </wp:positionH>
                <wp:positionV relativeFrom="paragraph">
                  <wp:posOffset>304330</wp:posOffset>
                </wp:positionV>
                <wp:extent cx="360" cy="360"/>
                <wp:effectExtent l="0" t="0" r="0" b="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476.2pt;margin-top:23pt;width:1.95pt;height:1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">
                <v:imagedata r:id="rId9" o:title=""/>
              </v:shape>
            </w:pict>
          </mc:Fallback>
        </mc:AlternateContent>
      </w:r>
      <w:r w:rsidR="00F50074" w:rsidRPr="00DE3FBC">
        <w:rPr>
          <w:rFonts w:asciiTheme="majorHAnsi" w:hAnsiTheme="majorHAnsi"/>
        </w:rPr>
        <w:t xml:space="preserve">How many </w:t>
      </w:r>
      <w:r w:rsidR="00F50074" w:rsidRPr="00DE3FBC">
        <w:rPr>
          <w:rFonts w:asciiTheme="majorHAnsi" w:hAnsiTheme="majorHAnsi"/>
          <w:b/>
          <w:i/>
        </w:rPr>
        <w:t>arguments</w:t>
      </w:r>
      <w:r w:rsidR="00F50074" w:rsidRPr="00DE3FBC">
        <w:rPr>
          <w:rFonts w:asciiTheme="majorHAnsi" w:hAnsiTheme="majorHAnsi"/>
        </w:rPr>
        <w:t xml:space="preserve"> does the circle function take in </w:t>
      </w:r>
      <w:r w:rsidR="00DE3FBC">
        <w:rPr>
          <w:rFonts w:asciiTheme="majorHAnsi" w:hAnsiTheme="majorHAnsi"/>
        </w:rPr>
        <w:br/>
      </w:r>
      <w:r w:rsidR="00DE3FBC">
        <w:rPr>
          <w:rFonts w:ascii="Courier New" w:hAnsi="Courier New" w:cs="Courier New"/>
        </w:rPr>
        <w:t xml:space="preserve"> </w:t>
      </w:r>
      <w:r w:rsidR="00DE3FBC">
        <w:rPr>
          <w:rFonts w:ascii="Courier New" w:hAnsi="Courier New" w:cs="Courier New"/>
        </w:rPr>
        <w:tab/>
      </w:r>
      <w:r w:rsidR="00F50074" w:rsidRPr="00DE3FBC">
        <w:rPr>
          <w:rFonts w:ascii="Courier New" w:hAnsi="Courier New" w:cs="Courier New"/>
        </w:rPr>
        <w:t>(</w:t>
      </w:r>
      <w:proofErr w:type="gramStart"/>
      <w:r w:rsidR="00F50074" w:rsidRPr="00DE3FBC">
        <w:rPr>
          <w:rFonts w:ascii="Courier New" w:hAnsi="Courier New" w:cs="Courier New"/>
        </w:rPr>
        <w:t>circle</w:t>
      </w:r>
      <w:proofErr w:type="gramEnd"/>
      <w:r w:rsidR="00F50074" w:rsidRPr="00DE3FBC">
        <w:rPr>
          <w:rFonts w:ascii="Courier New" w:hAnsi="Courier New" w:cs="Courier New"/>
        </w:rPr>
        <w:t xml:space="preserve"> (* 3 10) “outline” “black”)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  <w:u w:val="single"/>
          </w:rPr>
          <w:id w:val="-874227319"/>
          <w:placeholder>
            <w:docPart w:val="B142B0D7B07D4D92882C9D2426421717"/>
          </w:placeholder>
          <w:showingPlcHdr/>
          <w:text/>
        </w:sdtPr>
        <w:sdtEndPr>
          <w:rPr>
            <w:u w:val="none"/>
          </w:rPr>
        </w:sdtEndPr>
        <w:sdtContent>
          <w:r w:rsidR="00F80291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Default="00A35ECD" w:rsidP="00DE3FBC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5D6A6EAD" wp14:editId="5724D004">
                <wp:simplePos x="0" y="0"/>
                <wp:positionH relativeFrom="column">
                  <wp:posOffset>6026891</wp:posOffset>
                </wp:positionH>
                <wp:positionV relativeFrom="paragraph">
                  <wp:posOffset>23710</wp:posOffset>
                </wp:positionV>
                <wp:extent cx="360" cy="360"/>
                <wp:effectExtent l="0" t="0" r="0" b="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473.6pt;margin-top:.9pt;width:1.95pt;height:1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7riJ+AQAALA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k5QzJyxxIuGMMjLnJH71/TV1omPrL9xeox0cIbqszzmZvhvOveGqD0xS8XFCZUn1&#10;IbjCPLw9TbjaPI395vF1PlC6+uTF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">
                <v:imagedata r:id="rId11" o:title=""/>
              </v:shape>
            </w:pict>
          </mc:Fallback>
        </mc:AlternateContent>
      </w:r>
      <w:r w:rsidR="00DE3FB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D1C3E" wp14:editId="3B415ADA">
                <wp:simplePos x="0" y="0"/>
                <wp:positionH relativeFrom="column">
                  <wp:posOffset>232756</wp:posOffset>
                </wp:positionH>
                <wp:positionV relativeFrom="paragraph">
                  <wp:posOffset>251114</wp:posOffset>
                </wp:positionV>
                <wp:extent cx="5735782" cy="0"/>
                <wp:effectExtent l="0" t="0" r="1778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7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35pt,19.75pt" to="470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" strokecolor="#4579b8 [3044]"/>
            </w:pict>
          </mc:Fallback>
        </mc:AlternateContent>
      </w:r>
      <w:r w:rsidR="00DE3FBC">
        <w:rPr>
          <w:rFonts w:asciiTheme="majorHAnsi" w:hAnsiTheme="majorHAnsi"/>
        </w:rPr>
        <w:br/>
      </w:r>
    </w:p>
    <w:p w:rsidR="00F50074" w:rsidRDefault="00F50074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DE3FBC">
        <w:rPr>
          <w:rFonts w:asciiTheme="majorHAnsi" w:hAnsiTheme="majorHAnsi"/>
        </w:rPr>
        <w:t>How ma</w:t>
      </w:r>
      <w:r w:rsidR="00DE3FBC">
        <w:rPr>
          <w:rFonts w:asciiTheme="majorHAnsi" w:hAnsiTheme="majorHAnsi"/>
        </w:rPr>
        <w:t>n</w:t>
      </w:r>
      <w:r w:rsidRPr="00DE3FBC">
        <w:rPr>
          <w:rFonts w:asciiTheme="majorHAnsi" w:hAnsiTheme="majorHAnsi"/>
        </w:rPr>
        <w:t xml:space="preserve">y </w:t>
      </w:r>
      <w:r w:rsidRPr="00DE3FBC">
        <w:rPr>
          <w:rFonts w:asciiTheme="majorHAnsi" w:hAnsiTheme="majorHAnsi"/>
          <w:b/>
          <w:i/>
        </w:rPr>
        <w:t>arguments</w:t>
      </w:r>
      <w:r w:rsidRPr="00DE3FBC">
        <w:rPr>
          <w:rFonts w:asciiTheme="majorHAnsi" w:hAnsiTheme="majorHAnsi"/>
        </w:rPr>
        <w:t xml:space="preserve"> does the string-append function take in </w:t>
      </w:r>
      <w:bookmarkStart w:id="0" w:name="_GoBack"/>
      <w:bookmarkEnd w:id="0"/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(string-append “Happy” “Halloween”)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-296761098"/>
          <w:placeholder>
            <w:docPart w:val="2D5A42CBB6804F20907B28746BAB970F"/>
          </w:placeholder>
          <w:showingPlcHdr/>
          <w:text/>
        </w:sdtPr>
        <w:sdtEndPr/>
        <w:sdtContent>
          <w:r w:rsidR="00F80291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73F5A" wp14:editId="29563797">
                <wp:simplePos x="0" y="0"/>
                <wp:positionH relativeFrom="column">
                  <wp:posOffset>234950</wp:posOffset>
                </wp:positionH>
                <wp:positionV relativeFrom="paragraph">
                  <wp:posOffset>310515</wp:posOffset>
                </wp:positionV>
                <wp:extent cx="5735320" cy="0"/>
                <wp:effectExtent l="0" t="0" r="1778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24.45pt" to="470.1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F50074" w:rsidRPr="00DE3FBC" w:rsidRDefault="00F50074" w:rsidP="00F5007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E3FBC">
        <w:rPr>
          <w:rFonts w:asciiTheme="majorHAnsi" w:hAnsiTheme="majorHAnsi"/>
        </w:rPr>
        <w:t xml:space="preserve">What is the </w:t>
      </w:r>
      <w:r w:rsidRPr="00DE3FBC">
        <w:rPr>
          <w:rFonts w:asciiTheme="majorHAnsi" w:hAnsiTheme="majorHAnsi"/>
          <w:b/>
          <w:i/>
        </w:rPr>
        <w:t>name</w:t>
      </w:r>
      <w:r w:rsidRPr="00DE3FBC">
        <w:rPr>
          <w:rFonts w:asciiTheme="majorHAnsi" w:hAnsiTheme="majorHAnsi"/>
        </w:rPr>
        <w:t xml:space="preserve"> of the function being used in 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(* 4 5)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455152062"/>
          <w:placeholder>
            <w:docPart w:val="AECCB43FBD5C4F69998147CB715C4A23"/>
          </w:placeholder>
          <w:showingPlcHdr/>
          <w:text/>
        </w:sdtPr>
        <w:sdtEndPr/>
        <w:sdtContent>
          <w:r w:rsidR="00F80291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9F51CD" wp14:editId="5A121D48">
                <wp:simplePos x="0" y="0"/>
                <wp:positionH relativeFrom="column">
                  <wp:posOffset>234950</wp:posOffset>
                </wp:positionH>
                <wp:positionV relativeFrom="paragraph">
                  <wp:posOffset>314325</wp:posOffset>
                </wp:positionV>
                <wp:extent cx="5735320" cy="0"/>
                <wp:effectExtent l="0" t="0" r="1778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24.75pt" to="470.1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" strokecolor="#4579b8 [3044]"/>
            </w:pict>
          </mc:Fallback>
        </mc:AlternateContent>
      </w:r>
      <w:r>
        <w:rPr>
          <w:rFonts w:asciiTheme="majorHAnsi" w:hAnsiTheme="majorHAnsi"/>
        </w:rPr>
        <w:br/>
      </w:r>
    </w:p>
    <w:p w:rsidR="00F50074" w:rsidRDefault="00F50074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DE3FBC">
        <w:rPr>
          <w:rFonts w:asciiTheme="majorHAnsi" w:hAnsiTheme="majorHAnsi"/>
        </w:rPr>
        <w:t xml:space="preserve">What is the </w:t>
      </w:r>
      <w:r w:rsidRPr="00DE3FBC">
        <w:rPr>
          <w:rFonts w:asciiTheme="majorHAnsi" w:hAnsiTheme="majorHAnsi"/>
          <w:b/>
          <w:i/>
        </w:rPr>
        <w:t>name</w:t>
      </w:r>
      <w:r w:rsidRPr="00DE3FBC">
        <w:rPr>
          <w:rFonts w:asciiTheme="majorHAnsi" w:hAnsiTheme="majorHAnsi"/>
        </w:rPr>
        <w:t xml:space="preserve"> of the function being used in 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(string-length “Math is fun!”)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252556461"/>
          <w:placeholder>
            <w:docPart w:val="8791E3B011A54EFA907204634BDF67A0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A3E15" wp14:editId="322C66D3">
                <wp:simplePos x="0" y="0"/>
                <wp:positionH relativeFrom="column">
                  <wp:posOffset>234950</wp:posOffset>
                </wp:positionH>
                <wp:positionV relativeFrom="paragraph">
                  <wp:posOffset>296545</wp:posOffset>
                </wp:positionV>
                <wp:extent cx="5735320" cy="0"/>
                <wp:effectExtent l="0" t="0" r="1778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23.35pt" to="470.1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F50074" w:rsidRDefault="00F50074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DE3FBC">
        <w:rPr>
          <w:rFonts w:asciiTheme="majorHAnsi" w:hAnsiTheme="majorHAnsi"/>
        </w:rPr>
        <w:t xml:space="preserve">What is the </w:t>
      </w:r>
      <w:r w:rsidRPr="00DE3FBC">
        <w:rPr>
          <w:rFonts w:asciiTheme="majorHAnsi" w:hAnsiTheme="majorHAnsi"/>
          <w:b/>
          <w:i/>
        </w:rPr>
        <w:t>name</w:t>
      </w:r>
      <w:r w:rsidRPr="00DE3FBC">
        <w:rPr>
          <w:rFonts w:asciiTheme="majorHAnsi" w:hAnsiTheme="majorHAnsi"/>
        </w:rPr>
        <w:t xml:space="preserve"> of the outermost function being used in 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(rotate 45 (star 15 “solid” “orange”))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1303732900"/>
          <w:placeholder>
            <w:docPart w:val="30DA603CCFB54078814A2A16191B6356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717328" wp14:editId="575BC2CF">
                <wp:simplePos x="0" y="0"/>
                <wp:positionH relativeFrom="column">
                  <wp:posOffset>234950</wp:posOffset>
                </wp:positionH>
                <wp:positionV relativeFrom="paragraph">
                  <wp:posOffset>292100</wp:posOffset>
                </wp:positionV>
                <wp:extent cx="5735320" cy="0"/>
                <wp:effectExtent l="0" t="0" r="1778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23pt" to="470.1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F50074" w:rsidRDefault="00F50074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DE3FBC">
        <w:rPr>
          <w:rFonts w:asciiTheme="majorHAnsi" w:hAnsiTheme="majorHAnsi"/>
        </w:rPr>
        <w:t xml:space="preserve">Is “outline” the name of a </w:t>
      </w:r>
      <w:r w:rsidRPr="00DE3FBC">
        <w:rPr>
          <w:rFonts w:asciiTheme="majorHAnsi" w:hAnsiTheme="majorHAnsi"/>
          <w:b/>
          <w:i/>
        </w:rPr>
        <w:t>function</w:t>
      </w:r>
      <w:r w:rsidRPr="00DE3FBC">
        <w:rPr>
          <w:rFonts w:asciiTheme="majorHAnsi" w:hAnsiTheme="majorHAnsi"/>
        </w:rPr>
        <w:t xml:space="preserve"> or an </w:t>
      </w:r>
      <w:r w:rsidRPr="00DE3FBC">
        <w:rPr>
          <w:rFonts w:asciiTheme="majorHAnsi" w:hAnsiTheme="majorHAnsi"/>
          <w:b/>
          <w:i/>
        </w:rPr>
        <w:t>argument</w:t>
      </w:r>
      <w:r w:rsidRPr="00DE3FBC">
        <w:rPr>
          <w:rFonts w:asciiTheme="majorHAnsi" w:hAnsiTheme="majorHAnsi"/>
        </w:rPr>
        <w:t xml:space="preserve"> in 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(triangle 48 “outline” “pink”)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1813596395"/>
          <w:placeholder>
            <w:docPart w:val="D28741BBDC1547EAB721F78705F2100B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D7402" wp14:editId="146877C0">
                <wp:simplePos x="0" y="0"/>
                <wp:positionH relativeFrom="column">
                  <wp:posOffset>234950</wp:posOffset>
                </wp:positionH>
                <wp:positionV relativeFrom="paragraph">
                  <wp:posOffset>287655</wp:posOffset>
                </wp:positionV>
                <wp:extent cx="5735320" cy="0"/>
                <wp:effectExtent l="0" t="0" r="177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22.65pt" to="470.1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F50074" w:rsidRDefault="00F50074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DE3FBC">
        <w:rPr>
          <w:rFonts w:asciiTheme="majorHAnsi" w:hAnsiTheme="majorHAnsi"/>
        </w:rPr>
        <w:t xml:space="preserve">How many </w:t>
      </w:r>
      <w:proofErr w:type="gramStart"/>
      <w:r w:rsidRPr="00DE3FBC">
        <w:rPr>
          <w:rFonts w:asciiTheme="majorHAnsi" w:hAnsiTheme="majorHAnsi"/>
          <w:b/>
          <w:i/>
        </w:rPr>
        <w:t>arguments</w:t>
      </w:r>
      <w:r w:rsidRPr="00DE3FBC">
        <w:rPr>
          <w:rFonts w:asciiTheme="majorHAnsi" w:hAnsiTheme="majorHAnsi"/>
        </w:rPr>
        <w:t xml:space="preserve"> does</w:t>
      </w:r>
      <w:proofErr w:type="gramEnd"/>
      <w:r w:rsidRPr="00DE3FBC">
        <w:rPr>
          <w:rFonts w:asciiTheme="majorHAnsi" w:hAnsiTheme="majorHAnsi"/>
        </w:rPr>
        <w:t xml:space="preserve"> rotate expect in 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(rotate 45 (star 15 “solid” “orange”))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-453097367"/>
          <w:placeholder>
            <w:docPart w:val="FC8C3E801FB141CCB744F1F8F7300E68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C6C05E" wp14:editId="11CE91CB">
                <wp:simplePos x="0" y="0"/>
                <wp:positionH relativeFrom="column">
                  <wp:posOffset>229235</wp:posOffset>
                </wp:positionH>
                <wp:positionV relativeFrom="paragraph">
                  <wp:posOffset>309880</wp:posOffset>
                </wp:positionV>
                <wp:extent cx="5735320" cy="0"/>
                <wp:effectExtent l="0" t="0" r="1778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05pt,24.4pt" to="469.6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F50074" w:rsidRDefault="00F50074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DE3FBC">
        <w:rPr>
          <w:rFonts w:asciiTheme="majorHAnsi" w:hAnsiTheme="majorHAnsi"/>
        </w:rPr>
        <w:t xml:space="preserve">What is the first </w:t>
      </w:r>
      <w:r w:rsidRPr="00DE3FBC">
        <w:rPr>
          <w:rFonts w:asciiTheme="majorHAnsi" w:hAnsiTheme="majorHAnsi"/>
          <w:b/>
          <w:i/>
        </w:rPr>
        <w:t>argument</w:t>
      </w:r>
      <w:r w:rsidRPr="00DE3FBC">
        <w:rPr>
          <w:rFonts w:asciiTheme="majorHAnsi" w:hAnsiTheme="majorHAnsi"/>
        </w:rPr>
        <w:t xml:space="preserve"> to the rotate function in 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(rotate 45 (star 15 “solid” “orange”))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1695960454"/>
          <w:placeholder>
            <w:docPart w:val="3EAC91E9AA34415BA5A2698BC5453A2C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BBE2B3" wp14:editId="0EF4D196">
                <wp:simplePos x="0" y="0"/>
                <wp:positionH relativeFrom="column">
                  <wp:posOffset>229235</wp:posOffset>
                </wp:positionH>
                <wp:positionV relativeFrom="paragraph">
                  <wp:posOffset>288925</wp:posOffset>
                </wp:positionV>
                <wp:extent cx="5735320" cy="0"/>
                <wp:effectExtent l="0" t="0" r="1778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05pt,22.75pt" to="469.6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F50074" w:rsidRDefault="00F50074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DE3FBC">
        <w:rPr>
          <w:rFonts w:asciiTheme="majorHAnsi" w:hAnsiTheme="majorHAnsi"/>
        </w:rPr>
        <w:t xml:space="preserve">What is the first </w:t>
      </w:r>
      <w:r w:rsidRPr="00DE3FBC">
        <w:rPr>
          <w:rFonts w:asciiTheme="majorHAnsi" w:hAnsiTheme="majorHAnsi"/>
          <w:b/>
          <w:i/>
        </w:rPr>
        <w:t>argument</w:t>
      </w:r>
      <w:r w:rsidRPr="00DE3FBC">
        <w:rPr>
          <w:rFonts w:asciiTheme="majorHAnsi" w:hAnsiTheme="majorHAnsi"/>
        </w:rPr>
        <w:t xml:space="preserve"> to the star function in 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(rotate 45 (star 15 “solid” “orange”))</w:t>
      </w:r>
      <w:r w:rsidR="00DE3FBC">
        <w:rPr>
          <w:rFonts w:ascii="Courier New" w:hAnsi="Courier New" w:cs="Courier New"/>
        </w:rPr>
        <w:t>?</w:t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-200013021"/>
          <w:placeholder>
            <w:docPart w:val="163632B5BFA14A1196C14BBD88C5F0F1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1911D3" wp14:editId="19CDBD8C">
                <wp:simplePos x="0" y="0"/>
                <wp:positionH relativeFrom="column">
                  <wp:posOffset>229235</wp:posOffset>
                </wp:positionH>
                <wp:positionV relativeFrom="paragraph">
                  <wp:posOffset>259080</wp:posOffset>
                </wp:positionV>
                <wp:extent cx="5735320" cy="0"/>
                <wp:effectExtent l="0" t="0" r="1778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05pt,20.4pt" to="469.6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F50074" w:rsidRPr="00DE3FBC" w:rsidRDefault="00DE3FBC" w:rsidP="00DE3FBC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ED5AF0" wp14:editId="20C649B5">
                <wp:simplePos x="0" y="0"/>
                <wp:positionH relativeFrom="column">
                  <wp:posOffset>225079</wp:posOffset>
                </wp:positionH>
                <wp:positionV relativeFrom="paragraph">
                  <wp:posOffset>521335</wp:posOffset>
                </wp:positionV>
                <wp:extent cx="5735320" cy="0"/>
                <wp:effectExtent l="0" t="0" r="1778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41.05pt" to="469.3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" strokecolor="#4579b8 [3044]"/>
            </w:pict>
          </mc:Fallback>
        </mc:AlternateContent>
      </w:r>
      <w:r w:rsidR="00F50074" w:rsidRPr="00DE3FBC">
        <w:rPr>
          <w:rFonts w:asciiTheme="majorHAnsi" w:hAnsiTheme="majorHAnsi"/>
        </w:rPr>
        <w:t xml:space="preserve">What is the third </w:t>
      </w:r>
      <w:r w:rsidR="00F50074" w:rsidRPr="00DE3FBC">
        <w:rPr>
          <w:rFonts w:asciiTheme="majorHAnsi" w:hAnsiTheme="majorHAnsi"/>
          <w:b/>
          <w:i/>
        </w:rPr>
        <w:t>argument</w:t>
      </w:r>
      <w:r w:rsidR="00F50074" w:rsidRPr="00DE3FBC">
        <w:rPr>
          <w:rFonts w:asciiTheme="majorHAnsi" w:hAnsiTheme="majorHAnsi"/>
        </w:rPr>
        <w:t xml:space="preserve"> to the star function in </w:t>
      </w:r>
      <w:r>
        <w:rPr>
          <w:rFonts w:asciiTheme="majorHAnsi" w:hAnsiTheme="majorHAnsi"/>
        </w:rPr>
        <w:br/>
        <w:t xml:space="preserve"> </w:t>
      </w:r>
      <w:r>
        <w:rPr>
          <w:rFonts w:asciiTheme="majorHAnsi" w:hAnsiTheme="majorHAnsi"/>
        </w:rPr>
        <w:tab/>
      </w:r>
      <w:r w:rsidR="00F50074" w:rsidRPr="00DE3FBC">
        <w:rPr>
          <w:rFonts w:ascii="Courier New" w:hAnsi="Courier New" w:cs="Courier New"/>
        </w:rPr>
        <w:t>(rotate 45 (star 15 “solid” “orange”))</w:t>
      </w:r>
      <w:r>
        <w:rPr>
          <w:rFonts w:ascii="Courier New" w:hAnsi="Courier New" w:cs="Courier New"/>
        </w:rPr>
        <w:t>?</w:t>
      </w:r>
      <w:r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3713531"/>
          <w:placeholder>
            <w:docPart w:val="473576727E82407CA4B3FC4F49EC1E71"/>
          </w:placeholder>
          <w:showingPlcHdr/>
          <w:text/>
        </w:sdtPr>
        <w:sdtEndPr/>
        <w:sdtContent>
          <w:r w:rsidRPr="00F80291">
            <w:rPr>
              <w:rStyle w:val="PlaceholderText"/>
              <w:u w:val="single"/>
            </w:rPr>
            <w:t>Click here to enter text.</w:t>
          </w:r>
        </w:sdtContent>
      </w:sdt>
    </w:p>
    <w:sectPr w:rsidR="00F50074" w:rsidRPr="00DE3FBC" w:rsidSect="00F500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418E4"/>
    <w:multiLevelType w:val="hybridMultilevel"/>
    <w:tmpl w:val="3F3C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cumentProtection w:edit="forms" w:enforcement="1" w:cryptProviderType="rsaFull" w:cryptAlgorithmClass="hash" w:cryptAlgorithmType="typeAny" w:cryptAlgorithmSid="4" w:cryptSpinCount="100000" w:hash="h6b7APs/mX+s+/MAQpZyeGGGl5E=" w:salt="c1wceD+o2UCWxXe5rZEhjA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74"/>
    <w:rsid w:val="003F5325"/>
    <w:rsid w:val="00A35ECD"/>
    <w:rsid w:val="00CD13FA"/>
    <w:rsid w:val="00D26923"/>
    <w:rsid w:val="00DE3FBC"/>
    <w:rsid w:val="00F50074"/>
    <w:rsid w:val="00F8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007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0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007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customXml" Target="ink/ink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606DF6548A46BFBFBFF75D945FA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177D8-0086-4D44-A8F5-D8486A7E56DE}"/>
      </w:docPartPr>
      <w:docPartBody>
        <w:p w:rsidR="00CD5180" w:rsidRDefault="00226892" w:rsidP="00226892">
          <w:pPr>
            <w:pStyle w:val="D3606DF6548A46BFBFBFF75D945FABD04"/>
          </w:pPr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Click here to enter text.</w:t>
          </w:r>
        </w:p>
      </w:docPartBody>
    </w:docPart>
    <w:docPart>
      <w:docPartPr>
        <w:name w:val="C64D6AC3699748F2892041FAFEB66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DB118-B3CA-4D7D-9815-F2C0C40DB1A7}"/>
      </w:docPartPr>
      <w:docPartBody>
        <w:p w:rsidR="00CD5180" w:rsidRDefault="00226892" w:rsidP="00226892">
          <w:pPr>
            <w:pStyle w:val="C64D6AC3699748F2892041FAFEB668184"/>
          </w:pPr>
          <w:r>
            <w:rPr>
              <w:rStyle w:val="PlaceholderText"/>
              <w:rFonts w:asciiTheme="majorHAnsi" w:hAnsiTheme="majorHAnsi"/>
              <w:sz w:val="20"/>
            </w:rPr>
            <w:t>Choose date</w:t>
          </w:r>
          <w:r w:rsidRPr="00DE3FBC">
            <w:rPr>
              <w:rStyle w:val="PlaceholderText"/>
              <w:rFonts w:asciiTheme="majorHAnsi" w:hAnsiTheme="majorHAnsi"/>
              <w:sz w:val="20"/>
            </w:rPr>
            <w:t>.</w:t>
          </w:r>
        </w:p>
      </w:docPartBody>
    </w:docPart>
    <w:docPart>
      <w:docPartPr>
        <w:name w:val="DE17794615684380BA5B05C3B14B7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FC4BF-CEFC-4277-8E57-1BD5F940689F}"/>
      </w:docPartPr>
      <w:docPartBody>
        <w:p w:rsidR="00CD5180" w:rsidRDefault="00226892" w:rsidP="00226892">
          <w:pPr>
            <w:pStyle w:val="DE17794615684380BA5B05C3B14B76854"/>
          </w:pPr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Choose period</w:t>
          </w:r>
        </w:p>
      </w:docPartBody>
    </w:docPart>
    <w:docPart>
      <w:docPartPr>
        <w:name w:val="B142B0D7B07D4D92882C9D2426421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11A59-2E01-415F-814E-7E5BA05435F1}"/>
      </w:docPartPr>
      <w:docPartBody>
        <w:p w:rsidR="00CD5180" w:rsidRDefault="00226892" w:rsidP="00226892">
          <w:pPr>
            <w:pStyle w:val="B142B0D7B07D4D92882C9D2426421717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2D5A42CBB6804F20907B28746BAB9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BF4D0-6889-4005-89CE-47DE2B6CAC25}"/>
      </w:docPartPr>
      <w:docPartBody>
        <w:p w:rsidR="00CD5180" w:rsidRDefault="00226892" w:rsidP="00226892">
          <w:pPr>
            <w:pStyle w:val="2D5A42CBB6804F20907B28746BAB970F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AECCB43FBD5C4F69998147CB715C4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0A6C2-D291-42D4-9678-9C48C15C3844}"/>
      </w:docPartPr>
      <w:docPartBody>
        <w:p w:rsidR="00CD5180" w:rsidRDefault="00226892" w:rsidP="00226892">
          <w:pPr>
            <w:pStyle w:val="AECCB43FBD5C4F69998147CB715C4A23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8791E3B011A54EFA907204634BDF6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07830-EDCB-45DB-89AF-8AE2033D9E0B}"/>
      </w:docPartPr>
      <w:docPartBody>
        <w:p w:rsidR="00CD5180" w:rsidRDefault="00226892" w:rsidP="00226892">
          <w:pPr>
            <w:pStyle w:val="8791E3B011A54EFA907204634BDF67A0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30DA603CCFB54078814A2A16191B6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36FF5-0BEA-40A9-A2C4-843C1C0FB4F8}"/>
      </w:docPartPr>
      <w:docPartBody>
        <w:p w:rsidR="00CD5180" w:rsidRDefault="00226892" w:rsidP="00226892">
          <w:pPr>
            <w:pStyle w:val="30DA603CCFB54078814A2A16191B6356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D28741BBDC1547EAB721F78705F21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ACC7A-8896-4B36-A928-AE93E81FA8DF}"/>
      </w:docPartPr>
      <w:docPartBody>
        <w:p w:rsidR="00CD5180" w:rsidRDefault="00226892" w:rsidP="00226892">
          <w:pPr>
            <w:pStyle w:val="D28741BBDC1547EAB721F78705F2100B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FC8C3E801FB141CCB744F1F8F7300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619A1-08E6-412C-A87E-1147F4CD7D3E}"/>
      </w:docPartPr>
      <w:docPartBody>
        <w:p w:rsidR="00CD5180" w:rsidRDefault="00226892" w:rsidP="00226892">
          <w:pPr>
            <w:pStyle w:val="FC8C3E801FB141CCB744F1F8F7300E68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3EAC91E9AA34415BA5A2698BC5453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4CD7A-8F4C-4944-8C3E-EE83C5AC5A34}"/>
      </w:docPartPr>
      <w:docPartBody>
        <w:p w:rsidR="00CD5180" w:rsidRDefault="00226892" w:rsidP="00226892">
          <w:pPr>
            <w:pStyle w:val="3EAC91E9AA34415BA5A2698BC5453A2C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163632B5BFA14A1196C14BBD88C5F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5D2F5-47D8-4456-90F9-B98FE73774AC}"/>
      </w:docPartPr>
      <w:docPartBody>
        <w:p w:rsidR="00CD5180" w:rsidRDefault="00226892" w:rsidP="00226892">
          <w:pPr>
            <w:pStyle w:val="163632B5BFA14A1196C14BBD88C5F0F1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473576727E82407CA4B3FC4F49EC1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C9E00-BE5A-43D5-BF98-ACC806CBED3B}"/>
      </w:docPartPr>
      <w:docPartBody>
        <w:p w:rsidR="00CD5180" w:rsidRDefault="00226892" w:rsidP="00226892">
          <w:pPr>
            <w:pStyle w:val="473576727E82407CA4B3FC4F49EC1E71"/>
          </w:pPr>
          <w:r w:rsidRPr="00462A3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92"/>
    <w:rsid w:val="00226892"/>
    <w:rsid w:val="00C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6892"/>
    <w:rPr>
      <w:color w:val="808080"/>
    </w:rPr>
  </w:style>
  <w:style w:type="paragraph" w:customStyle="1" w:styleId="D3606DF6548A46BFBFBFF75D945FABD0">
    <w:name w:val="D3606DF6548A46BFBFBFF75D945FABD0"/>
    <w:rsid w:val="00226892"/>
    <w:rPr>
      <w:rFonts w:eastAsiaTheme="minorHAnsi"/>
    </w:rPr>
  </w:style>
  <w:style w:type="paragraph" w:customStyle="1" w:styleId="C64D6AC3699748F2892041FAFEB66818">
    <w:name w:val="C64D6AC3699748F2892041FAFEB66818"/>
    <w:rsid w:val="00226892"/>
    <w:rPr>
      <w:rFonts w:eastAsiaTheme="minorHAnsi"/>
    </w:rPr>
  </w:style>
  <w:style w:type="paragraph" w:customStyle="1" w:styleId="DE17794615684380BA5B05C3B14B7685">
    <w:name w:val="DE17794615684380BA5B05C3B14B7685"/>
    <w:rsid w:val="00226892"/>
    <w:rPr>
      <w:rFonts w:eastAsiaTheme="minorHAnsi"/>
    </w:rPr>
  </w:style>
  <w:style w:type="paragraph" w:customStyle="1" w:styleId="D3606DF6548A46BFBFBFF75D945FABD01">
    <w:name w:val="D3606DF6548A46BFBFBFF75D945FABD01"/>
    <w:rsid w:val="00226892"/>
    <w:rPr>
      <w:rFonts w:eastAsiaTheme="minorHAnsi"/>
    </w:rPr>
  </w:style>
  <w:style w:type="paragraph" w:customStyle="1" w:styleId="C64D6AC3699748F2892041FAFEB668181">
    <w:name w:val="C64D6AC3699748F2892041FAFEB668181"/>
    <w:rsid w:val="00226892"/>
    <w:rPr>
      <w:rFonts w:eastAsiaTheme="minorHAnsi"/>
    </w:rPr>
  </w:style>
  <w:style w:type="paragraph" w:customStyle="1" w:styleId="DE17794615684380BA5B05C3B14B76851">
    <w:name w:val="DE17794615684380BA5B05C3B14B76851"/>
    <w:rsid w:val="00226892"/>
    <w:rPr>
      <w:rFonts w:eastAsiaTheme="minorHAnsi"/>
    </w:rPr>
  </w:style>
  <w:style w:type="paragraph" w:customStyle="1" w:styleId="D3606DF6548A46BFBFBFF75D945FABD02">
    <w:name w:val="D3606DF6548A46BFBFBFF75D945FABD02"/>
    <w:rsid w:val="00226892"/>
    <w:rPr>
      <w:rFonts w:eastAsiaTheme="minorHAnsi"/>
    </w:rPr>
  </w:style>
  <w:style w:type="paragraph" w:customStyle="1" w:styleId="C64D6AC3699748F2892041FAFEB668182">
    <w:name w:val="C64D6AC3699748F2892041FAFEB668182"/>
    <w:rsid w:val="00226892"/>
    <w:rPr>
      <w:rFonts w:eastAsiaTheme="minorHAnsi"/>
    </w:rPr>
  </w:style>
  <w:style w:type="paragraph" w:customStyle="1" w:styleId="DE17794615684380BA5B05C3B14B76852">
    <w:name w:val="DE17794615684380BA5B05C3B14B76852"/>
    <w:rsid w:val="00226892"/>
    <w:rPr>
      <w:rFonts w:eastAsiaTheme="minorHAnsi"/>
    </w:rPr>
  </w:style>
  <w:style w:type="paragraph" w:customStyle="1" w:styleId="D3606DF6548A46BFBFBFF75D945FABD03">
    <w:name w:val="D3606DF6548A46BFBFBFF75D945FABD03"/>
    <w:rsid w:val="00226892"/>
    <w:rPr>
      <w:rFonts w:eastAsiaTheme="minorHAnsi"/>
    </w:rPr>
  </w:style>
  <w:style w:type="paragraph" w:customStyle="1" w:styleId="C64D6AC3699748F2892041FAFEB668183">
    <w:name w:val="C64D6AC3699748F2892041FAFEB668183"/>
    <w:rsid w:val="00226892"/>
    <w:rPr>
      <w:rFonts w:eastAsiaTheme="minorHAnsi"/>
    </w:rPr>
  </w:style>
  <w:style w:type="paragraph" w:customStyle="1" w:styleId="DE17794615684380BA5B05C3B14B76853">
    <w:name w:val="DE17794615684380BA5B05C3B14B76853"/>
    <w:rsid w:val="00226892"/>
    <w:rPr>
      <w:rFonts w:eastAsiaTheme="minorHAnsi"/>
    </w:rPr>
  </w:style>
  <w:style w:type="paragraph" w:customStyle="1" w:styleId="D3606DF6548A46BFBFBFF75D945FABD04">
    <w:name w:val="D3606DF6548A46BFBFBFF75D945FABD04"/>
    <w:rsid w:val="00226892"/>
    <w:rPr>
      <w:rFonts w:eastAsiaTheme="minorHAnsi"/>
    </w:rPr>
  </w:style>
  <w:style w:type="paragraph" w:customStyle="1" w:styleId="C64D6AC3699748F2892041FAFEB668184">
    <w:name w:val="C64D6AC3699748F2892041FAFEB668184"/>
    <w:rsid w:val="00226892"/>
    <w:rPr>
      <w:rFonts w:eastAsiaTheme="minorHAnsi"/>
    </w:rPr>
  </w:style>
  <w:style w:type="paragraph" w:customStyle="1" w:styleId="DE17794615684380BA5B05C3B14B76854">
    <w:name w:val="DE17794615684380BA5B05C3B14B76854"/>
    <w:rsid w:val="00226892"/>
    <w:rPr>
      <w:rFonts w:eastAsiaTheme="minorHAnsi"/>
    </w:rPr>
  </w:style>
  <w:style w:type="paragraph" w:customStyle="1" w:styleId="B142B0D7B07D4D92882C9D2426421717">
    <w:name w:val="B142B0D7B07D4D92882C9D2426421717"/>
    <w:rsid w:val="00226892"/>
    <w:pPr>
      <w:ind w:left="720"/>
      <w:contextualSpacing/>
    </w:pPr>
    <w:rPr>
      <w:rFonts w:eastAsiaTheme="minorHAnsi"/>
    </w:rPr>
  </w:style>
  <w:style w:type="paragraph" w:customStyle="1" w:styleId="2D5A42CBB6804F20907B28746BAB970F">
    <w:name w:val="2D5A42CBB6804F20907B28746BAB970F"/>
    <w:rsid w:val="00226892"/>
    <w:pPr>
      <w:ind w:left="720"/>
      <w:contextualSpacing/>
    </w:pPr>
    <w:rPr>
      <w:rFonts w:eastAsiaTheme="minorHAnsi"/>
    </w:rPr>
  </w:style>
  <w:style w:type="paragraph" w:customStyle="1" w:styleId="AECCB43FBD5C4F69998147CB715C4A23">
    <w:name w:val="AECCB43FBD5C4F69998147CB715C4A23"/>
    <w:rsid w:val="00226892"/>
    <w:pPr>
      <w:ind w:left="720"/>
      <w:contextualSpacing/>
    </w:pPr>
    <w:rPr>
      <w:rFonts w:eastAsiaTheme="minorHAnsi"/>
    </w:rPr>
  </w:style>
  <w:style w:type="paragraph" w:customStyle="1" w:styleId="8791E3B011A54EFA907204634BDF67A0">
    <w:name w:val="8791E3B011A54EFA907204634BDF67A0"/>
    <w:rsid w:val="00226892"/>
    <w:pPr>
      <w:ind w:left="720"/>
      <w:contextualSpacing/>
    </w:pPr>
    <w:rPr>
      <w:rFonts w:eastAsiaTheme="minorHAnsi"/>
    </w:rPr>
  </w:style>
  <w:style w:type="paragraph" w:customStyle="1" w:styleId="30DA603CCFB54078814A2A16191B6356">
    <w:name w:val="30DA603CCFB54078814A2A16191B6356"/>
    <w:rsid w:val="00226892"/>
    <w:pPr>
      <w:ind w:left="720"/>
      <w:contextualSpacing/>
    </w:pPr>
    <w:rPr>
      <w:rFonts w:eastAsiaTheme="minorHAnsi"/>
    </w:rPr>
  </w:style>
  <w:style w:type="paragraph" w:customStyle="1" w:styleId="D28741BBDC1547EAB721F78705F2100B">
    <w:name w:val="D28741BBDC1547EAB721F78705F2100B"/>
    <w:rsid w:val="00226892"/>
    <w:pPr>
      <w:ind w:left="720"/>
      <w:contextualSpacing/>
    </w:pPr>
    <w:rPr>
      <w:rFonts w:eastAsiaTheme="minorHAnsi"/>
    </w:rPr>
  </w:style>
  <w:style w:type="paragraph" w:customStyle="1" w:styleId="FC8C3E801FB141CCB744F1F8F7300E68">
    <w:name w:val="FC8C3E801FB141CCB744F1F8F7300E68"/>
    <w:rsid w:val="00226892"/>
    <w:pPr>
      <w:ind w:left="720"/>
      <w:contextualSpacing/>
    </w:pPr>
    <w:rPr>
      <w:rFonts w:eastAsiaTheme="minorHAnsi"/>
    </w:rPr>
  </w:style>
  <w:style w:type="paragraph" w:customStyle="1" w:styleId="3EAC91E9AA34415BA5A2698BC5453A2C">
    <w:name w:val="3EAC91E9AA34415BA5A2698BC5453A2C"/>
    <w:rsid w:val="00226892"/>
    <w:pPr>
      <w:ind w:left="720"/>
      <w:contextualSpacing/>
    </w:pPr>
    <w:rPr>
      <w:rFonts w:eastAsiaTheme="minorHAnsi"/>
    </w:rPr>
  </w:style>
  <w:style w:type="paragraph" w:customStyle="1" w:styleId="163632B5BFA14A1196C14BBD88C5F0F1">
    <w:name w:val="163632B5BFA14A1196C14BBD88C5F0F1"/>
    <w:rsid w:val="00226892"/>
    <w:pPr>
      <w:ind w:left="720"/>
      <w:contextualSpacing/>
    </w:pPr>
    <w:rPr>
      <w:rFonts w:eastAsiaTheme="minorHAnsi"/>
    </w:rPr>
  </w:style>
  <w:style w:type="paragraph" w:customStyle="1" w:styleId="473576727E82407CA4B3FC4F49EC1E71">
    <w:name w:val="473576727E82407CA4B3FC4F49EC1E71"/>
    <w:rsid w:val="00226892"/>
    <w:pPr>
      <w:ind w:left="720"/>
      <w:contextualSpacing/>
    </w:pPr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6892"/>
    <w:rPr>
      <w:color w:val="808080"/>
    </w:rPr>
  </w:style>
  <w:style w:type="paragraph" w:customStyle="1" w:styleId="D3606DF6548A46BFBFBFF75D945FABD0">
    <w:name w:val="D3606DF6548A46BFBFBFF75D945FABD0"/>
    <w:rsid w:val="00226892"/>
    <w:rPr>
      <w:rFonts w:eastAsiaTheme="minorHAnsi"/>
    </w:rPr>
  </w:style>
  <w:style w:type="paragraph" w:customStyle="1" w:styleId="C64D6AC3699748F2892041FAFEB66818">
    <w:name w:val="C64D6AC3699748F2892041FAFEB66818"/>
    <w:rsid w:val="00226892"/>
    <w:rPr>
      <w:rFonts w:eastAsiaTheme="minorHAnsi"/>
    </w:rPr>
  </w:style>
  <w:style w:type="paragraph" w:customStyle="1" w:styleId="DE17794615684380BA5B05C3B14B7685">
    <w:name w:val="DE17794615684380BA5B05C3B14B7685"/>
    <w:rsid w:val="00226892"/>
    <w:rPr>
      <w:rFonts w:eastAsiaTheme="minorHAnsi"/>
    </w:rPr>
  </w:style>
  <w:style w:type="paragraph" w:customStyle="1" w:styleId="D3606DF6548A46BFBFBFF75D945FABD01">
    <w:name w:val="D3606DF6548A46BFBFBFF75D945FABD01"/>
    <w:rsid w:val="00226892"/>
    <w:rPr>
      <w:rFonts w:eastAsiaTheme="minorHAnsi"/>
    </w:rPr>
  </w:style>
  <w:style w:type="paragraph" w:customStyle="1" w:styleId="C64D6AC3699748F2892041FAFEB668181">
    <w:name w:val="C64D6AC3699748F2892041FAFEB668181"/>
    <w:rsid w:val="00226892"/>
    <w:rPr>
      <w:rFonts w:eastAsiaTheme="minorHAnsi"/>
    </w:rPr>
  </w:style>
  <w:style w:type="paragraph" w:customStyle="1" w:styleId="DE17794615684380BA5B05C3B14B76851">
    <w:name w:val="DE17794615684380BA5B05C3B14B76851"/>
    <w:rsid w:val="00226892"/>
    <w:rPr>
      <w:rFonts w:eastAsiaTheme="minorHAnsi"/>
    </w:rPr>
  </w:style>
  <w:style w:type="paragraph" w:customStyle="1" w:styleId="D3606DF6548A46BFBFBFF75D945FABD02">
    <w:name w:val="D3606DF6548A46BFBFBFF75D945FABD02"/>
    <w:rsid w:val="00226892"/>
    <w:rPr>
      <w:rFonts w:eastAsiaTheme="minorHAnsi"/>
    </w:rPr>
  </w:style>
  <w:style w:type="paragraph" w:customStyle="1" w:styleId="C64D6AC3699748F2892041FAFEB668182">
    <w:name w:val="C64D6AC3699748F2892041FAFEB668182"/>
    <w:rsid w:val="00226892"/>
    <w:rPr>
      <w:rFonts w:eastAsiaTheme="minorHAnsi"/>
    </w:rPr>
  </w:style>
  <w:style w:type="paragraph" w:customStyle="1" w:styleId="DE17794615684380BA5B05C3B14B76852">
    <w:name w:val="DE17794615684380BA5B05C3B14B76852"/>
    <w:rsid w:val="00226892"/>
    <w:rPr>
      <w:rFonts w:eastAsiaTheme="minorHAnsi"/>
    </w:rPr>
  </w:style>
  <w:style w:type="paragraph" w:customStyle="1" w:styleId="D3606DF6548A46BFBFBFF75D945FABD03">
    <w:name w:val="D3606DF6548A46BFBFBFF75D945FABD03"/>
    <w:rsid w:val="00226892"/>
    <w:rPr>
      <w:rFonts w:eastAsiaTheme="minorHAnsi"/>
    </w:rPr>
  </w:style>
  <w:style w:type="paragraph" w:customStyle="1" w:styleId="C64D6AC3699748F2892041FAFEB668183">
    <w:name w:val="C64D6AC3699748F2892041FAFEB668183"/>
    <w:rsid w:val="00226892"/>
    <w:rPr>
      <w:rFonts w:eastAsiaTheme="minorHAnsi"/>
    </w:rPr>
  </w:style>
  <w:style w:type="paragraph" w:customStyle="1" w:styleId="DE17794615684380BA5B05C3B14B76853">
    <w:name w:val="DE17794615684380BA5B05C3B14B76853"/>
    <w:rsid w:val="00226892"/>
    <w:rPr>
      <w:rFonts w:eastAsiaTheme="minorHAnsi"/>
    </w:rPr>
  </w:style>
  <w:style w:type="paragraph" w:customStyle="1" w:styleId="D3606DF6548A46BFBFBFF75D945FABD04">
    <w:name w:val="D3606DF6548A46BFBFBFF75D945FABD04"/>
    <w:rsid w:val="00226892"/>
    <w:rPr>
      <w:rFonts w:eastAsiaTheme="minorHAnsi"/>
    </w:rPr>
  </w:style>
  <w:style w:type="paragraph" w:customStyle="1" w:styleId="C64D6AC3699748F2892041FAFEB668184">
    <w:name w:val="C64D6AC3699748F2892041FAFEB668184"/>
    <w:rsid w:val="00226892"/>
    <w:rPr>
      <w:rFonts w:eastAsiaTheme="minorHAnsi"/>
    </w:rPr>
  </w:style>
  <w:style w:type="paragraph" w:customStyle="1" w:styleId="DE17794615684380BA5B05C3B14B76854">
    <w:name w:val="DE17794615684380BA5B05C3B14B76854"/>
    <w:rsid w:val="00226892"/>
    <w:rPr>
      <w:rFonts w:eastAsiaTheme="minorHAnsi"/>
    </w:rPr>
  </w:style>
  <w:style w:type="paragraph" w:customStyle="1" w:styleId="B142B0D7B07D4D92882C9D2426421717">
    <w:name w:val="B142B0D7B07D4D92882C9D2426421717"/>
    <w:rsid w:val="00226892"/>
    <w:pPr>
      <w:ind w:left="720"/>
      <w:contextualSpacing/>
    </w:pPr>
    <w:rPr>
      <w:rFonts w:eastAsiaTheme="minorHAnsi"/>
    </w:rPr>
  </w:style>
  <w:style w:type="paragraph" w:customStyle="1" w:styleId="2D5A42CBB6804F20907B28746BAB970F">
    <w:name w:val="2D5A42CBB6804F20907B28746BAB970F"/>
    <w:rsid w:val="00226892"/>
    <w:pPr>
      <w:ind w:left="720"/>
      <w:contextualSpacing/>
    </w:pPr>
    <w:rPr>
      <w:rFonts w:eastAsiaTheme="minorHAnsi"/>
    </w:rPr>
  </w:style>
  <w:style w:type="paragraph" w:customStyle="1" w:styleId="AECCB43FBD5C4F69998147CB715C4A23">
    <w:name w:val="AECCB43FBD5C4F69998147CB715C4A23"/>
    <w:rsid w:val="00226892"/>
    <w:pPr>
      <w:ind w:left="720"/>
      <w:contextualSpacing/>
    </w:pPr>
    <w:rPr>
      <w:rFonts w:eastAsiaTheme="minorHAnsi"/>
    </w:rPr>
  </w:style>
  <w:style w:type="paragraph" w:customStyle="1" w:styleId="8791E3B011A54EFA907204634BDF67A0">
    <w:name w:val="8791E3B011A54EFA907204634BDF67A0"/>
    <w:rsid w:val="00226892"/>
    <w:pPr>
      <w:ind w:left="720"/>
      <w:contextualSpacing/>
    </w:pPr>
    <w:rPr>
      <w:rFonts w:eastAsiaTheme="minorHAnsi"/>
    </w:rPr>
  </w:style>
  <w:style w:type="paragraph" w:customStyle="1" w:styleId="30DA603CCFB54078814A2A16191B6356">
    <w:name w:val="30DA603CCFB54078814A2A16191B6356"/>
    <w:rsid w:val="00226892"/>
    <w:pPr>
      <w:ind w:left="720"/>
      <w:contextualSpacing/>
    </w:pPr>
    <w:rPr>
      <w:rFonts w:eastAsiaTheme="minorHAnsi"/>
    </w:rPr>
  </w:style>
  <w:style w:type="paragraph" w:customStyle="1" w:styleId="D28741BBDC1547EAB721F78705F2100B">
    <w:name w:val="D28741BBDC1547EAB721F78705F2100B"/>
    <w:rsid w:val="00226892"/>
    <w:pPr>
      <w:ind w:left="720"/>
      <w:contextualSpacing/>
    </w:pPr>
    <w:rPr>
      <w:rFonts w:eastAsiaTheme="minorHAnsi"/>
    </w:rPr>
  </w:style>
  <w:style w:type="paragraph" w:customStyle="1" w:styleId="FC8C3E801FB141CCB744F1F8F7300E68">
    <w:name w:val="FC8C3E801FB141CCB744F1F8F7300E68"/>
    <w:rsid w:val="00226892"/>
    <w:pPr>
      <w:ind w:left="720"/>
      <w:contextualSpacing/>
    </w:pPr>
    <w:rPr>
      <w:rFonts w:eastAsiaTheme="minorHAnsi"/>
    </w:rPr>
  </w:style>
  <w:style w:type="paragraph" w:customStyle="1" w:styleId="3EAC91E9AA34415BA5A2698BC5453A2C">
    <w:name w:val="3EAC91E9AA34415BA5A2698BC5453A2C"/>
    <w:rsid w:val="00226892"/>
    <w:pPr>
      <w:ind w:left="720"/>
      <w:contextualSpacing/>
    </w:pPr>
    <w:rPr>
      <w:rFonts w:eastAsiaTheme="minorHAnsi"/>
    </w:rPr>
  </w:style>
  <w:style w:type="paragraph" w:customStyle="1" w:styleId="163632B5BFA14A1196C14BBD88C5F0F1">
    <w:name w:val="163632B5BFA14A1196C14BBD88C5F0F1"/>
    <w:rsid w:val="00226892"/>
    <w:pPr>
      <w:ind w:left="720"/>
      <w:contextualSpacing/>
    </w:pPr>
    <w:rPr>
      <w:rFonts w:eastAsiaTheme="minorHAnsi"/>
    </w:rPr>
  </w:style>
  <w:style w:type="paragraph" w:customStyle="1" w:styleId="473576727E82407CA4B3FC4F49EC1E71">
    <w:name w:val="473576727E82407CA4B3FC4F49EC1E71"/>
    <w:rsid w:val="00226892"/>
    <w:pPr>
      <w:ind w:left="720"/>
      <w:contextualSpacing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960" units="cm"/>
        </inkml:traceFormat>
        <inkml:channelProperties>
          <inkml:channelProperty channel="X" name="resolution" value="28.31858" units="1/cm"/>
          <inkml:channelProperty channel="Y" name="resolution" value="28.31858" units="1/cm"/>
        </inkml:channelProperties>
      </inkml:inkSource>
      <inkml:timestamp xml:id="ts0" timeString="2014-09-19T10:25:30.85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960" units="cm"/>
        </inkml:traceFormat>
        <inkml:channelProperties>
          <inkml:channelProperty channel="X" name="resolution" value="28.31858" units="1/cm"/>
          <inkml:channelProperty channel="Y" name="resolution" value="28.31858" units="1/cm"/>
        </inkml:channelProperties>
      </inkml:inkSource>
      <inkml:timestamp xml:id="ts0" timeString="2014-09-19T10:25:29.4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960" units="cm"/>
        </inkml:traceFormat>
        <inkml:channelProperties>
          <inkml:channelProperty channel="X" name="resolution" value="28.31858" units="1/cm"/>
          <inkml:channelProperty channel="Y" name="resolution" value="28.31858" units="1/cm"/>
        </inkml:channelProperties>
      </inkml:inkSource>
      <inkml:timestamp xml:id="ts0" timeString="2014-09-19T10:25:28.9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28BA8ED5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2</cp:revision>
  <cp:lastPrinted>2014-09-19T10:22:00Z</cp:lastPrinted>
  <dcterms:created xsi:type="dcterms:W3CDTF">2014-09-19T11:32:00Z</dcterms:created>
  <dcterms:modified xsi:type="dcterms:W3CDTF">2014-09-19T11:32:00Z</dcterms:modified>
</cp:coreProperties>
</file>