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F8E" w:rsidRDefault="001B3F8E">
      <w:r>
        <w:t>Algebra 1 – WH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br/>
        <w:t>Notes Page 145.5</w:t>
      </w:r>
    </w:p>
    <w:p w:rsidR="001B3F8E" w:rsidRDefault="001B3F8E"/>
    <w:p w:rsidR="003F5325" w:rsidRDefault="001B3F8E" w:rsidP="001B3F8E">
      <w:pPr>
        <w:jc w:val="center"/>
      </w:pPr>
      <w:bookmarkStart w:id="0" w:name="_GoBack"/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-887729</wp:posOffset>
            </wp:positionH>
            <wp:positionV relativeFrom="paragraph">
              <wp:posOffset>594042</wp:posOffset>
            </wp:positionV>
            <wp:extent cx="9156727" cy="6746238"/>
            <wp:effectExtent l="5397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actoring Polynomials Graphic Organizer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9156727" cy="674623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3F5325" w:rsidSect="001B3F8E">
      <w:pgSz w:w="12240" w:h="15840"/>
      <w:pgMar w:top="432" w:right="432" w:bottom="432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F8E"/>
    <w:rsid w:val="001B3F8E"/>
    <w:rsid w:val="003F5325"/>
    <w:rsid w:val="00805D98"/>
    <w:rsid w:val="00CE0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B3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3F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B3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3F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E3BE5FDE</Template>
  <TotalTime>155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Norristown Area School District</Company>
  <LinksUpToDate>false</LinksUpToDate>
  <CharactersWithSpaces>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Norman, Bill</dc:creator>
  <cp:lastModifiedBy>Norman, Bill</cp:lastModifiedBy>
  <cp:revision>1</cp:revision>
  <cp:lastPrinted>2015-03-25T11:49:00Z</cp:lastPrinted>
  <dcterms:created xsi:type="dcterms:W3CDTF">2015-03-25T11:30:00Z</dcterms:created>
  <dcterms:modified xsi:type="dcterms:W3CDTF">2015-03-25T14:05:00Z</dcterms:modified>
</cp:coreProperties>
</file>