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25" w:rsidRDefault="00E769A2">
      <w:bookmarkStart w:id="0" w:name="_GoBack"/>
      <w:r>
        <w:rPr>
          <w:noProof/>
        </w:rPr>
        <w:drawing>
          <wp:anchor distT="0" distB="0" distL="114300" distR="114300" simplePos="0" relativeHeight="251664384" behindDoc="0" locked="0" layoutInCell="1" allowOverlap="1" wp14:anchorId="58844E8A" wp14:editId="66C5EFF4">
            <wp:simplePos x="0" y="0"/>
            <wp:positionH relativeFrom="column">
              <wp:posOffset>4020257</wp:posOffset>
            </wp:positionH>
            <wp:positionV relativeFrom="paragraph">
              <wp:posOffset>5387463</wp:posOffset>
            </wp:positionV>
            <wp:extent cx="2916236" cy="4203290"/>
            <wp:effectExtent l="0" t="0" r="0" b="698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236" cy="420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>
        <w:rPr>
          <w:noProof/>
        </w:rPr>
        <w:drawing>
          <wp:anchor distT="0" distB="0" distL="114300" distR="114300" simplePos="0" relativeHeight="251662336" behindDoc="0" locked="0" layoutInCell="1" allowOverlap="1" wp14:anchorId="2D6DE581" wp14:editId="6C0A415B">
            <wp:simplePos x="0" y="0"/>
            <wp:positionH relativeFrom="column">
              <wp:posOffset>756920</wp:posOffset>
            </wp:positionH>
            <wp:positionV relativeFrom="paragraph">
              <wp:posOffset>5387463</wp:posOffset>
            </wp:positionV>
            <wp:extent cx="2916236" cy="4203290"/>
            <wp:effectExtent l="0" t="0" r="0" b="698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236" cy="420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 wp14:anchorId="49AA0A12" wp14:editId="1B512AA2">
            <wp:simplePos x="0" y="0"/>
            <wp:positionH relativeFrom="column">
              <wp:posOffset>4016293</wp:posOffset>
            </wp:positionH>
            <wp:positionV relativeFrom="paragraph">
              <wp:posOffset>328767</wp:posOffset>
            </wp:positionV>
            <wp:extent cx="2916236" cy="4203290"/>
            <wp:effectExtent l="0" t="0" r="0" b="698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236" cy="420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77DAF022" wp14:editId="253B4A21">
            <wp:simplePos x="0" y="0"/>
            <wp:positionH relativeFrom="column">
              <wp:posOffset>604684</wp:posOffset>
            </wp:positionH>
            <wp:positionV relativeFrom="paragraph">
              <wp:posOffset>324464</wp:posOffset>
            </wp:positionV>
            <wp:extent cx="2916236" cy="4203290"/>
            <wp:effectExtent l="0" t="0" r="0" b="698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16236" cy="4203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F5325" w:rsidSect="00E769A2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9A2"/>
    <w:rsid w:val="003F5325"/>
    <w:rsid w:val="00E76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9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6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9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D09A9C1E</Template>
  <TotalTime>154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2014-10-08T15:48:00Z</cp:lastPrinted>
  <dcterms:created xsi:type="dcterms:W3CDTF">2014-10-08T15:47:00Z</dcterms:created>
  <dcterms:modified xsi:type="dcterms:W3CDTF">2014-10-08T19:22:00Z</dcterms:modified>
</cp:coreProperties>
</file>