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44D" w:rsidRDefault="0086444D" w:rsidP="0086444D">
      <w:r>
        <w:t>Algebra 1 – WH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sdt>
        <w:sdtPr>
          <w:rPr>
            <w:u w:val="single"/>
          </w:rPr>
          <w:id w:val="-2072102975"/>
          <w:placeholder>
            <w:docPart w:val="48761EBE066E419781414129F9BCB81D"/>
          </w:placeholder>
          <w:showingPlcHdr/>
          <w:text/>
        </w:sdtPr>
        <w:sdtContent>
          <w:r w:rsidRPr="006F2DE0">
            <w:rPr>
              <w:rStyle w:val="PlaceholderText"/>
              <w:u w:val="single"/>
            </w:rPr>
            <w:t>Click here to enter text.</w:t>
          </w:r>
        </w:sdtContent>
      </w:sdt>
      <w:r>
        <w:rPr>
          <w:u w:val="single"/>
        </w:rPr>
        <w:br/>
      </w:r>
      <w:proofErr w:type="gramStart"/>
      <w:r>
        <w:t>bitmap/</w:t>
      </w:r>
      <w:proofErr w:type="spellStart"/>
      <w:r>
        <w:t>url</w:t>
      </w:r>
      <w:proofErr w:type="spellEnd"/>
      <w:proofErr w:type="gramEnd"/>
      <w:r>
        <w:t xml:space="preserve"> </w:t>
      </w:r>
      <w:r>
        <w:t>Extra Credit</w:t>
      </w:r>
      <w:r>
        <w:tab/>
      </w:r>
      <w:r>
        <w:tab/>
      </w:r>
      <w:r>
        <w:tab/>
      </w:r>
      <w:r>
        <w:tab/>
      </w:r>
      <w:r>
        <w:tab/>
        <w:t xml:space="preserve">date : </w:t>
      </w:r>
      <w:sdt>
        <w:sdtPr>
          <w:id w:val="1646695082"/>
          <w:placeholder>
            <w:docPart w:val="2C1459DFB26E4D04A711216F4A66A2F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1863DA">
            <w:rPr>
              <w:rStyle w:val="PlaceholderText"/>
            </w:rPr>
            <w:t>Click here to enter a date.</w:t>
          </w:r>
        </w:sdtContent>
      </w:sdt>
    </w:p>
    <w:p w:rsidR="0086444D" w:rsidRDefault="0086444D" w:rsidP="0086444D">
      <w:pPr>
        <w:spacing w:line="240" w:lineRule="auto"/>
        <w:ind w:firstLine="720"/>
      </w:pPr>
      <w:r>
        <w:t>Extra Credit:</w:t>
      </w:r>
    </w:p>
    <w:p w:rsidR="0086444D" w:rsidRDefault="0086444D" w:rsidP="0086444D">
      <w:pPr>
        <w:spacing w:line="240" w:lineRule="auto"/>
        <w:ind w:left="720"/>
      </w:pPr>
      <w:r>
        <w:t xml:space="preserve">Find any image on the internet, and use </w:t>
      </w:r>
      <w:r>
        <w:t xml:space="preserve">the </w:t>
      </w:r>
      <w:r w:rsidRPr="0086444D">
        <w:rPr>
          <w:b/>
        </w:rPr>
        <w:t>bitmap/</w:t>
      </w:r>
      <w:proofErr w:type="spellStart"/>
      <w:r w:rsidRPr="0086444D">
        <w:rPr>
          <w:b/>
        </w:rPr>
        <w:t>url</w:t>
      </w:r>
      <w:proofErr w:type="spellEnd"/>
      <w:r>
        <w:t xml:space="preserve"> function to pull the picture into your wescheme</w:t>
      </w:r>
      <w:r>
        <w:t>.org</w:t>
      </w:r>
      <w:r>
        <w:t xml:space="preserve"> interactions window!</w:t>
      </w:r>
    </w:p>
    <w:p w:rsidR="0086444D" w:rsidRDefault="0086444D" w:rsidP="0086444D">
      <w:pPr>
        <w:pStyle w:val="ListParagraph"/>
        <w:numPr>
          <w:ilvl w:val="0"/>
          <w:numId w:val="1"/>
        </w:numPr>
        <w:spacing w:line="480" w:lineRule="auto"/>
      </w:pPr>
      <w:r>
        <w:t xml:space="preserve">Write the code here: </w:t>
      </w:r>
      <w:sdt>
        <w:sdtPr>
          <w:id w:val="421063713"/>
          <w:placeholder>
            <w:docPart w:val="C6DD0456F4304D4E83037D1F945F35C3"/>
          </w:placeholder>
          <w:showingPlcHdr/>
          <w:text/>
        </w:sdtPr>
        <w:sdtContent>
          <w:r w:rsidRPr="006F2DE0">
            <w:rPr>
              <w:rStyle w:val="PlaceholderText"/>
              <w:u w:val="single"/>
            </w:rPr>
            <w:t>Click here to enter text.</w:t>
          </w:r>
        </w:sdtContent>
      </w:sdt>
    </w:p>
    <w:p w:rsidR="0086444D" w:rsidRDefault="0086444D" w:rsidP="0086444D">
      <w:pPr>
        <w:pStyle w:val="ListParagraph"/>
        <w:numPr>
          <w:ilvl w:val="0"/>
          <w:numId w:val="1"/>
        </w:numPr>
        <w:spacing w:line="480" w:lineRule="auto"/>
      </w:pPr>
      <w:r>
        <w:t xml:space="preserve">Snip and paste a screenshot of the result here: </w:t>
      </w:r>
      <w:sdt>
        <w:sdtPr>
          <w:id w:val="-815416130"/>
          <w:showingPlcHdr/>
          <w:picture/>
        </w:sdtPr>
        <w:sdtContent>
          <w:r>
            <w:rPr>
              <w:noProof/>
            </w:rPr>
            <w:drawing>
              <wp:inline distT="0" distB="0" distL="0" distR="0" wp14:anchorId="26867107" wp14:editId="0EAAEC7E">
                <wp:extent cx="1371600" cy="1371600"/>
                <wp:effectExtent l="0" t="0" r="0" b="0"/>
                <wp:docPr id="7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86444D" w:rsidRDefault="0086444D" w:rsidP="0086444D">
      <w:pPr>
        <w:pStyle w:val="ListParagraph"/>
        <w:spacing w:line="480" w:lineRule="auto"/>
        <w:ind w:left="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8CF0E0" wp14:editId="3001B9DC">
                <wp:simplePos x="0" y="0"/>
                <wp:positionH relativeFrom="column">
                  <wp:posOffset>56515</wp:posOffset>
                </wp:positionH>
                <wp:positionV relativeFrom="paragraph">
                  <wp:posOffset>219710</wp:posOffset>
                </wp:positionV>
                <wp:extent cx="6661785" cy="0"/>
                <wp:effectExtent l="0" t="0" r="2476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17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45pt,17.3pt" to="529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" strokecolor="#4579b8 [3044]"/>
            </w:pict>
          </mc:Fallback>
        </mc:AlternateContent>
      </w:r>
    </w:p>
    <w:p w:rsidR="0086444D" w:rsidRPr="006F2DE0" w:rsidRDefault="0086444D" w:rsidP="0086444D">
      <w:pPr>
        <w:pStyle w:val="ListParagraph"/>
        <w:spacing w:line="480" w:lineRule="auto"/>
        <w:ind w:left="0" w:firstLine="360"/>
        <w:rPr>
          <w:sz w:val="36"/>
        </w:rPr>
      </w:pPr>
      <w:r w:rsidRPr="006F2DE0">
        <w:rPr>
          <w:sz w:val="36"/>
        </w:rPr>
        <w:t>Submit this assignment on TurnItIn.com by Friday, 9/19/2014</w:t>
      </w:r>
    </w:p>
    <w:p w:rsidR="003F5325" w:rsidRPr="0086444D" w:rsidRDefault="003F5325" w:rsidP="0086444D"/>
    <w:sectPr w:rsidR="003F5325" w:rsidRPr="0086444D" w:rsidSect="0086444D">
      <w:pgSz w:w="12240" w:h="15840"/>
      <w:pgMar w:top="720" w:right="198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2DC"/>
    <w:multiLevelType w:val="hybridMultilevel"/>
    <w:tmpl w:val="D37CD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ocumentProtection w:edit="forms" w:enforcement="1" w:cryptProviderType="rsaFull" w:cryptAlgorithmClass="hash" w:cryptAlgorithmType="typeAny" w:cryptAlgorithmSid="4" w:cryptSpinCount="100000" w:hash="qoOraiw8MfvGjALX31ZLsZUf9Ho=" w:salt="FTMc/y+oLOJZe9LZoQvQVg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44D"/>
    <w:rsid w:val="00225221"/>
    <w:rsid w:val="003F5325"/>
    <w:rsid w:val="0086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44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4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44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44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4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4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761EBE066E419781414129F9BCB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EA32C-36EE-4073-8038-EB5B7D752542}"/>
      </w:docPartPr>
      <w:docPartBody>
        <w:p w:rsidR="00000000" w:rsidRDefault="0076341A" w:rsidP="0076341A">
          <w:pPr>
            <w:pStyle w:val="48761EBE066E419781414129F9BCB81D"/>
          </w:pPr>
          <w:r w:rsidRPr="001863DA">
            <w:rPr>
              <w:rStyle w:val="PlaceholderText"/>
            </w:rPr>
            <w:t>Click here to enter text.</w:t>
          </w:r>
        </w:p>
      </w:docPartBody>
    </w:docPart>
    <w:docPart>
      <w:docPartPr>
        <w:name w:val="2C1459DFB26E4D04A711216F4A66A2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A967E-2C42-49BC-B0A5-62AB18720EF5}"/>
      </w:docPartPr>
      <w:docPartBody>
        <w:p w:rsidR="00000000" w:rsidRDefault="0076341A" w:rsidP="0076341A">
          <w:pPr>
            <w:pStyle w:val="2C1459DFB26E4D04A711216F4A66A2F0"/>
          </w:pPr>
          <w:r w:rsidRPr="001863DA">
            <w:rPr>
              <w:rStyle w:val="PlaceholderText"/>
            </w:rPr>
            <w:t>Click here to enter a date.</w:t>
          </w:r>
        </w:p>
      </w:docPartBody>
    </w:docPart>
    <w:docPart>
      <w:docPartPr>
        <w:name w:val="C6DD0456F4304D4E83037D1F945F35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5A383-8BEE-4CB5-9E08-93F2AC59C906}"/>
      </w:docPartPr>
      <w:docPartBody>
        <w:p w:rsidR="00000000" w:rsidRDefault="0076341A" w:rsidP="0076341A">
          <w:pPr>
            <w:pStyle w:val="C6DD0456F4304D4E83037D1F945F35C3"/>
          </w:pPr>
          <w:r w:rsidRPr="001863D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1A"/>
    <w:rsid w:val="0076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341A"/>
    <w:rPr>
      <w:color w:val="808080"/>
    </w:rPr>
  </w:style>
  <w:style w:type="paragraph" w:customStyle="1" w:styleId="48761EBE066E419781414129F9BCB81D">
    <w:name w:val="48761EBE066E419781414129F9BCB81D"/>
    <w:rsid w:val="0076341A"/>
  </w:style>
  <w:style w:type="paragraph" w:customStyle="1" w:styleId="2C1459DFB26E4D04A711216F4A66A2F0">
    <w:name w:val="2C1459DFB26E4D04A711216F4A66A2F0"/>
    <w:rsid w:val="0076341A"/>
  </w:style>
  <w:style w:type="paragraph" w:customStyle="1" w:styleId="C6DD0456F4304D4E83037D1F945F35C3">
    <w:name w:val="C6DD0456F4304D4E83037D1F945F35C3"/>
    <w:rsid w:val="0076341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341A"/>
    <w:rPr>
      <w:color w:val="808080"/>
    </w:rPr>
  </w:style>
  <w:style w:type="paragraph" w:customStyle="1" w:styleId="48761EBE066E419781414129F9BCB81D">
    <w:name w:val="48761EBE066E419781414129F9BCB81D"/>
    <w:rsid w:val="0076341A"/>
  </w:style>
  <w:style w:type="paragraph" w:customStyle="1" w:styleId="2C1459DFB26E4D04A711216F4A66A2F0">
    <w:name w:val="2C1459DFB26E4D04A711216F4A66A2F0"/>
    <w:rsid w:val="0076341A"/>
  </w:style>
  <w:style w:type="paragraph" w:customStyle="1" w:styleId="C6DD0456F4304D4E83037D1F945F35C3">
    <w:name w:val="C6DD0456F4304D4E83037D1F945F35C3"/>
    <w:rsid w:val="007634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11828A15</Template>
  <TotalTime>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2</cp:revision>
  <dcterms:created xsi:type="dcterms:W3CDTF">2014-09-17T12:45:00Z</dcterms:created>
  <dcterms:modified xsi:type="dcterms:W3CDTF">2014-09-17T12:49:00Z</dcterms:modified>
</cp:coreProperties>
</file>